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369" w:rsidRDefault="00E81369" w:rsidP="00E81369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C4820D8" wp14:editId="4620BF0F">
                <wp:simplePos x="0" y="0"/>
                <wp:positionH relativeFrom="margin">
                  <wp:posOffset>-4725670</wp:posOffset>
                </wp:positionH>
                <wp:positionV relativeFrom="paragraph">
                  <wp:posOffset>-975995</wp:posOffset>
                </wp:positionV>
                <wp:extent cx="14716125" cy="1888490"/>
                <wp:effectExtent l="0" t="0" r="9525" b="0"/>
                <wp:wrapNone/>
                <wp:docPr id="5" name="组合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4716433" cy="1888392"/>
                          <a:chOff x="0" y="0"/>
                          <a:chExt cx="14716433" cy="1888392"/>
                        </a:xfrm>
                      </wpg:grpSpPr>
                      <wps:wsp>
                        <wps:cNvPr id="9" name="等腰三角形 9"/>
                        <wps:cNvSpPr/>
                        <wps:spPr>
                          <a:xfrm>
                            <a:off x="3383069" y="2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等腰三角形 11"/>
                        <wps:cNvSpPr/>
                        <wps:spPr>
                          <a:xfrm>
                            <a:off x="5018407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等腰三角形 12"/>
                        <wps:cNvSpPr/>
                        <wps:spPr>
                          <a:xfrm>
                            <a:off x="7061295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等腰三角形 14"/>
                        <wps:cNvSpPr/>
                        <wps:spPr>
                          <a:xfrm>
                            <a:off x="8825925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等腰三角形 16"/>
                        <wps:cNvSpPr/>
                        <wps:spPr>
                          <a:xfrm>
                            <a:off x="10291869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等腰三角形 18"/>
                        <wps:cNvSpPr/>
                        <wps:spPr>
                          <a:xfrm>
                            <a:off x="2534171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" name="等腰三角形 19"/>
                        <wps:cNvSpPr/>
                        <wps:spPr>
                          <a:xfrm>
                            <a:off x="1108386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等腰三角形 20"/>
                        <wps:cNvSpPr/>
                        <wps:spPr>
                          <a:xfrm>
                            <a:off x="1841358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等腰三角形 22"/>
                        <wps:cNvSpPr/>
                        <wps:spPr>
                          <a:xfrm>
                            <a:off x="491283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" name="等腰三角形 25"/>
                        <wps:cNvSpPr/>
                        <wps:spPr>
                          <a:xfrm>
                            <a:off x="0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" name="等腰三角形 26"/>
                        <wps:cNvSpPr/>
                        <wps:spPr>
                          <a:xfrm>
                            <a:off x="548769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等腰三角形 27"/>
                        <wps:cNvSpPr/>
                        <wps:spPr>
                          <a:xfrm>
                            <a:off x="788850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等腰三角形 28"/>
                        <wps:cNvSpPr/>
                        <wps:spPr>
                          <a:xfrm>
                            <a:off x="6202793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" name="等腰三角形 29"/>
                        <wps:cNvSpPr/>
                        <wps:spPr>
                          <a:xfrm>
                            <a:off x="935249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等腰三角形 30"/>
                        <wps:cNvSpPr/>
                        <wps:spPr>
                          <a:xfrm>
                            <a:off x="422708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897C7" id="组合 181" o:spid="_x0000_s1026" style="position:absolute;left:0;text-align:left;margin-left:-372.1pt;margin-top:-76.85pt;width:1158.75pt;height:148.7pt;flip:y;z-index:251667456;mso-position-horizontal-relative:margin" coordsize="147164,1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等腰三角形 9" o:spid="_x0000_s1027" type="#_x0000_t5" style="position:absolute;left:33830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BiTsQA&#10;AADaAAAADwAAAGRycy9kb3ducmV2LnhtbESPQWvCQBSE7wX/w/KE3upGoalG1yClhRYEiQri7ZF9&#10;JjHZtyG7Nem/7woFj8PMfMOs0sE04kadqywrmE4iEMS51RUXCo6Hz5c5COeRNTaWScEvOUjXo6cV&#10;Jtr2nNFt7wsRIOwSVFB63yZSurwkg25iW+LgXWxn0AfZFVJ32Ae4aeQsimJpsOKwUGJL7yXl9f7H&#10;KIgvvNttZ+Y0XM/6I2vi79q/vSr1PB42SxCeBv8I/7e/tIIF3K+EG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gYk7EAAAA2gAAAA8AAAAAAAAAAAAAAAAAmAIAAGRycy9k&#10;b3ducmV2LnhtbFBLBQYAAAAABAAEAPUAAACJAwAAAAA=&#10;" fillcolor="#59a5d9" stroked="f" strokeweight="1pt">
                  <v:fill opacity="22102f"/>
                </v:shape>
                <v:shape id="等腰三角形 11" o:spid="_x0000_s1028" type="#_x0000_t5" style="position:absolute;left:50184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ZnZ8MA&#10;AADbAAAADwAAAGRycy9kb3ducmV2LnhtbERP22rCQBB9L/Qflin4VjcJNJXoJpTSQgVB1ELxbchO&#10;Lk12NmS3Gv/eFQq+zeFcZ1VMphcnGl1rWUE8j0AQl1a3XCv4Pnw+L0A4j6yxt0wKLuSgyB8fVphp&#10;e+Ydnfa+FiGEXYYKGu+HTEpXNmTQze1AHLjKjgZ9gGMt9YjnEG56mURRKg22HBoaHOi9obLb/xkF&#10;acXb7SYxP9PvUX/s+nTd+dcXpWZP09sShKfJ38X/7i8d5sdw+yUc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ZnZ8MAAADbAAAADwAAAAAAAAAAAAAAAACYAgAAZHJzL2Rv&#10;d25yZXYueG1sUEsFBgAAAAAEAAQA9QAAAIgDAAAAAA==&#10;" fillcolor="#59a5d9" stroked="f" strokeweight="1pt">
                  <v:fill opacity="22102f"/>
                </v:shape>
                <v:shape id="等腰三角形 12" o:spid="_x0000_s1029" type="#_x0000_t5" style="position:absolute;left:70612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T5EMMA&#10;AADbAAAADwAAAGRycy9kb3ducmV2LnhtbERPTWvCQBC9C/0PyxR6M5sGmkp0lVJaaEEIiULpbciO&#10;STQ7G7JbE/+9KxS8zeN9zmozmU6caXCtZQXPUQyCuLK65VrBfvc5X4BwHlljZ5kUXMjBZv0wW2Gm&#10;7cgFnUtfixDCLkMFjfd9JqWrGjLoItsTB+5gB4M+wKGWesAxhJtOJnGcSoMth4YGe3pvqDqVf0ZB&#10;euA83ybmZzr+6o+iS79P/vVFqafH6W0JwtPk7+J/95cO8xO4/RIO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T5EMMAAADbAAAADwAAAAAAAAAAAAAAAACYAgAAZHJzL2Rv&#10;d25yZXYueG1sUEsFBgAAAAAEAAQA9QAAAIgDAAAAAA==&#10;" fillcolor="#59a5d9" stroked="f" strokeweight="1pt">
                  <v:fill opacity="22102f"/>
                </v:shape>
                <v:shape id="等腰三角形 14" o:spid="_x0000_s1030" type="#_x0000_t5" style="position:absolute;left:88259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HE/8IA&#10;AADbAAAADwAAAGRycy9kb3ducmV2LnhtbERPTWvCQBC9F/wPywi91Y3SRomuQUoLLQgSFcTbkB2T&#10;mOxsyG5N+u/dQsHbPN7nrNLBNOJGnassK5hOIhDEudUVFwqOh8+XBQjnkTU2lknBLzlI16OnFSba&#10;9pzRbe8LEULYJaig9L5NpHR5SQbdxLbEgbvYzqAPsCuk7rAP4aaRsyiKpcGKQ0OJLb2XlNf7H6Mg&#10;vvBut52Z03A964+sib9rP39T6nk8bJYgPA3+If53f+kw/xX+fgk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scT/wgAAANsAAAAPAAAAAAAAAAAAAAAAAJgCAABkcnMvZG93&#10;bnJldi54bWxQSwUGAAAAAAQABAD1AAAAhwMAAAAA&#10;" fillcolor="#59a5d9" stroked="f" strokeweight="1pt">
                  <v:fill opacity="22102f"/>
                </v:shape>
                <v:shape id="等腰三角形 16" o:spid="_x0000_s1031" type="#_x0000_t5" style="position:absolute;left:102918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//E8MA&#10;AADbAAAADwAAAGRycy9kb3ducmV2LnhtbERPTWvCQBC9F/wPywje6qaCaYmuoZQKCoWQtCDehuyY&#10;xGRnQ3Y16b/vFgq9zeN9zjadTCfuNLjGsoKnZQSCuLS64UrB1+f+8QWE88gaO8uk4JscpLvZwxYT&#10;bUfO6V74SoQQdgkqqL3vEyldWZNBt7Q9ceAudjDoAxwqqQccQ7jp5CqKYmmw4dBQY09vNZVtcTMK&#10;4gtn2cfKnKbrWb/nXXxs/fNaqcV8et2A8DT5f/Gf+6DD/Bh+fwkH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//E8MAAADbAAAADwAAAAAAAAAAAAAAAACYAgAAZHJzL2Rv&#10;d25yZXYueG1sUEsFBgAAAAAEAAQA9QAAAIgDAAAAAA==&#10;" fillcolor="#59a5d9" stroked="f" strokeweight="1pt">
                  <v:fill opacity="22102f"/>
                </v:shape>
                <v:shape id="等腰三角形 18" o:spid="_x0000_s1032" type="#_x0000_t5" style="position:absolute;left:25341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O+sQA&#10;AADbAAAADwAAAGRycy9kb3ducmV2LnhtbESPT2vCQBDF7wW/wzKCt7pRaCrRVUQsVBDEPyDehuyY&#10;RLOzIbvV+O07h0JvM7w37/1mtuhcrR7UhsqzgdEwAUWce1txYeB0/HqfgAoR2WLtmQy8KMBi3nub&#10;YWb9k/f0OMRCSQiHDA2UMTaZ1iEvyWEY+oZYtKtvHUZZ20LbFp8S7mo9TpJUO6xYGkpsaFVSfj/8&#10;OAPplXe77didu9vFrvd1urnHzw9jBv1uOQUVqYv/5r/rbyv4Aiu/yAB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8zvrEAAAA2wAAAA8AAAAAAAAAAAAAAAAAmAIAAGRycy9k&#10;b3ducmV2LnhtbFBLBQYAAAAABAAEAPUAAACJAwAAAAA=&#10;" fillcolor="#59a5d9" stroked="f" strokeweight="1pt">
                  <v:fill opacity="22102f"/>
                </v:shape>
                <v:shape id="等腰三角形 19" o:spid="_x0000_s1033" type="#_x0000_t5" style="position:absolute;left:11083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BrYcMA&#10;AADbAAAADwAAAGRycy9kb3ducmV2LnhtbERPTWvCQBC9F/oflhF6qxuFRpu6hiIWWihIYkG8Ddkx&#10;SZOdDdmtif/eLQje5vE+Z5WOphVn6l1tWcFsGoEgLqyuuVTws/94XoJwHllja5kUXMhBun58WGGi&#10;7cAZnXNfihDCLkEFlfddIqUrKjLoprYjDtzJ9gZ9gH0pdY9DCDetnEdRLA3WHBoq7GhTUdHkf0ZB&#10;fOLd7ntuDuPvUW+zNv5q/OJFqafJ+P4GwtPo7+Kb+1OH+a/w/0s4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BrYcMAAADbAAAADwAAAAAAAAAAAAAAAACYAgAAZHJzL2Rv&#10;d25yZXYueG1sUEsFBgAAAAAEAAQA9QAAAIgDAAAAAA==&#10;" fillcolor="#59a5d9" stroked="f" strokeweight="1pt">
                  <v:fill opacity="22102f"/>
                </v:shape>
                <v:shape id="等腰三角形 20" o:spid="_x0000_s1034" type="#_x0000_t5" style="position:absolute;left:18413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YIQcIA&#10;AADbAAAADwAAAGRycy9kb3ducmV2LnhtbERPy2rCQBTdC/7DcIXudNJA0xIzCUUstFAQtVC6u2Ru&#10;HiZzJ2SmMf17ZyF0eTjvrJhNLyYaXWtZweMmAkFcWt1yreDr/LZ+AeE8ssbeMin4IwdFvlxkmGp7&#10;5SNNJ1+LEMIuRQWN90MqpSsbMug2diAOXGVHgz7AsZZ6xGsIN72MoyiRBlsODQ0OtGuo7E6/RkFS&#10;8eHwGZvv+fKj98c++ej885NSD6v5dQvC0+z/xXf3u1YQh/XhS/gB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ghBwgAAANsAAAAPAAAAAAAAAAAAAAAAAJgCAABkcnMvZG93&#10;bnJldi54bWxQSwUGAAAAAAQABAD1AAAAhwMAAAAA&#10;" fillcolor="#59a5d9" stroked="f" strokeweight="1pt">
                  <v:fill opacity="22102f"/>
                </v:shape>
                <v:shape id="等腰三角形 22" o:spid="_x0000_s1035" type="#_x0000_t5" style="position:absolute;left:4912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zrcIA&#10;AADbAAAADwAAAGRycy9kb3ducmV2LnhtbESPQYvCMBSE7wv+h/AEb2tqwSrVKCIKCguiK4i3R/Ns&#10;q81LaaJ2/70RhD0OM/MNM523phIPalxpWcGgH4EgzqwuOVdw/F1/j0E4j6yxskwK/sjBfNb5mmKq&#10;7ZP39Dj4XAQIuxQVFN7XqZQuK8ig69uaOHgX2xj0QTa51A0+A9xUMo6iRBosOSwUWNOyoOx2uBsF&#10;yYV3u5/YnNrrWa/2VbK9+dFQqV63XUxAeGr9f/jT3mgFcQzv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DOtwgAAANsAAAAPAAAAAAAAAAAAAAAAAJgCAABkcnMvZG93&#10;bnJldi54bWxQSwUGAAAAAAQABAD1AAAAhwMAAAAA&#10;" fillcolor="#59a5d9" stroked="f" strokeweight="1pt">
                  <v:fill opacity="22102f"/>
                </v:shape>
                <v:shape id="等腰三角形 25" o:spid="_x0000_s1036" type="#_x0000_t5" style="position:absolute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r2cQA&#10;AADbAAAADwAAAGRycy9kb3ducmV2LnhtbESPQWvCQBSE7wX/w/IEb3VjwFhSVynSQoVCMBWkt0f2&#10;maRm34bsNkn/vSsIHoeZ+YZZb0fTiJ46V1tWsJhHIIgLq2suFRy/P55fQDiPrLGxTAr+ycF2M3la&#10;Y6rtwAfqc1+KAGGXooLK+zaV0hUVGXRz2xIH72w7gz7IrpS6wyHATSPjKEqkwZrDQoUt7SoqLvmf&#10;UZCcOcu+YnMaf3/0+6FJ9he/Wio1m45vryA8jf4Rvrc/tYJ4Cbcv4Qf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Rq9nEAAAA2wAAAA8AAAAAAAAAAAAAAAAAmAIAAGRycy9k&#10;b3ducmV2LnhtbFBLBQYAAAAABAAEAPUAAACJAwAAAAA=&#10;" fillcolor="#59a5d9" stroked="f" strokeweight="1pt">
                  <v:fill opacity="22102f"/>
                </v:shape>
                <v:shape id="等腰三角形 26" o:spid="_x0000_s1037" type="#_x0000_t5" style="position:absolute;left:54876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M1rsIA&#10;AADbAAAADwAAAGRycy9kb3ducmV2LnhtbESPQYvCMBSE74L/ITzBm6YW7Eo1iogLCoLoCuLt0Tzb&#10;avNSmqzWf2+EhT0OM/MNM1u0phIPalxpWcFoGIEgzqwuOVdw+vkeTEA4j6yxskwKXuRgMe92Zphq&#10;++QDPY4+FwHCLkUFhfd1KqXLCjLohrYmDt7VNgZ9kE0udYPPADeVjKMokQZLDgsF1rQqKLsff42C&#10;5Mr7/S425/Z20etDlWzv/musVL/XLqcgPLX+P/zX3mgFcQKfL+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QzWuwgAAANsAAAAPAAAAAAAAAAAAAAAAAJgCAABkcnMvZG93&#10;bnJldi54bWxQSwUGAAAAAAQABAD1AAAAhwMAAAAA&#10;" fillcolor="#59a5d9" stroked="f" strokeweight="1pt">
                  <v:fill opacity="22102f"/>
                </v:shape>
                <v:shape id="等腰三角形 27" o:spid="_x0000_s1038" type="#_x0000_t5" style="position:absolute;left:78885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+QNcMA&#10;AADbAAAADwAAAGRycy9kb3ducmV2LnhtbESP3YrCMBSE74V9h3AE7zS1YJWuUZZFQUEQf0D27tAc&#10;267NSWmi1rc3guDlMDPfMNN5aypxo8aVlhUMBxEI4szqknMFx8OyPwHhPLLGyjIpeJCD+eyrM8VU&#10;2zvv6Lb3uQgQdikqKLyvUyldVpBBN7A1cfDOtjHog2xyqRu8B7ipZBxFiTRYclgosKbfgrLL/moU&#10;JGfebjexObX/f3qxq5L1xY9HSvW67c83CE+t/4Tf7ZVWEI/h9SX8AD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+QNcMAAADbAAAADwAAAAAAAAAAAAAAAACYAgAAZHJzL2Rv&#10;d25yZXYueG1sUEsFBgAAAAAEAAQA9QAAAIgDAAAAAA==&#10;" fillcolor="#59a5d9" stroked="f" strokeweight="1pt">
                  <v:fill opacity="22102f"/>
                </v:shape>
                <v:shape id="等腰三角形 28" o:spid="_x0000_s1039" type="#_x0000_t5" style="position:absolute;left:62027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AER8IA&#10;AADbAAAADwAAAGRycy9kb3ducmV2LnhtbERPy2rCQBTdC/7DcIXudNJA0xIzCUUstFAQtVC6u2Ru&#10;HiZzJ2SmMf17ZyF0eTjvrJhNLyYaXWtZweMmAkFcWt1yreDr/LZ+AeE8ssbeMin4IwdFvlxkmGp7&#10;5SNNJ1+LEMIuRQWN90MqpSsbMug2diAOXGVHgz7AsZZ6xGsIN72MoyiRBlsODQ0OtGuo7E6/RkFS&#10;8eHwGZvv+fKj98c++ej885NSD6v5dQvC0+z/xXf3u1YQh7HhS/gB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ARHwgAAANsAAAAPAAAAAAAAAAAAAAAAAJgCAABkcnMvZG93&#10;bnJldi54bWxQSwUGAAAAAAQABAD1AAAAhwMAAAAA&#10;" fillcolor="#59a5d9" stroked="f" strokeweight="1pt">
                  <v:fill opacity="22102f"/>
                </v:shape>
                <v:shape id="等腰三角形 29" o:spid="_x0000_s1040" type="#_x0000_t5" style="position:absolute;left:93524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yh3MUA&#10;AADbAAAADwAAAGRycy9kb3ducmV2LnhtbESPQWvCQBSE7wX/w/KE3urGgKmmriKlQguCRIXS2yP7&#10;TFKzb8Pu1qT/visUPA4z8w2zXA+mFVdyvrGsYDpJQBCXVjdcKTgdt09zED4ga2wtk4Jf8rBejR6W&#10;mGvbc0HXQ6hEhLDPUUEdQpdL6cuaDPqJ7Yijd7bOYIjSVVI77CPctDJNkkwabDgu1NjRa03l5fBj&#10;FGRn3u93qfkcvr/0W9FmH5fwPFPqcTxsXkAEGsI9/N9+1wrSB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3KHcxQAAANsAAAAPAAAAAAAAAAAAAAAAAJgCAABkcnMv&#10;ZG93bnJldi54bWxQSwUGAAAAAAQABAD1AAAAigMAAAAA&#10;" fillcolor="#59a5d9" stroked="f" strokeweight="1pt">
                  <v:fill opacity="22102f"/>
                </v:shape>
                <v:shape id="等腰三角形 30" o:spid="_x0000_s1041" type="#_x0000_t5" style="position:absolute;left:42270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+enMEA&#10;AADbAAAADwAAAGRycy9kb3ducmV2LnhtbERPy4rCMBTdC/MP4Q6403QUq3QaZRgUFATxATK7S3P7&#10;GJub0kStf28WgsvDeaeLztTiRq2rLCv4GkYgiDOrKy4UnI6rwQyE88gaa8uk4EEOFvOPXoqJtnfe&#10;0+3gCxFC2CWooPS+SaR0WUkG3dA2xIHLbWvQB9gWUrd4D+GmlqMoiqXBikNDiQ39lpRdDlejIM55&#10;t9uOzLn7/9PLfR1vLn46Uar/2f18g/DU+bf45V5rBeOwP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/npzBAAAA2wAAAA8AAAAAAAAAAAAAAAAAmAIAAGRycy9kb3du&#10;cmV2LnhtbFBLBQYAAAAABAAEAPUAAACGAwAAAAA=&#10;" fillcolor="#59a5d9" stroked="f" strokeweight="1pt">
                  <v:fill opacity="22102f"/>
                </v:shape>
                <w10:wrap anchorx="margin"/>
              </v:group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r>
        <w:rPr>
          <w:rFonts w:ascii="Arial" w:eastAsia="微软雅黑" w:hAnsi="Arial"/>
          <w:noProof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4E6BF4" wp14:editId="689050BF">
                <wp:simplePos x="0" y="0"/>
                <wp:positionH relativeFrom="margin">
                  <wp:posOffset>1152525</wp:posOffset>
                </wp:positionH>
                <wp:positionV relativeFrom="page">
                  <wp:posOffset>2118360</wp:posOffset>
                </wp:positionV>
                <wp:extent cx="3413760" cy="655320"/>
                <wp:effectExtent l="0" t="0" r="0" b="0"/>
                <wp:wrapNone/>
                <wp:docPr id="2154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3760" cy="655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E81369" w:rsidRDefault="00E81369" w:rsidP="00E81369">
                            <w:pPr>
                              <w:adjustRightInd w:val="0"/>
                              <w:snapToGrid w:val="0"/>
                              <w:spacing w:line="276" w:lineRule="auto"/>
                              <w:jc w:val="distribute"/>
                              <w:rPr>
                                <w:rFonts w:ascii="华文隶书" w:eastAsia="华文隶书" w:hAnsi="Calibri Light"/>
                                <w:color w:val="2B7FB9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华文隶书" w:eastAsia="华文隶书" w:hAnsi="Calibri Light" w:hint="eastAsia"/>
                                <w:color w:val="2B7FB9"/>
                                <w:sz w:val="60"/>
                                <w:szCs w:val="60"/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4E6BF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90.75pt;margin-top:166.8pt;width:268.8pt;height:51.6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" filled="f" stroked="f">
                <v:textbox>
                  <w:txbxContent>
                    <w:p w:rsidR="00E81369" w:rsidRDefault="00E81369" w:rsidP="00E81369">
                      <w:pPr>
                        <w:adjustRightInd w:val="0"/>
                        <w:snapToGrid w:val="0"/>
                        <w:spacing w:line="276" w:lineRule="auto"/>
                        <w:jc w:val="distribute"/>
                        <w:rPr>
                          <w:rFonts w:ascii="华文隶书" w:eastAsia="华文隶书" w:hAnsi="Calibri Light"/>
                          <w:color w:val="2B7FB9"/>
                          <w:sz w:val="60"/>
                          <w:szCs w:val="60"/>
                        </w:rPr>
                      </w:pPr>
                      <w:r>
                        <w:rPr>
                          <w:rFonts w:ascii="华文隶书" w:eastAsia="华文隶书" w:hAnsi="Calibri Light" w:hint="eastAsia"/>
                          <w:color w:val="2B7FB9"/>
                          <w:sz w:val="60"/>
                          <w:szCs w:val="60"/>
                        </w:rPr>
                        <w:t>Personal Resume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37698D1" wp14:editId="77D12CD7">
                <wp:simplePos x="0" y="0"/>
                <wp:positionH relativeFrom="column">
                  <wp:posOffset>-274320</wp:posOffset>
                </wp:positionH>
                <wp:positionV relativeFrom="paragraph">
                  <wp:posOffset>121920</wp:posOffset>
                </wp:positionV>
                <wp:extent cx="5807075" cy="1396365"/>
                <wp:effectExtent l="0" t="0" r="3175" b="0"/>
                <wp:wrapNone/>
                <wp:docPr id="7187" name="组合 7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6817" cy="1396365"/>
                          <a:chOff x="0" y="0"/>
                          <a:chExt cx="5806817" cy="1396365"/>
                        </a:xfrm>
                      </wpg:grpSpPr>
                      <wpg:grpSp>
                        <wpg:cNvPr id="7181" name="组合 1"/>
                        <wpg:cNvGrpSpPr/>
                        <wpg:grpSpPr>
                          <a:xfrm>
                            <a:off x="0" y="91440"/>
                            <a:ext cx="5806817" cy="1304925"/>
                            <a:chOff x="0" y="0"/>
                            <a:chExt cx="5807656" cy="1153025"/>
                          </a:xfrm>
                        </wpg:grpSpPr>
                        <wps:wsp>
                          <wps:cNvPr id="7182" name="矩形 7182"/>
                          <wps:cNvSpPr/>
                          <wps:spPr>
                            <a:xfrm>
                              <a:off x="1090975" y="0"/>
                              <a:ext cx="4716681" cy="1153025"/>
                            </a:xfrm>
                            <a:prstGeom prst="rect">
                              <a:avLst/>
                            </a:prstGeom>
                            <a:solidFill>
                              <a:srgbClr val="2B7FB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83" name="同侧圆角矩形 7183"/>
                          <wps:cNvSpPr/>
                          <wps:spPr>
                            <a:xfrm rot="16200000">
                              <a:off x="-31024" y="31024"/>
                              <a:ext cx="1153024" cy="1090975"/>
                            </a:xfrm>
                            <a:prstGeom prst="round2SameRect">
                              <a:avLst/>
                            </a:prstGeom>
                            <a:solidFill>
                              <a:srgbClr val="CC33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7184" name="组合 7184"/>
                          <wpg:cNvGrpSpPr/>
                          <wpg:grpSpPr>
                            <a:xfrm>
                              <a:off x="171946" y="184322"/>
                              <a:ext cx="777564" cy="784379"/>
                              <a:chOff x="171946" y="184322"/>
                              <a:chExt cx="1992314" cy="2009775"/>
                            </a:xfrm>
                            <a:solidFill>
                              <a:srgbClr val="D2C4B1"/>
                            </a:solidFill>
                          </wpg:grpSpPr>
                          <wps:wsp>
                            <wps:cNvPr id="7185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92656" y="184322"/>
                                <a:ext cx="750888" cy="2009775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7186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946" y="811384"/>
                                <a:ext cx="1992314" cy="757237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vert="horz" wrap="square" lIns="91440" tIns="45720" rIns="91440" bIns="45720" numCol="1" anchor="t" anchorCtr="0" compatLnSpc="1"/>
                          </wps:wsp>
                        </wpg:grpSp>
                      </wpg:grpSp>
                      <wps:wsp>
                        <wps:cNvPr id="13" name="文本框 1"/>
                        <wps:cNvSpPr txBox="1"/>
                        <wps:spPr>
                          <a:xfrm>
                            <a:off x="1386840" y="0"/>
                            <a:ext cx="4008120" cy="13258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1369" w:rsidRDefault="00CE0ECD" w:rsidP="00E81369">
                              <w:pPr>
                                <w:pStyle w:val="a5"/>
                                <w:snapToGrid w:val="0"/>
                                <w:spacing w:before="0" w:beforeAutospacing="0" w:after="0" w:afterAutospacing="0"/>
                                <w:jc w:val="distribute"/>
                                <w:rPr>
                                  <w:rFonts w:ascii="微软雅黑" w:eastAsia="微软雅黑" w:hAnsi="微软雅黑"/>
                                  <w:color w:val="FFFFFF" w:themeColor="background1"/>
                                  <w:sz w:val="124"/>
                                  <w:szCs w:val="1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+mn-cs" w:hint="eastAsia"/>
                                  <w:bCs/>
                                  <w:color w:val="FFFFFF" w:themeColor="background1"/>
                                  <w:kern w:val="24"/>
                                  <w:sz w:val="124"/>
                                  <w:szCs w:val="124"/>
                                </w:rPr>
                                <w:t>个人</w:t>
                              </w:r>
                              <w:r w:rsidR="00E81369">
                                <w:rPr>
                                  <w:rFonts w:ascii="微软雅黑" w:eastAsia="微软雅黑" w:hAnsi="微软雅黑" w:cs="+mn-cs" w:hint="eastAsia"/>
                                  <w:bCs/>
                                  <w:color w:val="FFFFFF" w:themeColor="background1"/>
                                  <w:kern w:val="24"/>
                                  <w:sz w:val="124"/>
                                  <w:szCs w:val="124"/>
                                </w:rPr>
                                <w:t>简历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698D1" id="组合 7187" o:spid="_x0000_s1027" style="position:absolute;left:0;text-align:left;margin-left:-21.6pt;margin-top:9.6pt;width:457.25pt;height:109.95pt;z-index:251669504" coordsize="58068,13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">
                <v:group id="组合 1" o:spid="_x0000_s1028" style="position:absolute;top:914;width:58068;height:13049" coordsize="58076,11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MDodxgAAAN0A&#10;AAAPAAAAAAAAAAAAAAAAAKoCAABkcnMvZG93bnJldi54bWxQSwUGAAAAAAQABAD6AAAAnQMAAAAA&#10;">
                  <v:rect id="矩形 7182" o:spid="_x0000_s1029" style="position:absolute;left:10909;width:47167;height:115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vlscA&#10;AADdAAAADwAAAGRycy9kb3ducmV2LnhtbESPQWvCQBSE7wX/w/IEb3WjlCrRTZBCSxUa0Qri7TX7&#10;msRm34bsVqO/visIPQ4z8w0zTztTixO1rrKsYDSMQBDnVldcKNh9vj5OQTiPrLG2TAou5CBNeg9z&#10;jLU984ZOW1+IAGEXo4LS+yaW0uUlGXRD2xAH79u2Bn2QbSF1i+cAN7UcR9GzNFhxWCixoZeS8p/t&#10;r1HAXxlnH3K9f7s2MsuejqslHlZKDfrdYgbCU+f/w/f2u1YwGU3HcHsTnoB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Tb5bHAAAA3QAAAA8AAAAAAAAAAAAAAAAAmAIAAGRy&#10;cy9kb3ducmV2LnhtbFBLBQYAAAAABAAEAPUAAACMAwAAAAA=&#10;" fillcolor="#2b7fb9" stroked="f" strokeweight="1pt"/>
                  <v:shape id="同侧圆角矩形 7183" o:spid="_x0000_s1030" style="position:absolute;left:-310;top:310;width:11530;height:10909;rotation:-90;visibility:visible;mso-wrap-style:square;v-text-anchor:middle" coordsize="1153024,109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hYg8UA&#10;AADdAAAADwAAAGRycy9kb3ducmV2LnhtbESPQYvCMBSE78L+h/AEb5rqgtZqlEWQVTzp7grens2z&#10;LTYvtYla/70RhD0OM/MNM503phQ3ql1hWUG/F4EgTq0uOFPw+7PsxiCcR9ZYWiYFD3Iwn320ppho&#10;e+ct3XY+EwHCLkEFufdVIqVLczLoerYiDt7J1gZ9kHUmdY33ADelHETRUBosOCzkWNEip/S8uxoF&#10;xeWwOVf7zI5PsTnS6o/Xg8u3Up128zUB4anx/+F3e6UVjPrxJ7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yFiDxQAAAN0AAAAPAAAAAAAAAAAAAAAAAJgCAABkcnMv&#10;ZG93bnJldi54bWxQSwUGAAAAAAQABAD1AAAAigMAAAAA&#10;" path="m181833,l971191,v100424,,181833,81409,181833,181833l1153024,1090975r,l,1090975r,l,181833c,81409,81409,,181833,xe" fillcolor="#c33" stroked="f" strokeweight="1pt">
                    <v:stroke joinstyle="miter"/>
                    <v:path arrowok="t" o:connecttype="custom" o:connectlocs="181833,0;971191,0;1153024,181833;1153024,1090975;1153024,1090975;0,1090975;0,1090975;0,181833;181833,0" o:connectangles="0,0,0,0,0,0,0,0,0"/>
                  </v:shape>
                  <v:group id="组合 7184" o:spid="_x0000_s1031" style="position:absolute;left:1719;top:1843;width:7776;height:7844" coordorigin="1719,1843" coordsize="19923,20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UeZhc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Yxskc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UeZhccAAADd&#10;AAAADwAAAAAAAAAAAAAAAACqAgAAZHJzL2Rvd25yZXYueG1sUEsFBgAAAAAEAAQA+gAAAJ4DAAAA&#10;AA==&#10;">
                    <v:rect id="Rectangle 6" o:spid="_x0000_s1032" style="position:absolute;left:7926;top:1843;width:7509;height:20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+qI8YA&#10;AADdAAAADwAAAGRycy9kb3ducmV2LnhtbESPQWvCQBSE74L/YXmFXqRuLFQluooIpaEIYrSeH9ln&#10;Epp9G7PbJP33riB4HGbmG2a57k0lWmpcaVnBZByBIM6sLjlXcDp+vs1BOI+ssbJMCv7JwXo1HCwx&#10;1rbjA7Wpz0WAsItRQeF9HUvpsoIMurGtiYN3sY1BH2STS91gF+Cmku9RNJUGSw4LBda0LSj7Tf+M&#10;gi7bt+fj7kvuR+fE8jW5btOfb6VeX/rNAoSn3j/Dj3aiFcwm8w+4vw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+qI8YAAADdAAAADwAAAAAAAAAAAAAAAACYAgAAZHJz&#10;L2Rvd25yZXYueG1sUEsFBgAAAAAEAAQA9QAAAIsDAAAAAA==&#10;" filled="f" stroked="f"/>
                    <v:rect id="Rectangle 7" o:spid="_x0000_s1033" style="position:absolute;left:1719;top:8113;width:19923;height:7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00VMYA&#10;AADdAAAADwAAAGRycy9kb3ducmV2LnhtbESPT2vCQBTE7wW/w/IEL0U3erASXUUEaZCCNP45P7LP&#10;JJh9G7PbJH77bqHgcZiZ3zCrTW8q0VLjSssKppMIBHFmdcm5gvNpP16AcB5ZY2WZFDzJwWY9eFth&#10;rG3H39SmPhcBwi5GBYX3dSylywoy6Ca2Jg7ezTYGfZBNLnWDXYCbSs6iaC4NlhwWCqxpV1B2T3+M&#10;gi47ttfT16c8vl8Ty4/ksUsvB6VGw367BOGp96/wfzvRCj6mizn8vQ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00VMYAAADdAAAADwAAAAAAAAAAAAAAAACYAgAAZHJz&#10;L2Rvd25yZXYueG1sUEsFBgAAAAAEAAQA9QAAAIsDAAAAAA==&#10;" filled="f" stroked="f"/>
                  </v:group>
                </v:group>
                <v:shape id="文本框 1" o:spid="_x0000_s1034" type="#_x0000_t202" style="position:absolute;left:13868;width:40081;height:1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E81369" w:rsidRDefault="00CE0ECD" w:rsidP="00E81369">
                        <w:pPr>
                          <w:pStyle w:val="a5"/>
                          <w:snapToGrid w:val="0"/>
                          <w:spacing w:before="0" w:beforeAutospacing="0" w:after="0" w:afterAutospacing="0"/>
                          <w:jc w:val="distribute"/>
                          <w:rPr>
                            <w:rFonts w:ascii="微软雅黑" w:eastAsia="微软雅黑" w:hAnsi="微软雅黑"/>
                            <w:color w:val="FFFFFF" w:themeColor="background1"/>
                            <w:sz w:val="124"/>
                            <w:szCs w:val="124"/>
                          </w:rPr>
                        </w:pPr>
                        <w:r>
                          <w:rPr>
                            <w:rFonts w:ascii="微软雅黑" w:eastAsia="微软雅黑" w:hAnsi="微软雅黑" w:cs="+mn-cs" w:hint="eastAsia"/>
                            <w:bCs/>
                            <w:color w:val="FFFFFF" w:themeColor="background1"/>
                            <w:kern w:val="24"/>
                            <w:sz w:val="124"/>
                            <w:szCs w:val="124"/>
                          </w:rPr>
                          <w:t>个人</w:t>
                        </w:r>
                        <w:r w:rsidR="00E81369">
                          <w:rPr>
                            <w:rFonts w:ascii="微软雅黑" w:eastAsia="微软雅黑" w:hAnsi="微软雅黑" w:cs="+mn-cs" w:hint="eastAsia"/>
                            <w:bCs/>
                            <w:color w:val="FFFFFF" w:themeColor="background1"/>
                            <w:kern w:val="24"/>
                            <w:sz w:val="124"/>
                            <w:szCs w:val="124"/>
                          </w:rPr>
                          <w:t>简历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7C69C7" w:rsidP="00E8136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118586</wp:posOffset>
                </wp:positionV>
                <wp:extent cx="4291918" cy="2312035"/>
                <wp:effectExtent l="0" t="0" r="0" b="0"/>
                <wp:wrapNone/>
                <wp:docPr id="7190" name="文本框 7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1918" cy="2312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1369" w:rsidRDefault="00E81369" w:rsidP="00E81369">
                            <w:pPr>
                              <w:snapToGrid w:val="0"/>
                              <w:spacing w:line="360" w:lineRule="auto"/>
                              <w:rPr>
                                <w:rFonts w:ascii="微软雅黑" w:eastAsia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/>
                                <w:sz w:val="28"/>
                                <w:szCs w:val="28"/>
                              </w:rPr>
                              <w:t>姓    名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spacing w:line="360" w:lineRule="auto"/>
                              <w:rPr>
                                <w:rFonts w:ascii="微软雅黑" w:eastAsia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/>
                                <w:sz w:val="28"/>
                                <w:szCs w:val="28"/>
                              </w:rPr>
                              <w:t xml:space="preserve">毕业学院： 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spacing w:line="360" w:lineRule="auto"/>
                              <w:rPr>
                                <w:rFonts w:ascii="微软雅黑" w:eastAsia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/>
                                <w:sz w:val="28"/>
                                <w:szCs w:val="28"/>
                              </w:rPr>
                              <w:t xml:space="preserve">所学专业： 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spacing w:line="360" w:lineRule="auto"/>
                              <w:rPr>
                                <w:rFonts w:ascii="微软雅黑" w:eastAsia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/>
                                <w:sz w:val="28"/>
                                <w:szCs w:val="28"/>
                              </w:rPr>
                              <w:t>联系电话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spacing w:line="360" w:lineRule="auto"/>
                              <w:rPr>
                                <w:rFonts w:ascii="微软雅黑" w:eastAsia="微软雅黑" w:hAnsi="微软雅黑"/>
                                <w:color w:val="59595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/>
                                <w:sz w:val="28"/>
                                <w:szCs w:val="28"/>
                              </w:rPr>
                              <w:t>联系邮箱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190" o:spid="_x0000_s1035" type="#_x0000_t202" style="position:absolute;left:0;text-align:left;margin-left:78.75pt;margin-top:9.35pt;width:337.95pt;height:182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" filled="f" stroked="f" strokeweight=".5pt">
                <v:textbox>
                  <w:txbxContent>
                    <w:p w:rsidR="00E81369" w:rsidRDefault="00E81369" w:rsidP="00E81369">
                      <w:pPr>
                        <w:snapToGrid w:val="0"/>
                        <w:spacing w:line="360" w:lineRule="auto"/>
                        <w:rPr>
                          <w:rFonts w:ascii="微软雅黑" w:eastAsia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/>
                          <w:sz w:val="28"/>
                          <w:szCs w:val="28"/>
                        </w:rPr>
                        <w:t>姓    名</w:t>
                      </w:r>
                      <w:r>
                        <w:rPr>
                          <w:rFonts w:ascii="微软雅黑" w:eastAsia="微软雅黑" w:hAnsi="微软雅黑"/>
                          <w:color w:val="595959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hint="eastAsia"/>
                          <w:color w:val="595959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81369" w:rsidRDefault="00E81369" w:rsidP="00E81369">
                      <w:pPr>
                        <w:snapToGrid w:val="0"/>
                        <w:spacing w:line="360" w:lineRule="auto"/>
                        <w:rPr>
                          <w:rFonts w:ascii="微软雅黑" w:eastAsia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/>
                          <w:sz w:val="28"/>
                          <w:szCs w:val="28"/>
                        </w:rPr>
                        <w:t xml:space="preserve">毕业学院： </w:t>
                      </w:r>
                    </w:p>
                    <w:p w:rsidR="00E81369" w:rsidRDefault="00E81369" w:rsidP="00E81369">
                      <w:pPr>
                        <w:snapToGrid w:val="0"/>
                        <w:spacing w:line="360" w:lineRule="auto"/>
                        <w:rPr>
                          <w:rFonts w:ascii="微软雅黑" w:eastAsia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/>
                          <w:sz w:val="28"/>
                          <w:szCs w:val="28"/>
                        </w:rPr>
                        <w:t xml:space="preserve">所学专业： </w:t>
                      </w:r>
                    </w:p>
                    <w:p w:rsidR="00E81369" w:rsidRDefault="00E81369" w:rsidP="00E81369">
                      <w:pPr>
                        <w:snapToGrid w:val="0"/>
                        <w:spacing w:line="360" w:lineRule="auto"/>
                        <w:rPr>
                          <w:rFonts w:ascii="微软雅黑" w:eastAsia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/>
                          <w:sz w:val="28"/>
                          <w:szCs w:val="28"/>
                        </w:rPr>
                        <w:t>联系电话</w:t>
                      </w:r>
                      <w:r>
                        <w:rPr>
                          <w:rFonts w:ascii="微软雅黑" w:eastAsia="微软雅黑" w:hAnsi="微软雅黑"/>
                          <w:color w:val="595959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hint="eastAsia"/>
                          <w:color w:val="595959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81369" w:rsidRDefault="00E81369" w:rsidP="00E81369">
                      <w:pPr>
                        <w:snapToGrid w:val="0"/>
                        <w:spacing w:line="360" w:lineRule="auto"/>
                        <w:rPr>
                          <w:rFonts w:ascii="微软雅黑" w:eastAsia="微软雅黑" w:hAnsi="微软雅黑"/>
                          <w:color w:val="595959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/>
                          <w:sz w:val="28"/>
                          <w:szCs w:val="28"/>
                        </w:rPr>
                        <w:t>联系邮箱</w:t>
                      </w:r>
                      <w:r>
                        <w:rPr>
                          <w:rFonts w:ascii="微软雅黑" w:eastAsia="微软雅黑" w:hAnsi="微软雅黑"/>
                          <w:color w:val="595959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:rsidR="00E81369" w:rsidRDefault="007C69C7" w:rsidP="00E81369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8890</wp:posOffset>
                </wp:positionV>
                <wp:extent cx="318770" cy="2026285"/>
                <wp:effectExtent l="0" t="0" r="5080" b="0"/>
                <wp:wrapNone/>
                <wp:docPr id="7197" name="组合 7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770" cy="2026285"/>
                          <a:chOff x="0" y="-34506"/>
                          <a:chExt cx="318770" cy="2026898"/>
                        </a:xfrm>
                      </wpg:grpSpPr>
                      <wps:wsp>
                        <wps:cNvPr id="7198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429311"/>
                            <a:ext cx="318770" cy="222885"/>
                          </a:xfrm>
                          <a:custGeom>
                            <a:avLst/>
                            <a:gdLst>
                              <a:gd name="T0" fmla="*/ 255 w 263"/>
                              <a:gd name="T1" fmla="*/ 42 h 184"/>
                              <a:gd name="T2" fmla="*/ 140 w 263"/>
                              <a:gd name="T3" fmla="*/ 2 h 184"/>
                              <a:gd name="T4" fmla="*/ 127 w 263"/>
                              <a:gd name="T5" fmla="*/ 2 h 184"/>
                              <a:gd name="T6" fmla="*/ 11 w 263"/>
                              <a:gd name="T7" fmla="*/ 42 h 184"/>
                              <a:gd name="T8" fmla="*/ 11 w 263"/>
                              <a:gd name="T9" fmla="*/ 51 h 184"/>
                              <a:gd name="T10" fmla="*/ 38 w 263"/>
                              <a:gd name="T11" fmla="*/ 61 h 184"/>
                              <a:gd name="T12" fmla="*/ 25 w 263"/>
                              <a:gd name="T13" fmla="*/ 99 h 184"/>
                              <a:gd name="T14" fmla="*/ 17 w 263"/>
                              <a:gd name="T15" fmla="*/ 111 h 184"/>
                              <a:gd name="T16" fmla="*/ 24 w 263"/>
                              <a:gd name="T17" fmla="*/ 122 h 184"/>
                              <a:gd name="T18" fmla="*/ 0 w 263"/>
                              <a:gd name="T19" fmla="*/ 173 h 184"/>
                              <a:gd name="T20" fmla="*/ 19 w 263"/>
                              <a:gd name="T21" fmla="*/ 184 h 184"/>
                              <a:gd name="T22" fmla="*/ 37 w 263"/>
                              <a:gd name="T23" fmla="*/ 121 h 184"/>
                              <a:gd name="T24" fmla="*/ 42 w 263"/>
                              <a:gd name="T25" fmla="*/ 111 h 184"/>
                              <a:gd name="T26" fmla="*/ 36 w 263"/>
                              <a:gd name="T27" fmla="*/ 100 h 184"/>
                              <a:gd name="T28" fmla="*/ 50 w 263"/>
                              <a:gd name="T29" fmla="*/ 66 h 184"/>
                              <a:gd name="T30" fmla="*/ 51 w 263"/>
                              <a:gd name="T31" fmla="*/ 65 h 184"/>
                              <a:gd name="T32" fmla="*/ 131 w 263"/>
                              <a:gd name="T33" fmla="*/ 33 h 184"/>
                              <a:gd name="T34" fmla="*/ 138 w 263"/>
                              <a:gd name="T35" fmla="*/ 36 h 184"/>
                              <a:gd name="T36" fmla="*/ 138 w 263"/>
                              <a:gd name="T37" fmla="*/ 36 h 184"/>
                              <a:gd name="T38" fmla="*/ 135 w 263"/>
                              <a:gd name="T39" fmla="*/ 44 h 184"/>
                              <a:gd name="T40" fmla="*/ 68 w 263"/>
                              <a:gd name="T41" fmla="*/ 71 h 184"/>
                              <a:gd name="T42" fmla="*/ 128 w 263"/>
                              <a:gd name="T43" fmla="*/ 91 h 184"/>
                              <a:gd name="T44" fmla="*/ 141 w 263"/>
                              <a:gd name="T45" fmla="*/ 91 h 184"/>
                              <a:gd name="T46" fmla="*/ 256 w 263"/>
                              <a:gd name="T47" fmla="*/ 52 h 184"/>
                              <a:gd name="T48" fmla="*/ 255 w 263"/>
                              <a:gd name="T49" fmla="*/ 42 h 184"/>
                              <a:gd name="T50" fmla="*/ 255 w 263"/>
                              <a:gd name="T51" fmla="*/ 42 h 184"/>
                              <a:gd name="T52" fmla="*/ 128 w 263"/>
                              <a:gd name="T53" fmla="*/ 106 h 184"/>
                              <a:gd name="T54" fmla="*/ 55 w 263"/>
                              <a:gd name="T55" fmla="*/ 82 h 184"/>
                              <a:gd name="T56" fmla="*/ 55 w 263"/>
                              <a:gd name="T57" fmla="*/ 100 h 184"/>
                              <a:gd name="T58" fmla="*/ 61 w 263"/>
                              <a:gd name="T59" fmla="*/ 114 h 184"/>
                              <a:gd name="T60" fmla="*/ 56 w 263"/>
                              <a:gd name="T61" fmla="*/ 127 h 184"/>
                              <a:gd name="T62" fmla="*/ 61 w 263"/>
                              <a:gd name="T63" fmla="*/ 134 h 184"/>
                              <a:gd name="T64" fmla="*/ 209 w 263"/>
                              <a:gd name="T65" fmla="*/ 131 h 184"/>
                              <a:gd name="T66" fmla="*/ 215 w 263"/>
                              <a:gd name="T67" fmla="*/ 121 h 184"/>
                              <a:gd name="T68" fmla="*/ 215 w 263"/>
                              <a:gd name="T69" fmla="*/ 81 h 184"/>
                              <a:gd name="T70" fmla="*/ 141 w 263"/>
                              <a:gd name="T71" fmla="*/ 106 h 184"/>
                              <a:gd name="T72" fmla="*/ 128 w 263"/>
                              <a:gd name="T73" fmla="*/ 106 h 184"/>
                              <a:gd name="T74" fmla="*/ 128 w 263"/>
                              <a:gd name="T75" fmla="*/ 106 h 184"/>
                              <a:gd name="T76" fmla="*/ 128 w 263"/>
                              <a:gd name="T77" fmla="*/ 106 h 184"/>
                              <a:gd name="T78" fmla="*/ 128 w 263"/>
                              <a:gd name="T79" fmla="*/ 106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7199" name="Freeform 38"/>
                        <wps:cNvSpPr>
                          <a:spLocks noChangeAspect="1" noEditPoints="1"/>
                        </wps:cNvSpPr>
                        <wps:spPr bwMode="auto">
                          <a:xfrm>
                            <a:off x="34506" y="-34506"/>
                            <a:ext cx="210820" cy="222885"/>
                          </a:xfrm>
                          <a:custGeom>
                            <a:avLst/>
                            <a:gdLst>
                              <a:gd name="T0" fmla="*/ 2147483646 w 328"/>
                              <a:gd name="T1" fmla="*/ 2147483646 h 347"/>
                              <a:gd name="T2" fmla="*/ 2147483646 w 328"/>
                              <a:gd name="T3" fmla="*/ 0 h 347"/>
                              <a:gd name="T4" fmla="*/ 2147483646 w 328"/>
                              <a:gd name="T5" fmla="*/ 2147483646 h 347"/>
                              <a:gd name="T6" fmla="*/ 2147483646 w 328"/>
                              <a:gd name="T7" fmla="*/ 2147483646 h 347"/>
                              <a:gd name="T8" fmla="*/ 0 w 328"/>
                              <a:gd name="T9" fmla="*/ 2147483646 h 347"/>
                              <a:gd name="T10" fmla="*/ 2147483646 w 328"/>
                              <a:gd name="T11" fmla="*/ 2147483646 h 347"/>
                              <a:gd name="T12" fmla="*/ 2147483646 w 328"/>
                              <a:gd name="T13" fmla="*/ 2147483646 h 347"/>
                              <a:gd name="T14" fmla="*/ 2147483646 w 328"/>
                              <a:gd name="T15" fmla="*/ 2147483646 h 347"/>
                              <a:gd name="T16" fmla="*/ 2147483646 w 328"/>
                              <a:gd name="T17" fmla="*/ 2147483646 h 347"/>
                              <a:gd name="T18" fmla="*/ 2147483646 w 328"/>
                              <a:gd name="T19" fmla="*/ 2147483646 h 347"/>
                              <a:gd name="T20" fmla="*/ 2147483646 w 328"/>
                              <a:gd name="T21" fmla="*/ 2147483646 h 347"/>
                              <a:gd name="T22" fmla="*/ 2147483646 w 328"/>
                              <a:gd name="T23" fmla="*/ 2147483646 h 347"/>
                              <a:gd name="T24" fmla="*/ 2147483646 w 328"/>
                              <a:gd name="T25" fmla="*/ 2147483646 h 347"/>
                              <a:gd name="T26" fmla="*/ 2147483646 w 328"/>
                              <a:gd name="T27" fmla="*/ 2147483646 h 347"/>
                              <a:gd name="T28" fmla="*/ 2147483646 w 328"/>
                              <a:gd name="T29" fmla="*/ 2147483646 h 347"/>
                              <a:gd name="T30" fmla="*/ 2147483646 w 328"/>
                              <a:gd name="T31" fmla="*/ 2147483646 h 347"/>
                              <a:gd name="T32" fmla="*/ 2147483646 w 328"/>
                              <a:gd name="T33" fmla="*/ 2147483646 h 347"/>
                              <a:gd name="T34" fmla="*/ 2147483646 w 328"/>
                              <a:gd name="T35" fmla="*/ 2147483646 h 347"/>
                              <a:gd name="T36" fmla="*/ 2147483646 w 328"/>
                              <a:gd name="T37" fmla="*/ 2147483646 h 347"/>
                              <a:gd name="T38" fmla="*/ 2147483646 w 328"/>
                              <a:gd name="T39" fmla="*/ 2147483646 h 347"/>
                              <a:gd name="T40" fmla="*/ 2147483646 w 328"/>
                              <a:gd name="T41" fmla="*/ 2147483646 h 347"/>
                              <a:gd name="T42" fmla="*/ 2147483646 w 328"/>
                              <a:gd name="T43" fmla="*/ 2147483646 h 347"/>
                              <a:gd name="T44" fmla="*/ 2147483646 w 328"/>
                              <a:gd name="T45" fmla="*/ 2147483646 h 347"/>
                              <a:gd name="T46" fmla="*/ 2147483646 w 328"/>
                              <a:gd name="T47" fmla="*/ 2147483646 h 347"/>
                              <a:gd name="T48" fmla="*/ 2147483646 w 328"/>
                              <a:gd name="T49" fmla="*/ 2147483646 h 347"/>
                              <a:gd name="T50" fmla="*/ 2147483646 w 328"/>
                              <a:gd name="T51" fmla="*/ 2147483646 h 347"/>
                              <a:gd name="T52" fmla="*/ 2147483646 w 328"/>
                              <a:gd name="T53" fmla="*/ 2147483646 h 347"/>
                              <a:gd name="T54" fmla="*/ 2147483646 w 328"/>
                              <a:gd name="T55" fmla="*/ 2147483646 h 347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328" h="347">
                                <a:moveTo>
                                  <a:pt x="285" y="119"/>
                                </a:moveTo>
                                <a:cubicBezTo>
                                  <a:pt x="285" y="53"/>
                                  <a:pt x="231" y="0"/>
                                  <a:pt x="164" y="0"/>
                                </a:cubicBezTo>
                                <a:cubicBezTo>
                                  <a:pt x="98" y="0"/>
                                  <a:pt x="44" y="53"/>
                                  <a:pt x="44" y="119"/>
                                </a:cubicBezTo>
                                <a:cubicBezTo>
                                  <a:pt x="44" y="157"/>
                                  <a:pt x="62" y="191"/>
                                  <a:pt x="90" y="213"/>
                                </a:cubicBezTo>
                                <a:cubicBezTo>
                                  <a:pt x="39" y="238"/>
                                  <a:pt x="4" y="289"/>
                                  <a:pt x="0" y="347"/>
                                </a:cubicBezTo>
                                <a:cubicBezTo>
                                  <a:pt x="18" y="347"/>
                                  <a:pt x="18" y="347"/>
                                  <a:pt x="18" y="347"/>
                                </a:cubicBezTo>
                                <a:cubicBezTo>
                                  <a:pt x="22" y="292"/>
                                  <a:pt x="58" y="244"/>
                                  <a:pt x="108" y="224"/>
                                </a:cubicBezTo>
                                <a:cubicBezTo>
                                  <a:pt x="123" y="232"/>
                                  <a:pt x="145" y="238"/>
                                  <a:pt x="164" y="238"/>
                                </a:cubicBezTo>
                                <a:cubicBezTo>
                                  <a:pt x="183" y="238"/>
                                  <a:pt x="201" y="234"/>
                                  <a:pt x="216" y="227"/>
                                </a:cubicBezTo>
                                <a:cubicBezTo>
                                  <a:pt x="229" y="219"/>
                                  <a:pt x="229" y="219"/>
                                  <a:pt x="229" y="219"/>
                                </a:cubicBezTo>
                                <a:cubicBezTo>
                                  <a:pt x="239" y="213"/>
                                  <a:pt x="239" y="213"/>
                                  <a:pt x="239" y="213"/>
                                </a:cubicBezTo>
                                <a:cubicBezTo>
                                  <a:pt x="267" y="191"/>
                                  <a:pt x="285" y="157"/>
                                  <a:pt x="285" y="119"/>
                                </a:cubicBezTo>
                                <a:close/>
                                <a:moveTo>
                                  <a:pt x="164" y="219"/>
                                </a:moveTo>
                                <a:cubicBezTo>
                                  <a:pt x="108" y="219"/>
                                  <a:pt x="63" y="174"/>
                                  <a:pt x="63" y="119"/>
                                </a:cubicBezTo>
                                <a:cubicBezTo>
                                  <a:pt x="63" y="64"/>
                                  <a:pt x="108" y="19"/>
                                  <a:pt x="164" y="19"/>
                                </a:cubicBezTo>
                                <a:cubicBezTo>
                                  <a:pt x="220" y="19"/>
                                  <a:pt x="265" y="64"/>
                                  <a:pt x="265" y="119"/>
                                </a:cubicBezTo>
                                <a:cubicBezTo>
                                  <a:pt x="265" y="174"/>
                                  <a:pt x="222" y="219"/>
                                  <a:pt x="164" y="219"/>
                                </a:cubicBezTo>
                                <a:close/>
                                <a:moveTo>
                                  <a:pt x="266" y="230"/>
                                </a:moveTo>
                                <a:cubicBezTo>
                                  <a:pt x="266" y="231"/>
                                  <a:pt x="266" y="231"/>
                                  <a:pt x="266" y="231"/>
                                </a:cubicBezTo>
                                <a:cubicBezTo>
                                  <a:pt x="264" y="229"/>
                                  <a:pt x="262" y="227"/>
                                  <a:pt x="259" y="227"/>
                                </a:cubicBezTo>
                                <a:cubicBezTo>
                                  <a:pt x="253" y="227"/>
                                  <a:pt x="248" y="230"/>
                                  <a:pt x="248" y="236"/>
                                </a:cubicBezTo>
                                <a:cubicBezTo>
                                  <a:pt x="248" y="240"/>
                                  <a:pt x="250" y="244"/>
                                  <a:pt x="254" y="245"/>
                                </a:cubicBezTo>
                                <a:cubicBezTo>
                                  <a:pt x="253" y="245"/>
                                  <a:pt x="253" y="245"/>
                                  <a:pt x="253" y="245"/>
                                </a:cubicBezTo>
                                <a:cubicBezTo>
                                  <a:pt x="286" y="269"/>
                                  <a:pt x="303" y="305"/>
                                  <a:pt x="306" y="347"/>
                                </a:cubicBezTo>
                                <a:cubicBezTo>
                                  <a:pt x="328" y="347"/>
                                  <a:pt x="328" y="347"/>
                                  <a:pt x="328" y="347"/>
                                </a:cubicBezTo>
                                <a:cubicBezTo>
                                  <a:pt x="325" y="300"/>
                                  <a:pt x="302" y="258"/>
                                  <a:pt x="266" y="230"/>
                                </a:cubicBezTo>
                                <a:close/>
                                <a:moveTo>
                                  <a:pt x="266" y="230"/>
                                </a:moveTo>
                                <a:cubicBezTo>
                                  <a:pt x="266" y="230"/>
                                  <a:pt x="266" y="230"/>
                                  <a:pt x="266" y="230"/>
                                </a:cubicBezTo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21543" name="Freeform 137"/>
                        <wps:cNvSpPr>
                          <a:spLocks noChangeAspect="1" noEditPoints="1"/>
                        </wps:cNvSpPr>
                        <wps:spPr bwMode="auto">
                          <a:xfrm>
                            <a:off x="34506" y="886040"/>
                            <a:ext cx="223200" cy="223200"/>
                          </a:xfrm>
                          <a:custGeom>
                            <a:avLst/>
                            <a:gdLst>
                              <a:gd name="T0" fmla="*/ 130 w 140"/>
                              <a:gd name="T1" fmla="*/ 18 h 140"/>
                              <a:gd name="T2" fmla="*/ 130 w 140"/>
                              <a:gd name="T3" fmla="*/ 131 h 140"/>
                              <a:gd name="T4" fmla="*/ 25 w 140"/>
                              <a:gd name="T5" fmla="*/ 131 h 140"/>
                              <a:gd name="T6" fmla="*/ 10 w 140"/>
                              <a:gd name="T7" fmla="*/ 118 h 140"/>
                              <a:gd name="T8" fmla="*/ 25 w 140"/>
                              <a:gd name="T9" fmla="*/ 105 h 140"/>
                              <a:gd name="T10" fmla="*/ 120 w 140"/>
                              <a:gd name="T11" fmla="*/ 105 h 140"/>
                              <a:gd name="T12" fmla="*/ 120 w 140"/>
                              <a:gd name="T13" fmla="*/ 0 h 140"/>
                              <a:gd name="T14" fmla="*/ 20 w 140"/>
                              <a:gd name="T15" fmla="*/ 0 h 140"/>
                              <a:gd name="T16" fmla="*/ 0 w 140"/>
                              <a:gd name="T17" fmla="*/ 18 h 140"/>
                              <a:gd name="T18" fmla="*/ 0 w 140"/>
                              <a:gd name="T19" fmla="*/ 123 h 140"/>
                              <a:gd name="T20" fmla="*/ 20 w 140"/>
                              <a:gd name="T21" fmla="*/ 140 h 140"/>
                              <a:gd name="T22" fmla="*/ 140 w 140"/>
                              <a:gd name="T23" fmla="*/ 140 h 140"/>
                              <a:gd name="T24" fmla="*/ 140 w 140"/>
                              <a:gd name="T25" fmla="*/ 18 h 140"/>
                              <a:gd name="T26" fmla="*/ 130 w 140"/>
                              <a:gd name="T27" fmla="*/ 18 h 140"/>
                              <a:gd name="T28" fmla="*/ 30 w 140"/>
                              <a:gd name="T29" fmla="*/ 114 h 140"/>
                              <a:gd name="T30" fmla="*/ 120 w 140"/>
                              <a:gd name="T31" fmla="*/ 114 h 140"/>
                              <a:gd name="T32" fmla="*/ 120 w 140"/>
                              <a:gd name="T33" fmla="*/ 123 h 140"/>
                              <a:gd name="T34" fmla="*/ 30 w 140"/>
                              <a:gd name="T35" fmla="*/ 123 h 140"/>
                              <a:gd name="T36" fmla="*/ 30 w 140"/>
                              <a:gd name="T37" fmla="*/ 114 h 140"/>
                              <a:gd name="T38" fmla="*/ 30 w 140"/>
                              <a:gd name="T39" fmla="*/ 114 h 140"/>
                              <a:gd name="T40" fmla="*/ 30 w 140"/>
                              <a:gd name="T41" fmla="*/ 114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130" y="18"/>
                                </a:moveTo>
                                <a:cubicBezTo>
                                  <a:pt x="130" y="131"/>
                                  <a:pt x="130" y="131"/>
                                  <a:pt x="130" y="131"/>
                                </a:cubicBezTo>
                                <a:cubicBezTo>
                                  <a:pt x="25" y="131"/>
                                  <a:pt x="25" y="131"/>
                                  <a:pt x="25" y="131"/>
                                </a:cubicBezTo>
                                <a:cubicBezTo>
                                  <a:pt x="16" y="131"/>
                                  <a:pt x="10" y="125"/>
                                  <a:pt x="10" y="118"/>
                                </a:cubicBezTo>
                                <a:cubicBezTo>
                                  <a:pt x="10" y="111"/>
                                  <a:pt x="16" y="105"/>
                                  <a:pt x="25" y="105"/>
                                </a:cubicBezTo>
                                <a:cubicBezTo>
                                  <a:pt x="120" y="105"/>
                                  <a:pt x="120" y="105"/>
                                  <a:pt x="120" y="105"/>
                                </a:cubicBezTo>
                                <a:cubicBezTo>
                                  <a:pt x="120" y="0"/>
                                  <a:pt x="120" y="0"/>
                                  <a:pt x="120" y="0"/>
                                </a:cubicBezTo>
                                <a:cubicBezTo>
                                  <a:pt x="20" y="0"/>
                                  <a:pt x="20" y="0"/>
                                  <a:pt x="20" y="0"/>
                                </a:cubicBezTo>
                                <a:cubicBezTo>
                                  <a:pt x="9" y="0"/>
                                  <a:pt x="0" y="8"/>
                                  <a:pt x="0" y="18"/>
                                </a:cubicBezTo>
                                <a:cubicBezTo>
                                  <a:pt x="0" y="123"/>
                                  <a:pt x="0" y="123"/>
                                  <a:pt x="0" y="123"/>
                                </a:cubicBezTo>
                                <a:cubicBezTo>
                                  <a:pt x="0" y="132"/>
                                  <a:pt x="9" y="140"/>
                                  <a:pt x="20" y="140"/>
                                </a:cubicBezTo>
                                <a:cubicBezTo>
                                  <a:pt x="140" y="140"/>
                                  <a:pt x="140" y="140"/>
                                  <a:pt x="140" y="140"/>
                                </a:cubicBezTo>
                                <a:cubicBezTo>
                                  <a:pt x="140" y="18"/>
                                  <a:pt x="140" y="18"/>
                                  <a:pt x="140" y="18"/>
                                </a:cubicBezTo>
                                <a:cubicBezTo>
                                  <a:pt x="130" y="18"/>
                                  <a:pt x="130" y="18"/>
                                  <a:pt x="130" y="18"/>
                                </a:cubicBezTo>
                                <a:close/>
                                <a:moveTo>
                                  <a:pt x="30" y="114"/>
                                </a:moveTo>
                                <a:cubicBezTo>
                                  <a:pt x="120" y="114"/>
                                  <a:pt x="120" y="114"/>
                                  <a:pt x="120" y="114"/>
                                </a:cubicBezTo>
                                <a:cubicBezTo>
                                  <a:pt x="120" y="123"/>
                                  <a:pt x="120" y="123"/>
                                  <a:pt x="120" y="123"/>
                                </a:cubicBezTo>
                                <a:cubicBezTo>
                                  <a:pt x="30" y="123"/>
                                  <a:pt x="30" y="123"/>
                                  <a:pt x="30" y="123"/>
                                </a:cubicBezTo>
                                <a:cubicBezTo>
                                  <a:pt x="30" y="114"/>
                                  <a:pt x="30" y="114"/>
                                  <a:pt x="30" y="114"/>
                                </a:cubicBezTo>
                                <a:close/>
                                <a:moveTo>
                                  <a:pt x="30" y="114"/>
                                </a:moveTo>
                                <a:cubicBezTo>
                                  <a:pt x="30" y="114"/>
                                  <a:pt x="30" y="114"/>
                                  <a:pt x="30" y="114"/>
                                </a:cubicBezTo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154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7253" y="1343713"/>
                            <a:ext cx="220605" cy="223200"/>
                          </a:xfrm>
                          <a:custGeom>
                            <a:avLst/>
                            <a:gdLst>
                              <a:gd name="T0" fmla="*/ 85 w 108"/>
                              <a:gd name="T1" fmla="*/ 105 h 109"/>
                              <a:gd name="T2" fmla="*/ 93 w 108"/>
                              <a:gd name="T3" fmla="*/ 100 h 109"/>
                              <a:gd name="T4" fmla="*/ 94 w 108"/>
                              <a:gd name="T5" fmla="*/ 99 h 109"/>
                              <a:gd name="T6" fmla="*/ 96 w 108"/>
                              <a:gd name="T7" fmla="*/ 95 h 109"/>
                              <a:gd name="T8" fmla="*/ 94 w 108"/>
                              <a:gd name="T9" fmla="*/ 91 h 109"/>
                              <a:gd name="T10" fmla="*/ 74 w 108"/>
                              <a:gd name="T11" fmla="*/ 77 h 109"/>
                              <a:gd name="T12" fmla="*/ 71 w 108"/>
                              <a:gd name="T13" fmla="*/ 76 h 109"/>
                              <a:gd name="T14" fmla="*/ 67 w 108"/>
                              <a:gd name="T15" fmla="*/ 77 h 109"/>
                              <a:gd name="T16" fmla="*/ 64 w 108"/>
                              <a:gd name="T17" fmla="*/ 81 h 109"/>
                              <a:gd name="T18" fmla="*/ 52 w 108"/>
                              <a:gd name="T19" fmla="*/ 81 h 109"/>
                              <a:gd name="T20" fmla="*/ 30 w 108"/>
                              <a:gd name="T21" fmla="*/ 59 h 109"/>
                              <a:gd name="T22" fmla="*/ 31 w 108"/>
                              <a:gd name="T23" fmla="*/ 49 h 109"/>
                              <a:gd name="T24" fmla="*/ 34 w 108"/>
                              <a:gd name="T25" fmla="*/ 46 h 109"/>
                              <a:gd name="T26" fmla="*/ 36 w 108"/>
                              <a:gd name="T27" fmla="*/ 42 h 109"/>
                              <a:gd name="T28" fmla="*/ 35 w 108"/>
                              <a:gd name="T29" fmla="*/ 39 h 109"/>
                              <a:gd name="T30" fmla="*/ 18 w 108"/>
                              <a:gd name="T31" fmla="*/ 15 h 109"/>
                              <a:gd name="T32" fmla="*/ 14 w 108"/>
                              <a:gd name="T33" fmla="*/ 13 h 109"/>
                              <a:gd name="T34" fmla="*/ 10 w 108"/>
                              <a:gd name="T35" fmla="*/ 15 h 109"/>
                              <a:gd name="T36" fmla="*/ 9 w 108"/>
                              <a:gd name="T37" fmla="*/ 15 h 109"/>
                              <a:gd name="T38" fmla="*/ 0 w 108"/>
                              <a:gd name="T39" fmla="*/ 37 h 109"/>
                              <a:gd name="T40" fmla="*/ 72 w 108"/>
                              <a:gd name="T41" fmla="*/ 109 h 109"/>
                              <a:gd name="T42" fmla="*/ 73 w 108"/>
                              <a:gd name="T43" fmla="*/ 109 h 109"/>
                              <a:gd name="T44" fmla="*/ 85 w 108"/>
                              <a:gd name="T45" fmla="*/ 105 h 109"/>
                              <a:gd name="T46" fmla="*/ 85 w 108"/>
                              <a:gd name="T47" fmla="*/ 105 h 109"/>
                              <a:gd name="T48" fmla="*/ 80 w 108"/>
                              <a:gd name="T49" fmla="*/ 0 h 109"/>
                              <a:gd name="T50" fmla="*/ 52 w 108"/>
                              <a:gd name="T51" fmla="*/ 24 h 109"/>
                              <a:gd name="T52" fmla="*/ 63 w 108"/>
                              <a:gd name="T53" fmla="*/ 43 h 109"/>
                              <a:gd name="T54" fmla="*/ 59 w 108"/>
                              <a:gd name="T55" fmla="*/ 57 h 109"/>
                              <a:gd name="T56" fmla="*/ 73 w 108"/>
                              <a:gd name="T57" fmla="*/ 47 h 109"/>
                              <a:gd name="T58" fmla="*/ 80 w 108"/>
                              <a:gd name="T59" fmla="*/ 48 h 109"/>
                              <a:gd name="T60" fmla="*/ 108 w 108"/>
                              <a:gd name="T61" fmla="*/ 24 h 109"/>
                              <a:gd name="T62" fmla="*/ 80 w 108"/>
                              <a:gd name="T63" fmla="*/ 0 h 109"/>
                              <a:gd name="T64" fmla="*/ 80 w 108"/>
                              <a:gd name="T65" fmla="*/ 0 h 109"/>
                              <a:gd name="T66" fmla="*/ 68 w 108"/>
                              <a:gd name="T67" fmla="*/ 17 h 109"/>
                              <a:gd name="T68" fmla="*/ 72 w 108"/>
                              <a:gd name="T69" fmla="*/ 22 h 109"/>
                              <a:gd name="T70" fmla="*/ 68 w 108"/>
                              <a:gd name="T71" fmla="*/ 26 h 109"/>
                              <a:gd name="T72" fmla="*/ 64 w 108"/>
                              <a:gd name="T73" fmla="*/ 22 h 109"/>
                              <a:gd name="T74" fmla="*/ 68 w 108"/>
                              <a:gd name="T75" fmla="*/ 17 h 109"/>
                              <a:gd name="T76" fmla="*/ 68 w 108"/>
                              <a:gd name="T77" fmla="*/ 17 h 109"/>
                              <a:gd name="T78" fmla="*/ 80 w 108"/>
                              <a:gd name="T79" fmla="*/ 26 h 109"/>
                              <a:gd name="T80" fmla="*/ 76 w 108"/>
                              <a:gd name="T81" fmla="*/ 22 h 109"/>
                              <a:gd name="T82" fmla="*/ 80 w 108"/>
                              <a:gd name="T83" fmla="*/ 17 h 109"/>
                              <a:gd name="T84" fmla="*/ 84 w 108"/>
                              <a:gd name="T85" fmla="*/ 22 h 109"/>
                              <a:gd name="T86" fmla="*/ 80 w 108"/>
                              <a:gd name="T87" fmla="*/ 26 h 109"/>
                              <a:gd name="T88" fmla="*/ 80 w 108"/>
                              <a:gd name="T89" fmla="*/ 26 h 109"/>
                              <a:gd name="T90" fmla="*/ 92 w 108"/>
                              <a:gd name="T91" fmla="*/ 26 h 109"/>
                              <a:gd name="T92" fmla="*/ 88 w 108"/>
                              <a:gd name="T93" fmla="*/ 22 h 109"/>
                              <a:gd name="T94" fmla="*/ 92 w 108"/>
                              <a:gd name="T95" fmla="*/ 17 h 109"/>
                              <a:gd name="T96" fmla="*/ 96 w 108"/>
                              <a:gd name="T97" fmla="*/ 22 h 109"/>
                              <a:gd name="T98" fmla="*/ 92 w 108"/>
                              <a:gd name="T99" fmla="*/ 26 h 109"/>
                              <a:gd name="T100" fmla="*/ 92 w 108"/>
                              <a:gd name="T101" fmla="*/ 26 h 109"/>
                              <a:gd name="T102" fmla="*/ 92 w 108"/>
                              <a:gd name="T103" fmla="*/ 26 h 109"/>
                              <a:gd name="T104" fmla="*/ 92 w 108"/>
                              <a:gd name="T105" fmla="*/ 26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08" h="109">
                                <a:moveTo>
                                  <a:pt x="85" y="105"/>
                                </a:moveTo>
                                <a:cubicBezTo>
                                  <a:pt x="88" y="103"/>
                                  <a:pt x="91" y="102"/>
                                  <a:pt x="93" y="100"/>
                                </a:cubicBezTo>
                                <a:cubicBezTo>
                                  <a:pt x="93" y="100"/>
                                  <a:pt x="94" y="99"/>
                                  <a:pt x="94" y="99"/>
                                </a:cubicBezTo>
                                <a:cubicBezTo>
                                  <a:pt x="95" y="98"/>
                                  <a:pt x="96" y="97"/>
                                  <a:pt x="96" y="95"/>
                                </a:cubicBezTo>
                                <a:cubicBezTo>
                                  <a:pt x="96" y="94"/>
                                  <a:pt x="96" y="92"/>
                                  <a:pt x="94" y="91"/>
                                </a:cubicBezTo>
                                <a:cubicBezTo>
                                  <a:pt x="74" y="77"/>
                                  <a:pt x="74" y="77"/>
                                  <a:pt x="74" y="77"/>
                                </a:cubicBezTo>
                                <a:cubicBezTo>
                                  <a:pt x="73" y="76"/>
                                  <a:pt x="72" y="76"/>
                                  <a:pt x="71" y="76"/>
                                </a:cubicBezTo>
                                <a:cubicBezTo>
                                  <a:pt x="70" y="76"/>
                                  <a:pt x="68" y="76"/>
                                  <a:pt x="67" y="77"/>
                                </a:cubicBezTo>
                                <a:cubicBezTo>
                                  <a:pt x="67" y="77"/>
                                  <a:pt x="64" y="81"/>
                                  <a:pt x="64" y="81"/>
                                </a:cubicBezTo>
                                <a:cubicBezTo>
                                  <a:pt x="62" y="83"/>
                                  <a:pt x="54" y="83"/>
                                  <a:pt x="52" y="81"/>
                                </a:cubicBezTo>
                                <a:cubicBezTo>
                                  <a:pt x="30" y="59"/>
                                  <a:pt x="30" y="59"/>
                                  <a:pt x="30" y="59"/>
                                </a:cubicBezTo>
                                <a:cubicBezTo>
                                  <a:pt x="27" y="57"/>
                                  <a:pt x="29" y="52"/>
                                  <a:pt x="31" y="49"/>
                                </a:cubicBezTo>
                                <a:cubicBezTo>
                                  <a:pt x="34" y="46"/>
                                  <a:pt x="34" y="46"/>
                                  <a:pt x="34" y="46"/>
                                </a:cubicBezTo>
                                <a:cubicBezTo>
                                  <a:pt x="35" y="45"/>
                                  <a:pt x="36" y="44"/>
                                  <a:pt x="36" y="42"/>
                                </a:cubicBezTo>
                                <a:cubicBezTo>
                                  <a:pt x="36" y="41"/>
                                  <a:pt x="35" y="40"/>
                                  <a:pt x="35" y="39"/>
                                </a:cubicBezTo>
                                <a:cubicBezTo>
                                  <a:pt x="18" y="15"/>
                                  <a:pt x="18" y="15"/>
                                  <a:pt x="18" y="15"/>
                                </a:cubicBezTo>
                                <a:cubicBezTo>
                                  <a:pt x="17" y="13"/>
                                  <a:pt x="16" y="13"/>
                                  <a:pt x="14" y="13"/>
                                </a:cubicBezTo>
                                <a:cubicBezTo>
                                  <a:pt x="12" y="13"/>
                                  <a:pt x="11" y="14"/>
                                  <a:pt x="10" y="15"/>
                                </a:cubicBezTo>
                                <a:cubicBezTo>
                                  <a:pt x="9" y="15"/>
                                  <a:pt x="9" y="15"/>
                                  <a:pt x="9" y="15"/>
                                </a:cubicBezTo>
                                <a:cubicBezTo>
                                  <a:pt x="5" y="21"/>
                                  <a:pt x="0" y="29"/>
                                  <a:pt x="0" y="37"/>
                                </a:cubicBezTo>
                                <a:cubicBezTo>
                                  <a:pt x="0" y="59"/>
                                  <a:pt x="50" y="109"/>
                                  <a:pt x="72" y="109"/>
                                </a:cubicBezTo>
                                <a:cubicBezTo>
                                  <a:pt x="72" y="109"/>
                                  <a:pt x="72" y="109"/>
                                  <a:pt x="73" y="109"/>
                                </a:cubicBezTo>
                                <a:cubicBezTo>
                                  <a:pt x="78" y="108"/>
                                  <a:pt x="83" y="106"/>
                                  <a:pt x="85" y="105"/>
                                </a:cubicBezTo>
                                <a:cubicBezTo>
                                  <a:pt x="85" y="105"/>
                                  <a:pt x="85" y="105"/>
                                  <a:pt x="85" y="105"/>
                                </a:cubicBezTo>
                                <a:close/>
                                <a:moveTo>
                                  <a:pt x="80" y="0"/>
                                </a:moveTo>
                                <a:cubicBezTo>
                                  <a:pt x="65" y="0"/>
                                  <a:pt x="52" y="10"/>
                                  <a:pt x="52" y="24"/>
                                </a:cubicBezTo>
                                <a:cubicBezTo>
                                  <a:pt x="52" y="31"/>
                                  <a:pt x="57" y="38"/>
                                  <a:pt x="63" y="43"/>
                                </a:cubicBezTo>
                                <a:cubicBezTo>
                                  <a:pt x="59" y="57"/>
                                  <a:pt x="59" y="57"/>
                                  <a:pt x="59" y="57"/>
                                </a:cubicBezTo>
                                <a:cubicBezTo>
                                  <a:pt x="73" y="47"/>
                                  <a:pt x="73" y="47"/>
                                  <a:pt x="73" y="47"/>
                                </a:cubicBezTo>
                                <a:cubicBezTo>
                                  <a:pt x="75" y="47"/>
                                  <a:pt x="77" y="48"/>
                                  <a:pt x="80" y="48"/>
                                </a:cubicBezTo>
                                <a:cubicBezTo>
                                  <a:pt x="95" y="48"/>
                                  <a:pt x="108" y="37"/>
                                  <a:pt x="108" y="24"/>
                                </a:cubicBezTo>
                                <a:cubicBezTo>
                                  <a:pt x="108" y="10"/>
                                  <a:pt x="95" y="0"/>
                                  <a:pt x="80" y="0"/>
                                </a:cubicBezTo>
                                <a:cubicBezTo>
                                  <a:pt x="80" y="0"/>
                                  <a:pt x="80" y="0"/>
                                  <a:pt x="80" y="0"/>
                                </a:cubicBezTo>
                                <a:close/>
                                <a:moveTo>
                                  <a:pt x="68" y="17"/>
                                </a:moveTo>
                                <a:cubicBezTo>
                                  <a:pt x="70" y="17"/>
                                  <a:pt x="72" y="19"/>
                                  <a:pt x="72" y="22"/>
                                </a:cubicBezTo>
                                <a:cubicBezTo>
                                  <a:pt x="72" y="24"/>
                                  <a:pt x="70" y="26"/>
                                  <a:pt x="68" y="26"/>
                                </a:cubicBezTo>
                                <a:cubicBezTo>
                                  <a:pt x="66" y="26"/>
                                  <a:pt x="64" y="24"/>
                                  <a:pt x="64" y="22"/>
                                </a:cubicBezTo>
                                <a:cubicBezTo>
                                  <a:pt x="64" y="19"/>
                                  <a:pt x="66" y="17"/>
                                  <a:pt x="68" y="17"/>
                                </a:cubicBezTo>
                                <a:cubicBezTo>
                                  <a:pt x="68" y="17"/>
                                  <a:pt x="68" y="17"/>
                                  <a:pt x="68" y="17"/>
                                </a:cubicBezTo>
                                <a:close/>
                                <a:moveTo>
                                  <a:pt x="80" y="26"/>
                                </a:moveTo>
                                <a:cubicBezTo>
                                  <a:pt x="78" y="26"/>
                                  <a:pt x="76" y="24"/>
                                  <a:pt x="76" y="22"/>
                                </a:cubicBezTo>
                                <a:cubicBezTo>
                                  <a:pt x="76" y="19"/>
                                  <a:pt x="78" y="17"/>
                                  <a:pt x="80" y="17"/>
                                </a:cubicBezTo>
                                <a:cubicBezTo>
                                  <a:pt x="82" y="17"/>
                                  <a:pt x="84" y="19"/>
                                  <a:pt x="84" y="22"/>
                                </a:cubicBezTo>
                                <a:cubicBezTo>
                                  <a:pt x="84" y="24"/>
                                  <a:pt x="82" y="26"/>
                                  <a:pt x="80" y="26"/>
                                </a:cubicBezTo>
                                <a:cubicBezTo>
                                  <a:pt x="80" y="26"/>
                                  <a:pt x="80" y="26"/>
                                  <a:pt x="80" y="26"/>
                                </a:cubicBezTo>
                                <a:close/>
                                <a:moveTo>
                                  <a:pt x="92" y="26"/>
                                </a:moveTo>
                                <a:cubicBezTo>
                                  <a:pt x="89" y="26"/>
                                  <a:pt x="88" y="24"/>
                                  <a:pt x="88" y="22"/>
                                </a:cubicBezTo>
                                <a:cubicBezTo>
                                  <a:pt x="88" y="19"/>
                                  <a:pt x="89" y="17"/>
                                  <a:pt x="92" y="17"/>
                                </a:cubicBezTo>
                                <a:cubicBezTo>
                                  <a:pt x="94" y="17"/>
                                  <a:pt x="96" y="19"/>
                                  <a:pt x="96" y="22"/>
                                </a:cubicBezTo>
                                <a:cubicBezTo>
                                  <a:pt x="96" y="24"/>
                                  <a:pt x="94" y="26"/>
                                  <a:pt x="92" y="26"/>
                                </a:cubicBezTo>
                                <a:cubicBezTo>
                                  <a:pt x="92" y="26"/>
                                  <a:pt x="92" y="26"/>
                                  <a:pt x="92" y="26"/>
                                </a:cubicBezTo>
                                <a:close/>
                                <a:moveTo>
                                  <a:pt x="92" y="26"/>
                                </a:moveTo>
                                <a:cubicBezTo>
                                  <a:pt x="92" y="26"/>
                                  <a:pt x="92" y="26"/>
                                  <a:pt x="92" y="26"/>
                                </a:cubicBezTo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1546" name="Freeform 43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1826792"/>
                            <a:ext cx="223909" cy="165600"/>
                          </a:xfrm>
                          <a:custGeom>
                            <a:avLst/>
                            <a:gdLst>
                              <a:gd name="T0" fmla="*/ 110 w 122"/>
                              <a:gd name="T1" fmla="*/ 0 h 90"/>
                              <a:gd name="T2" fmla="*/ 12 w 122"/>
                              <a:gd name="T3" fmla="*/ 0 h 90"/>
                              <a:gd name="T4" fmla="*/ 0 w 122"/>
                              <a:gd name="T5" fmla="*/ 12 h 90"/>
                              <a:gd name="T6" fmla="*/ 0 w 122"/>
                              <a:gd name="T7" fmla="*/ 78 h 90"/>
                              <a:gd name="T8" fmla="*/ 12 w 122"/>
                              <a:gd name="T9" fmla="*/ 90 h 90"/>
                              <a:gd name="T10" fmla="*/ 110 w 122"/>
                              <a:gd name="T11" fmla="*/ 90 h 90"/>
                              <a:gd name="T12" fmla="*/ 122 w 122"/>
                              <a:gd name="T13" fmla="*/ 78 h 90"/>
                              <a:gd name="T14" fmla="*/ 122 w 122"/>
                              <a:gd name="T15" fmla="*/ 12 h 90"/>
                              <a:gd name="T16" fmla="*/ 110 w 122"/>
                              <a:gd name="T17" fmla="*/ 0 h 90"/>
                              <a:gd name="T18" fmla="*/ 110 w 122"/>
                              <a:gd name="T19" fmla="*/ 0 h 90"/>
                              <a:gd name="T20" fmla="*/ 110 w 122"/>
                              <a:gd name="T21" fmla="*/ 25 h 90"/>
                              <a:gd name="T22" fmla="*/ 61 w 122"/>
                              <a:gd name="T23" fmla="*/ 55 h 90"/>
                              <a:gd name="T24" fmla="*/ 12 w 122"/>
                              <a:gd name="T25" fmla="*/ 25 h 90"/>
                              <a:gd name="T26" fmla="*/ 12 w 122"/>
                              <a:gd name="T27" fmla="*/ 13 h 90"/>
                              <a:gd name="T28" fmla="*/ 61 w 122"/>
                              <a:gd name="T29" fmla="*/ 43 h 90"/>
                              <a:gd name="T30" fmla="*/ 110 w 122"/>
                              <a:gd name="T31" fmla="*/ 13 h 90"/>
                              <a:gd name="T32" fmla="*/ 110 w 122"/>
                              <a:gd name="T33" fmla="*/ 25 h 90"/>
                              <a:gd name="T34" fmla="*/ 110 w 122"/>
                              <a:gd name="T35" fmla="*/ 25 h 90"/>
                              <a:gd name="T36" fmla="*/ 110 w 122"/>
                              <a:gd name="T37" fmla="*/ 25 h 90"/>
                              <a:gd name="T38" fmla="*/ 110 w 122"/>
                              <a:gd name="T39" fmla="*/ 25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22" h="90">
                                <a:moveTo>
                                  <a:pt x="110" y="0"/>
                                </a:move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6"/>
                                  <a:pt x="0" y="12"/>
                                </a:cubicBezTo>
                                <a:cubicBezTo>
                                  <a:pt x="0" y="78"/>
                                  <a:pt x="0" y="78"/>
                                  <a:pt x="0" y="78"/>
                                </a:cubicBezTo>
                                <a:cubicBezTo>
                                  <a:pt x="0" y="85"/>
                                  <a:pt x="5" y="90"/>
                                  <a:pt x="12" y="90"/>
                                </a:cubicBezTo>
                                <a:cubicBezTo>
                                  <a:pt x="110" y="90"/>
                                  <a:pt x="110" y="90"/>
                                  <a:pt x="110" y="90"/>
                                </a:cubicBezTo>
                                <a:cubicBezTo>
                                  <a:pt x="117" y="90"/>
                                  <a:pt x="122" y="85"/>
                                  <a:pt x="122" y="78"/>
                                </a:cubicBezTo>
                                <a:cubicBezTo>
                                  <a:pt x="122" y="12"/>
                                  <a:pt x="122" y="12"/>
                                  <a:pt x="122" y="12"/>
                                </a:cubicBezTo>
                                <a:cubicBezTo>
                                  <a:pt x="122" y="6"/>
                                  <a:pt x="117" y="0"/>
                                  <a:pt x="110" y="0"/>
                                </a:cubicBezTo>
                                <a:cubicBezTo>
                                  <a:pt x="110" y="0"/>
                                  <a:pt x="110" y="0"/>
                                  <a:pt x="110" y="0"/>
                                </a:cubicBezTo>
                                <a:close/>
                                <a:moveTo>
                                  <a:pt x="110" y="25"/>
                                </a:moveTo>
                                <a:cubicBezTo>
                                  <a:pt x="61" y="55"/>
                                  <a:pt x="61" y="55"/>
                                  <a:pt x="61" y="55"/>
                                </a:cubicBezTo>
                                <a:cubicBezTo>
                                  <a:pt x="12" y="25"/>
                                  <a:pt x="12" y="25"/>
                                  <a:pt x="12" y="25"/>
                                </a:cubicBezTo>
                                <a:cubicBezTo>
                                  <a:pt x="12" y="13"/>
                                  <a:pt x="12" y="13"/>
                                  <a:pt x="12" y="13"/>
                                </a:cubicBezTo>
                                <a:cubicBezTo>
                                  <a:pt x="61" y="43"/>
                                  <a:pt x="61" y="43"/>
                                  <a:pt x="61" y="43"/>
                                </a:cubicBezTo>
                                <a:cubicBezTo>
                                  <a:pt x="110" y="13"/>
                                  <a:pt x="110" y="13"/>
                                  <a:pt x="110" y="13"/>
                                </a:cubicBezTo>
                                <a:cubicBezTo>
                                  <a:pt x="110" y="25"/>
                                  <a:pt x="110" y="25"/>
                                  <a:pt x="110" y="25"/>
                                </a:cubicBezTo>
                                <a:cubicBezTo>
                                  <a:pt x="110" y="25"/>
                                  <a:pt x="110" y="25"/>
                                  <a:pt x="110" y="25"/>
                                </a:cubicBezTo>
                                <a:close/>
                                <a:moveTo>
                                  <a:pt x="110" y="25"/>
                                </a:moveTo>
                                <a:cubicBezTo>
                                  <a:pt x="110" y="25"/>
                                  <a:pt x="110" y="25"/>
                                  <a:pt x="110" y="25"/>
                                </a:cubicBezTo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5C388" id="组合 7197" o:spid="_x0000_s1026" style="position:absolute;left:0;text-align:left;margin-left:48.9pt;margin-top:.7pt;width:25.1pt;height:159.55pt;z-index:251674624" coordorigin=",-345" coordsize="3187,20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">
                <v:shape id="Freeform 142" o:spid="_x0000_s1027" style="position:absolute;top:4293;width:3187;height:2228;visibility:visible;mso-wrap-style:square;v-text-anchor:top" coordsize="263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M58EA&#10;AADdAAAADwAAAGRycy9kb3ducmV2LnhtbERPTYvCMBC9L/gfwgheFk314Go1iggFLx50C+JtaMam&#10;mExKE7X+e3NY2OPjfa+3vbPiSV1oPCuYTjIQxJXXDdcKyt9ivAARIrJG65kUvCnAdjP4WmOu/YtP&#10;9DzHWqQQDjkqMDG2uZShMuQwTHxLnLib7xzGBLta6g5fKdxZOcuyuXTYcGow2NLeUHU/P5yCRYnX&#10;5fF4McY25TfNb4U9caHUaNjvViAi9fFf/Oc+aAU/02Wam96kJyA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OfBAAAA3QAAAA8AAAAAAAAAAAAAAAAAmAIAAGRycy9kb3du&#10;cmV2LnhtbFBLBQYAAAAABAAEAPUAAACGAwAAAAA=&#10;" path="m255,42c140,2,140,2,140,2,133,,134,,127,2,11,42,11,42,11,42v-8,2,-8,7,,9c38,61,38,61,38,61,26,73,25,85,25,99v-5,2,-8,7,-8,12c17,116,20,120,24,122,22,137,16,153,,173v8,6,12,8,19,11c42,174,39,147,37,121v3,-2,5,-6,5,-10c42,106,40,102,36,100,37,86,40,74,50,66v,-1,1,-1,1,-1c131,33,131,33,131,33v3,-1,6,,7,3c138,36,138,36,138,36v1,3,,7,-3,8c68,71,68,71,68,71v60,20,60,20,60,20c135,94,134,94,141,91,256,52,256,52,256,52v7,-3,7,-7,-1,-10c255,42,255,42,255,42xm128,106c55,82,55,82,55,82v,18,,18,,18c59,104,61,109,61,114v,5,-2,10,-5,13c57,130,59,133,61,134v43,23,101,23,148,-3c213,129,215,125,215,121v,-40,,-40,,-40c141,106,141,106,141,106v-8,3,-6,3,-13,c128,106,128,106,128,106xm128,106v,,,,,e" fillcolor="#2b7fb9" stroked="f">
                  <v:path arrowok="t" o:connecttype="custom" o:connectlocs="309074,50876;169687,2423;153931,2423;13333,50876;13333,61778;46058,73891;30301,119922;20605,134458;29089,147782;0,209560;23029,222885;44846,146571;50906,134458;43634,121133;60603,79948;61815,78737;158779,39974;167263,43608;167263,43608;163627,53299;82420,86005;155143,110231;170900,110231;310286,62989;309074,50876;309074,50876;155143,128401;66663,99329;66663,121133;73935,138092;67875,153839;73935,162318;253319,158684;260591,146571;260591,98118;170900,128401;155143,128401;155143,128401;155143,128401;155143,128401" o:connectangles="0,0,0,0,0,0,0,0,0,0,0,0,0,0,0,0,0,0,0,0,0,0,0,0,0,0,0,0,0,0,0,0,0,0,0,0,0,0,0,0"/>
                  <o:lock v:ext="edit" aspectratio="t" verticies="t"/>
                </v:shape>
                <v:shape id="Freeform 38" o:spid="_x0000_s1028" style="position:absolute;left:345;top:-345;width:2108;height:2228;visibility:visible;mso-wrap-style:square;v-text-anchor:top" coordsize="32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+Q8MYA&#10;AADdAAAADwAAAGRycy9kb3ducmV2LnhtbESPX2vCQBDE3wv9DscWfKsXBVuNniIFQUsf6h98XnJr&#10;Esztxtw1id++Vyj4OMzMb5jFqneVaqnxpbCB0TABRZyJLTk3cDpuXqegfEC2WAmTgTt5WC2fnxaY&#10;Wul4T+0h5CpC2KdooAihTrX2WUEO/VBq4uhdpHEYomxybRvsItxVepwkb9phyXGhwJo+Csquhx9n&#10;4PO+724bOSXSSj/Br+P5e7w7GzN46ddzUIH68Aj/t7fWwPtoNoO/N/E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+Q8MYAAADdAAAADwAAAAAAAAAAAAAAAACYAgAAZHJz&#10;L2Rvd25yZXYueG1sUEsFBgAAAAAEAAQA9QAAAIsDAAAAAA==&#10;" path="m285,119c285,53,231,,164,,98,,44,53,44,119v,38,18,72,46,94c39,238,4,289,,347v18,,18,,18,c22,292,58,244,108,224v15,8,37,14,56,14c183,238,201,234,216,227v13,-8,13,-8,13,-8c239,213,239,213,239,213v28,-22,46,-56,46,-94xm164,219c108,219,63,174,63,119,63,64,108,19,164,19v56,,101,45,101,100c265,174,222,219,164,219xm266,230v,1,,1,,1c264,229,262,227,259,227v-6,,-11,3,-11,9c248,240,250,244,254,245v-1,,-1,,-1,c286,269,303,305,306,347v22,,22,,22,c325,300,302,258,266,230xm266,230v,,,,,e" fillcolor="#2b7fb9" stroked="f">
                  <v:path arrowok="t" o:connecttype="custom" o:connectlocs="2147483646,2147483646;2147483646,0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"/>
                  <o:lock v:ext="edit" aspectratio="t" verticies="t"/>
                </v:shape>
                <v:shape id="Freeform 137" o:spid="_x0000_s1029" style="position:absolute;left:345;top:8860;width:2232;height:2232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KDV8cA&#10;AADeAAAADwAAAGRycy9kb3ducmV2LnhtbESP3WrCQBSE7wu+w3KE3tWNaf2LriKKUNqL+vcAh+wx&#10;Wcyejdk1pm/fLRR6OczMN8xi1dlKtNR441jBcJCAIM6dNlwoOJ92L1MQPiBrrByTgm/ysFr2nhaY&#10;affgA7XHUIgIYZ+hgjKEOpPS5yVZ9ANXE0fv4hqLIcqmkLrBR4TbSqZJMpYWDceFEmvalJRfj3er&#10;gNNRe/lMbubDzXaHr+2sMOvJXqnnfreegwjUhf/wX/tdK0iHo7dX+L0Tr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Sg1fHAAAA3gAAAA8AAAAAAAAAAAAAAAAAmAIAAGRy&#10;cy9kb3ducmV2LnhtbFBLBQYAAAAABAAEAPUAAACMAwAAAAA=&#10;" path="m130,18v,113,,113,,113c25,131,25,131,25,131v-9,,-15,-6,-15,-13c10,111,16,105,25,105v95,,95,,95,c120,,120,,120,,20,,20,,20,,9,,,8,,18,,123,,123,,123v,9,9,17,20,17c140,140,140,140,140,140v,-122,,-122,,-122c130,18,130,18,130,18xm30,114v90,,90,,90,c120,123,120,123,120,123v-90,,-90,,-90,c30,114,30,114,30,114xm30,114v,,,,,e" fillcolor="#2b7fb9" stroked="f">
                  <v:path arrowok="t" o:connecttype="custom" o:connectlocs="207257,28697;207257,208851;39857,208851;15943,188126;39857,167400;191314,167400;191314,0;31886,0;0,28697;0,196097;31886,223200;223200,223200;223200,28697;207257,28697;47829,181749;191314,181749;191314,196097;47829,196097;47829,181749;47829,181749;47829,181749" o:connectangles="0,0,0,0,0,0,0,0,0,0,0,0,0,0,0,0,0,0,0,0,0"/>
                  <o:lock v:ext="edit" aspectratio="t" verticies="t"/>
                </v:shape>
                <v:shape id="Freeform 12" o:spid="_x0000_s1030" style="position:absolute;left:172;top:13437;width:2206;height:2232;visibility:visible;mso-wrap-style:square;v-text-anchor:top" coordsize="108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QX18kA&#10;AADeAAAADwAAAGRycy9kb3ducmV2LnhtbESPT2vCQBTE74V+h+UVeqsbg0qJrlIKpXpp/Q/eXrOv&#10;2ZDs2zS7auqndwsFj8PM/IaZzDpbixO1vnSsoN9LQBDnTpdcKNhu3p6eQfiArLF2TAp+ycNsen83&#10;wUy7M6/otA6FiBD2GSowITSZlD43ZNH3XEMcvW/XWgxRtoXULZ4j3NYyTZKRtFhyXDDY0KuhvFof&#10;rYJduV+mh4/B8XKY/3yZz/dqtKgqpR4fupcxiEBduIX/23OtIO0PB0P4uxOvgJxe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sQX18kAAADeAAAADwAAAAAAAAAAAAAAAACYAgAA&#10;ZHJzL2Rvd25yZXYueG1sUEsFBgAAAAAEAAQA9QAAAI4DAAAAAA==&#10;" path="m85,105v3,-2,6,-3,8,-5c93,100,94,99,94,99v1,-1,2,-2,2,-4c96,94,96,92,94,91,74,77,74,77,74,77,73,76,72,76,71,76v-1,,-3,,-4,1c67,77,64,81,64,81v-2,2,-10,2,-12,c30,59,30,59,30,59,27,57,29,52,31,49v3,-3,3,-3,3,-3c35,45,36,44,36,42v,-1,-1,-2,-1,-3c18,15,18,15,18,15,17,13,16,13,14,13v-2,,-3,1,-4,2c9,15,9,15,9,15,5,21,,29,,37v,22,50,72,72,72c72,109,72,109,73,109v5,-1,10,-3,12,-4c85,105,85,105,85,105xm80,c65,,52,10,52,24v,7,5,14,11,19c59,57,59,57,59,57,73,47,73,47,73,47v2,,4,1,7,1c95,48,108,37,108,24,108,10,95,,80,v,,,,,xm68,17v2,,4,2,4,5c72,24,70,26,68,26v-2,,-4,-2,-4,-4c64,19,66,17,68,17v,,,,,xm80,26v-2,,-4,-2,-4,-4c76,19,78,17,80,17v2,,4,2,4,5c84,24,82,26,80,26v,,,,,xm92,26v-3,,-4,-2,-4,-4c88,19,89,17,92,17v2,,4,2,4,5c96,24,94,26,92,26v,,,,,xm92,26v,,,,,e" fillcolor="#2b7fb9" stroked="f">
                  <v:path arrowok="t" o:connecttype="custom" o:connectlocs="173624,215009;189965,204771;192008,202723;196093,194532;192008,186341;151155,157673;145027,155626;136857,157673;130729,165864;106217,165864;61279,120815;63322,100338;69450,94194;73535,86004;71492,79861;36768,30716;28597,26620;20426,30716;18384,30716;0,75765;147070,223200;149113,223200;173624,215009;173624,215009;163411,0;106217,49145;128686,88051;120516,116719;149113,96242;163411,98290;220605,49145;163411,0;163411,0;138899,34811;147070,45050;138899,53240;130729,45050;138899,34811;138899,34811;163411,53240;155241,45050;163411,34811;171582,45050;163411,53240;163411,53240;187923,53240;179752,45050;187923,34811;196093,45050;187923,53240;187923,53240;187923,53240;187923,53240" o:connectangles="0,0,0,0,0,0,0,0,0,0,0,0,0,0,0,0,0,0,0,0,0,0,0,0,0,0,0,0,0,0,0,0,0,0,0,0,0,0,0,0,0,0,0,0,0,0,0,0,0,0,0,0,0"/>
                  <o:lock v:ext="edit" aspectratio="t" verticies="t"/>
                </v:shape>
                <v:shape id="Freeform 43" o:spid="_x0000_s1031" style="position:absolute;top:18267;width:2239;height:1656;flip:x;visibility:visible;mso-wrap-style:square;v-text-anchor:top" coordsize="122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KL8UA&#10;AADeAAAADwAAAGRycy9kb3ducmV2LnhtbESPQWvCQBSE7wX/w/KE3urGUEOJrlJEiSBYqoVeH9ln&#10;NjT7NmTXGP+9Kwg9DjPzDbNYDbYRPXW+dqxgOklAEJdO11wp+Dlt3z5A+ICssXFMCm7kYbUcvSww&#10;1+7K39QfQyUihH2OCkwIbS6lLw1Z9BPXEkfv7DqLIcqukrrDa4TbRqZJkkmLNccFgy2tDZV/x4tV&#10;sHaH395QkW6+9v4UCpttmiJT6nU8fM5BBBrCf/jZ3mkF6XT2nsHjTr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YovxQAAAN4AAAAPAAAAAAAAAAAAAAAAAJgCAABkcnMv&#10;ZG93bnJldi54bWxQSwUGAAAAAAQABAD1AAAAigMAAAAA&#10;" path="m110,c12,,12,,12,,5,,,6,,12,,78,,78,,78v,7,5,12,12,12c110,90,110,90,110,90v7,,12,-5,12,-12c122,12,122,12,122,12,122,6,117,,110,v,,,,,xm110,25c61,55,61,55,61,55,12,25,12,25,12,25v,-12,,-12,,-12c61,43,61,43,61,43,110,13,110,13,110,13v,12,,12,,12c110,25,110,25,110,25xm110,25v,,,,,e" fillcolor="#2b7fb9" stroked="f">
                  <v:path arrowok="t" o:connecttype="custom" o:connectlocs="201885,0;22024,0;0,22080;0,143520;22024,165600;201885,165600;223909,143520;223909,22080;201885,0;201885,0;201885,46000;111955,101200;22024,46000;22024,23920;111955,79120;201885,23920;201885,46000;201885,46000;201885,46000;201885,46000" o:connectangles="0,0,0,0,0,0,0,0,0,0,0,0,0,0,0,0,0,0,0,0"/>
                  <o:lock v:ext="edit" aspectratio="t" verticies="t"/>
                </v:shape>
              </v:group>
            </w:pict>
          </mc:Fallback>
        </mc:AlternateContent>
      </w:r>
    </w:p>
    <w:p w:rsidR="00E81369" w:rsidRDefault="007C69C7" w:rsidP="00E81369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1077548</wp:posOffset>
                </wp:positionH>
                <wp:positionV relativeFrom="paragraph">
                  <wp:posOffset>90011</wp:posOffset>
                </wp:positionV>
                <wp:extent cx="3059430" cy="1828800"/>
                <wp:effectExtent l="0" t="0" r="26670" b="19050"/>
                <wp:wrapNone/>
                <wp:docPr id="7191" name="组合 7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9430" cy="1828800"/>
                          <a:chOff x="0" y="0"/>
                          <a:chExt cx="3204000" cy="1828800"/>
                        </a:xfrm>
                      </wpg:grpSpPr>
                      <wps:wsp>
                        <wps:cNvPr id="7192" name="直接连接符 7192"/>
                        <wps:cNvCnPr/>
                        <wps:spPr>
                          <a:xfrm>
                            <a:off x="0" y="0"/>
                            <a:ext cx="3204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193" name="直接连接符 7193"/>
                        <wps:cNvCnPr/>
                        <wps:spPr>
                          <a:xfrm>
                            <a:off x="0" y="465512"/>
                            <a:ext cx="3204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194" name="直接连接符 7194"/>
                        <wps:cNvCnPr/>
                        <wps:spPr>
                          <a:xfrm>
                            <a:off x="0" y="914400"/>
                            <a:ext cx="3204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195" name="直接连接符 7195"/>
                        <wps:cNvCnPr/>
                        <wps:spPr>
                          <a:xfrm>
                            <a:off x="0" y="1379912"/>
                            <a:ext cx="3204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196" name="直接连接符 7196"/>
                        <wps:cNvCnPr/>
                        <wps:spPr>
                          <a:xfrm>
                            <a:off x="0" y="1828800"/>
                            <a:ext cx="3204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7E51E" id="组合 7191" o:spid="_x0000_s1026" style="position:absolute;left:0;text-align:left;margin-left:84.85pt;margin-top:7.1pt;width:240.9pt;height:2in;z-index:251673600" coordsize="32040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">
                <v:line id="直接连接符 7192" o:spid="_x0000_s1027" style="position:absolute;visibility:visible;mso-wrap-style:square" from="0,0" to="3204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pOt8UAAADdAAAADwAAAGRycy9kb3ducmV2LnhtbESPwW7CMBBE75X6D9ZW4gZOEKJtwKAW&#10;hODQHpr2A1bxkgTsdbANpH9fIyH1OJqZN5r5srdGXMiH1rGCfJSBIK6cbrlW8PO9Gb6ACBFZo3FM&#10;Cn4pwHLx+DDHQrsrf9GljLVIEA4FKmhi7AopQ9WQxTByHXHy9s5bjEn6WmqP1wS3Ro6zbCottpwW&#10;Guxo1VB1LM9WwbYtj+u9MQe3eZeTk/78qH0elBo89W8zEJH6+B++t3dawXP+Oobbm/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pOt8UAAADdAAAADwAAAAAAAAAA&#10;AAAAAAChAgAAZHJzL2Rvd25yZXYueG1sUEsFBgAAAAAEAAQA+QAAAJMDAAAAAA==&#10;" strokecolor="#7f7f7f" strokeweight=".5pt">
                  <v:stroke joinstyle="miter"/>
                </v:line>
                <v:line id="直接连接符 7193" o:spid="_x0000_s1028" style="position:absolute;visibility:visible;mso-wrap-style:square" from="0,4655" to="32040,4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brLMYAAADdAAAADwAAAGRycy9kb3ducmV2LnhtbESPwW7CMBBE75X4B2uRuIGTFrUlxaC2&#10;CMGhPTTlA1bxkqTY69Q2EP4eV0LqcTQzbzTzZW+NOJEPrWMF+SQDQVw53XKtYPe9Hj+DCBFZo3FM&#10;Ci4UYLkY3M2x0O7MX3QqYy0ShEOBCpoYu0LKUDVkMUxcR5y8vfMWY5K+ltrjOcGtkfdZ9igttpwW&#10;GuzovaHqUB6tgk1bHlZ7Y37c+k1Of/XnR+3zoNRo2L++gIjUx//wrb3VCp7y2QP8vUlP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726yzGAAAA3QAAAA8AAAAAAAAA&#10;AAAAAAAAoQIAAGRycy9kb3ducmV2LnhtbFBLBQYAAAAABAAEAPkAAACUAwAAAAA=&#10;" strokecolor="#7f7f7f" strokeweight=".5pt">
                  <v:stroke joinstyle="miter"/>
                </v:line>
                <v:line id="直接连接符 7194" o:spid="_x0000_s1029" style="position:absolute;visibility:visible;mso-wrap-style:square" from="0,9144" to="32040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9zWMUAAADdAAAADwAAAGRycy9kb3ducmV2LnhtbESPwW7CMBBE75X6D9ZW4gZOEKJtwKAW&#10;hODQHpr2A1bxkgTsdbANpH9fIyH1OJqZN5r5srdGXMiH1rGCfJSBIK6cbrlW8PO9Gb6ACBFZo3FM&#10;Cn4pwHLx+DDHQrsrf9GljLVIEA4FKmhi7AopQ9WQxTByHXHy9s5bjEn6WmqP1wS3Ro6zbCottpwW&#10;Guxo1VB1LM9WwbYtj+u9MQe3eZeTk/78qH0elBo89W8zEJH6+B++t3dawXP+OoHbm/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9zWMUAAADdAAAADwAAAAAAAAAA&#10;AAAAAAChAgAAZHJzL2Rvd25yZXYueG1sUEsFBgAAAAAEAAQA+QAAAJMDAAAAAA==&#10;" strokecolor="#7f7f7f" strokeweight=".5pt">
                  <v:stroke joinstyle="miter"/>
                </v:line>
                <v:line id="直接连接符 7195" o:spid="_x0000_s1030" style="position:absolute;visibility:visible;mso-wrap-style:square" from="0,13799" to="32040,13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PWw8YAAADdAAAADwAAAGRycy9kb3ducmV2LnhtbESPwW7CMBBE75X4B2uRuIGTqrQlxaC2&#10;CMGhPTTlA1bxkqTY69Q2EP4eV0LqcTQzbzTzZW+NOJEPrWMF+SQDQVw53XKtYPe9Hj+DCBFZo3FM&#10;Ci4UYLkY3M2x0O7MX3QqYy0ShEOBCpoYu0LKUDVkMUxcR5y8vfMWY5K+ltrjOcGtkfdZ9igttpwW&#10;GuzovaHqUB6tgk1bHlZ7Y37c+k0+/OrPj9rnQanRsH99ARGpj//hW3urFTzlsyn8vUlP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T1sPGAAAA3QAAAA8AAAAAAAAA&#10;AAAAAAAAoQIAAGRycy9kb3ducmV2LnhtbFBLBQYAAAAABAAEAPkAAACUAwAAAAA=&#10;" strokecolor="#7f7f7f" strokeweight=".5pt">
                  <v:stroke joinstyle="miter"/>
                </v:line>
                <v:line id="直接连接符 7196" o:spid="_x0000_s1031" style="position:absolute;visibility:visible;mso-wrap-style:square" from="0,18288" to="32040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ItMUAAADdAAAADwAAAGRycy9kb3ducmV2LnhtbESPwW7CMBBE75X6D9ZW4gZOEKJtwKAW&#10;hODQHpr2A1bxkgTsdbANpH9fIyH1OJqZN5r5srdGXMiH1rGCfJSBIK6cbrlW8PO9Gb6ACBFZo3FM&#10;Cn4pwHLx+DDHQrsrf9GljLVIEA4FKmhi7AopQ9WQxTByHXHy9s5bjEn6WmqP1wS3Ro6zbCottpwW&#10;Guxo1VB1LM9WwbYtj+u9MQe3eZeTk/78qH0elBo89W8zEJH6+B++t3dawXP+OoXbm/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FItMUAAADdAAAADwAAAAAAAAAA&#10;AAAAAAChAgAAZHJzL2Rvd25yZXYueG1sUEsFBgAAAAAEAAQA+QAAAJMDAAAAAA==&#10;" strokecolor="#7f7f7f" strokeweight=".5pt">
                  <v:stroke joinstyle="miter"/>
                </v:line>
              </v:group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4289AC" wp14:editId="5FA85E21">
                <wp:simplePos x="0" y="0"/>
                <wp:positionH relativeFrom="margin">
                  <wp:posOffset>-4725670</wp:posOffset>
                </wp:positionH>
                <wp:positionV relativeFrom="paragraph">
                  <wp:posOffset>395605</wp:posOffset>
                </wp:positionV>
                <wp:extent cx="14716125" cy="1887855"/>
                <wp:effectExtent l="0" t="0" r="9525" b="0"/>
                <wp:wrapNone/>
                <wp:docPr id="31" name="组合 2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16125" cy="1887855"/>
                          <a:chOff x="0" y="0"/>
                          <a:chExt cx="14716433" cy="1888392"/>
                        </a:xfrm>
                      </wpg:grpSpPr>
                      <wps:wsp>
                        <wps:cNvPr id="21504" name="等腰三角形 21504"/>
                        <wps:cNvSpPr/>
                        <wps:spPr>
                          <a:xfrm>
                            <a:off x="3383069" y="2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505" name="等腰三角形 21505"/>
                        <wps:cNvSpPr/>
                        <wps:spPr>
                          <a:xfrm>
                            <a:off x="5018407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506" name="等腰三角形 21506"/>
                        <wps:cNvSpPr/>
                        <wps:spPr>
                          <a:xfrm>
                            <a:off x="7061295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507" name="等腰三角形 21507"/>
                        <wps:cNvSpPr/>
                        <wps:spPr>
                          <a:xfrm>
                            <a:off x="8825925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68" name="等腰三角形 7168"/>
                        <wps:cNvSpPr/>
                        <wps:spPr>
                          <a:xfrm>
                            <a:off x="10291869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69" name="等腰三角形 7169"/>
                        <wps:cNvSpPr/>
                        <wps:spPr>
                          <a:xfrm>
                            <a:off x="2534171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0" name="等腰三角形 7170"/>
                        <wps:cNvSpPr/>
                        <wps:spPr>
                          <a:xfrm>
                            <a:off x="1108386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1" name="等腰三角形 7171"/>
                        <wps:cNvSpPr/>
                        <wps:spPr>
                          <a:xfrm>
                            <a:off x="1841358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2" name="等腰三角形 7172"/>
                        <wps:cNvSpPr/>
                        <wps:spPr>
                          <a:xfrm>
                            <a:off x="491283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3" name="等腰三角形 7173"/>
                        <wps:cNvSpPr/>
                        <wps:spPr>
                          <a:xfrm>
                            <a:off x="0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4" name="等腰三角形 7174"/>
                        <wps:cNvSpPr/>
                        <wps:spPr>
                          <a:xfrm>
                            <a:off x="548769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5" name="等腰三角形 7175"/>
                        <wps:cNvSpPr/>
                        <wps:spPr>
                          <a:xfrm>
                            <a:off x="788850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6" name="等腰三角形 7176"/>
                        <wps:cNvSpPr/>
                        <wps:spPr>
                          <a:xfrm>
                            <a:off x="6202793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8" name="等腰三角形 7178"/>
                        <wps:cNvSpPr/>
                        <wps:spPr>
                          <a:xfrm>
                            <a:off x="935249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9" name="等腰三角形 7179"/>
                        <wps:cNvSpPr/>
                        <wps:spPr>
                          <a:xfrm>
                            <a:off x="422708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190A8" id="组合 2178" o:spid="_x0000_s1026" style="position:absolute;left:0;text-align:left;margin-left:-372.1pt;margin-top:31.15pt;width:1158.75pt;height:148.65pt;z-index:251668480;mso-position-horizontal-relative:margin" coordsize="147164,1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">
                <v:shape id="等腰三角形 21504" o:spid="_x0000_s1027" type="#_x0000_t5" style="position:absolute;left:33830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PSIMcA&#10;AADeAAAADwAAAGRycy9kb3ducmV2LnhtbESPQWvCQBSE7wX/w/KE3urGUGNJ3QSRFloQRC2It0f2&#10;maRm34bsNkn/vVsoeBxm5htmlY+mET11rrasYD6LQBAXVtdcKvg6vj+9gHAeWWNjmRT8koM8mzys&#10;MNV24D31B1+KAGGXooLK+zaV0hUVGXQz2xIH72I7gz7IrpS6wyHATSPjKEqkwZrDQoUtbSoqrocf&#10;oyC58G63jc1p/D7rt32TfF79cqHU43Rcv4LwNPp7+L/9oRXE80X0DH93whWQ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z0iDHAAAA3gAAAA8AAAAAAAAAAAAAAAAAmAIAAGRy&#10;cy9kb3ducmV2LnhtbFBLBQYAAAAABAAEAPUAAACMAwAAAAA=&#10;" fillcolor="#59a5d9" stroked="f" strokeweight="1pt">
                  <v:fill opacity="22102f"/>
                </v:shape>
                <v:shape id="等腰三角形 21505" o:spid="_x0000_s1028" type="#_x0000_t5" style="position:absolute;left:50184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93u8cA&#10;AADeAAAADwAAAGRycy9kb3ducmV2LnhtbESPQWvCQBSE70L/w/IKvenGQNISXaUUhRaEkFgovT2y&#10;zySafRuyWxP/fbdQ8DjMzDfMejuZTlxpcK1lBctFBIK4srrlWsHncT9/AeE8ssbOMim4kYPt5mG2&#10;xkzbkQu6lr4WAcIuQwWN930mpasaMugWticO3skOBn2QQy31gGOAm07GUZRKgy2HhQZ7emuoupQ/&#10;RkF64jw/xOZrOn/rXdGlHxf/nCj19Di9rkB4mvw9/N9+1wriZRIl8HcnXA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/d7vHAAAA3gAAAA8AAAAAAAAAAAAAAAAAmAIAAGRy&#10;cy9kb3ducmV2LnhtbFBLBQYAAAAABAAEAPUAAACMAwAAAAA=&#10;" fillcolor="#59a5d9" stroked="f" strokeweight="1pt">
                  <v:fill opacity="22102f"/>
                </v:shape>
                <v:shape id="等腰三角形 21506" o:spid="_x0000_s1029" type="#_x0000_t5" style="position:absolute;left:70612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3pzMcA&#10;AADeAAAADwAAAGRycy9kb3ducmV2LnhtbESP3WrCQBSE7wXfYTlC73STgKmkWUWkBQsF0Qqld4fs&#10;yU+TPRuyq6Zv7wqFXg4z8w2Tb0bTiSsNrrGsIF5EIIgLqxuuFJw/3+YrEM4ja+wsk4JfcrBZTyc5&#10;Ztre+EjXk69EgLDLUEHtfZ9J6YqaDLqF7YmDV9rBoA9yqKQe8BbgppNJFKXSYMNhocaedjUV7eli&#10;FKQlHw4fifkaf77167FL31v/vFTqaTZuX0B4Gv1/+K+91wqSeBml8LgTroB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t6czHAAAA3gAAAA8AAAAAAAAAAAAAAAAAmAIAAGRy&#10;cy9kb3ducmV2LnhtbFBLBQYAAAAABAAEAPUAAACMAwAAAAA=&#10;" fillcolor="#59a5d9" stroked="f" strokeweight="1pt">
                  <v:fill opacity="22102f"/>
                </v:shape>
                <v:shape id="等腰三角形 21507" o:spid="_x0000_s1030" type="#_x0000_t5" style="position:absolute;left:88259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FMV8cA&#10;AADeAAAADwAAAGRycy9kb3ducmV2LnhtbESPQWvCQBSE70L/w/IKvekmAaNEVylioYWCqIXi7ZF9&#10;Jmmyb0N2m6T/visIHoeZ+YZZb0fTiJ46V1lWEM8iEMS51RUXCr7Ob9MlCOeRNTaWScEfOdhuniZr&#10;zLQd+Ej9yRciQNhlqKD0vs2kdHlJBt3MtsTBu9rOoA+yK6TucAhw08gkilJpsOKwUGJLu5Ly+vRr&#10;FKRXPhw+E/M9/lz0/tikH7VfzJV6eR5fVyA8jf4RvrfftYIknkcLuN0JV0B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hTFfHAAAA3gAAAA8AAAAAAAAAAAAAAAAAmAIAAGRy&#10;cy9kb3ducmV2LnhtbFBLBQYAAAAABAAEAPUAAACMAwAAAAA=&#10;" fillcolor="#59a5d9" stroked="f" strokeweight="1pt">
                  <v:fill opacity="22102f"/>
                </v:shape>
                <v:shape id="等腰三角形 7168" o:spid="_x0000_s1031" type="#_x0000_t5" style="position:absolute;left:102918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CtsIA&#10;AADdAAAADwAAAGRycy9kb3ducmV2LnhtbERPy4rCMBTdD/gP4QqzG1OFqVJNRWQGHBDEKoi7S3P7&#10;0OamNFE7f28WgsvDeS+WvWnEnTpXW1YwHkUgiHOray4VHA+/XzMQziNrbCyTgn9ysEwHHwtMtH3w&#10;nu6ZL0UIYZeggsr7NpHS5RUZdCPbEgeusJ1BH2BXSt3hI4SbRk6iKJYGaw4NFba0rii/ZjejIC54&#10;t9tOzKm/nPXPvon/rn76rdTnsF/NQXjq/Vv8cm+0guk4DnPDm/AEZP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nMK2wgAAAN0AAAAPAAAAAAAAAAAAAAAAAJgCAABkcnMvZG93&#10;bnJldi54bWxQSwUGAAAAAAQABAD1AAAAhwMAAAAA&#10;" fillcolor="#59a5d9" stroked="f" strokeweight="1pt">
                  <v:fill opacity="22102f"/>
                </v:shape>
                <v:shape id="等腰三角形 7169" o:spid="_x0000_s1032" type="#_x0000_t5" style="position:absolute;left:25341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nLcUA&#10;AADdAAAADwAAAGRycy9kb3ducmV2LnhtbESPQYvCMBSE7wv+h/AEb2uqYNWuUUQUVhDEKix7ezTP&#10;tmvzUpqs1n9vBMHjMDPfMLNFaypxpcaVlhUM+hEI4szqknMFp+PmcwLCeWSNlWVScCcHi3nnY4aJ&#10;tjc+0DX1uQgQdgkqKLyvEyldVpBB17c1cfDOtjHog2xyqRu8Bbip5DCKYmmw5LBQYE2rgrJL+m8U&#10;xGfe73dD89P+/er1oYq3Fz8eKdXrtssvEJ5a/w6/2t9awXgQT+H5Jjw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0GctxQAAAN0AAAAPAAAAAAAAAAAAAAAAAJgCAABkcnMv&#10;ZG93bnJldi54bWxQSwUGAAAAAAQABAD1AAAAigMAAAAA&#10;" fillcolor="#59a5d9" stroked="f" strokeweight="1pt">
                  <v:fill opacity="22102f"/>
                </v:shape>
                <v:shape id="等腰三角形 7170" o:spid="_x0000_s1033" type="#_x0000_t5" style="position:absolute;left:11083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YbcMA&#10;AADdAAAADwAAAGRycy9kb3ducmV2LnhtbERPy4rCMBTdD/gP4QruxlTBVqppEZkBBwTxAeLu0lzb&#10;anNTmqidvzeLgVkeznuZ96YRT+pcbVnBZByBIC6srrlUcDp+f85BOI+ssbFMCn7JQZ4NPpaYavvi&#10;PT0PvhQhhF2KCirv21RKV1Rk0I1tSxy4q+0M+gC7UuoOXyHcNHIaRbE0WHNoqLCldUXF/fAwCuIr&#10;73bbqTn3t4v+2jfxz90nM6VGw361AOGp9//iP/dGK0gmSdgf3oQnI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NYbcMAAADdAAAADwAAAAAAAAAAAAAAAACYAgAAZHJzL2Rv&#10;d25yZXYueG1sUEsFBgAAAAAEAAQA9QAAAIgDAAAAAA==&#10;" fillcolor="#59a5d9" stroked="f" strokeweight="1pt">
                  <v:fill opacity="22102f"/>
                </v:shape>
                <v:shape id="等腰三角形 7171" o:spid="_x0000_s1034" type="#_x0000_t5" style="position:absolute;left:18413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/99sYA&#10;AADdAAAADwAAAGRycy9kb3ducmV2LnhtbESPQWvCQBSE70L/w/IKvZlNhCYlZpVSWqggSGKh9PbI&#10;PpNo9m3IbjX+e7dQ8DjMzDdMsZ5ML840us6ygiSKQRDXVnfcKPjaf8xfQDiPrLG3TAqu5GC9epgV&#10;mGt74ZLOlW9EgLDLUUHr/ZBL6eqWDLrIDsTBO9jRoA9ybKQe8RLgppeLOE6lwY7DQosDvbVUn6pf&#10;oyA98G63XZjv6fij38s+3Zx89qzU0+P0ugThafL38H/7UyvIkiyBvzfhCcjV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/99sYAAADdAAAADwAAAAAAAAAAAAAAAACYAgAAZHJz&#10;L2Rvd25yZXYueG1sUEsFBgAAAAAEAAQA9QAAAIsDAAAAAA==&#10;" fillcolor="#59a5d9" stroked="f" strokeweight="1pt">
                  <v:fill opacity="22102f"/>
                </v:shape>
                <v:shape id="等腰三角形 7172" o:spid="_x0000_s1035" type="#_x0000_t5" style="position:absolute;left:4912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1jgcUA&#10;AADdAAAADwAAAGRycy9kb3ducmV2LnhtbESPQYvCMBSE7wv+h/AEb2tqwVaqUUQUXFgQXUG8PZpn&#10;W21eShO1++83grDHYWa+YWaLztTiQa2rLCsYDSMQxLnVFRcKjj+bzwkI55E11pZJwS85WMx7HzPM&#10;tH3ynh4HX4gAYZehgtL7JpPS5SUZdEPbEAfvYluDPsi2kLrFZ4CbWsZRlEiDFYeFEhtalZTfDnej&#10;ILnwbvcdm1N3Pev1vk6+bj4dKzXod8spCE+d/w+/21utIB2lMbzeh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rWOBxQAAAN0AAAAPAAAAAAAAAAAAAAAAAJgCAABkcnMv&#10;ZG93bnJldi54bWxQSwUGAAAAAAQABAD1AAAAigMAAAAA&#10;" fillcolor="#59a5d9" stroked="f" strokeweight="1pt">
                  <v:fill opacity="22102f"/>
                </v:shape>
                <v:shape id="等腰三角形 7173" o:spid="_x0000_s1036" type="#_x0000_t5" style="position:absolute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HGGsUA&#10;AADdAAAADwAAAGRycy9kb3ducmV2LnhtbESPQYvCMBSE78L+h/AWvGmqYivVKMuioCCIriDeHs2z&#10;rTYvpYna/fcbQdjjMDPfMLNFayrxoMaVlhUM+hEI4szqknMFx59VbwLCeWSNlWVS8EsOFvOPzgxT&#10;bZ+8p8fB5yJA2KWooPC+TqV0WUEGXd/WxMG72MagD7LJpW7wGeCmksMoiqXBksNCgTV9F5TdDnej&#10;IL7wbrcdmlN7Pevlvoo3N5+Mlep+tl9TEJ5a/x9+t9daQTJIRvB6E5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4cYaxQAAAN0AAAAPAAAAAAAAAAAAAAAAAJgCAABkcnMv&#10;ZG93bnJldi54bWxQSwUGAAAAAAQABAD1AAAAigMAAAAA&#10;" fillcolor="#59a5d9" stroked="f" strokeweight="1pt">
                  <v:fill opacity="22102f"/>
                </v:shape>
                <v:shape id="等腰三角形 7174" o:spid="_x0000_s1037" type="#_x0000_t5" style="position:absolute;left:54876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ebsUA&#10;AADdAAAADwAAAGRycy9kb3ducmV2LnhtbESPQYvCMBSE78L+h/AWvGmqaCvVKMuioCCIriDeHs2z&#10;rTYvpYna/fcbQdjjMDPfMLNFayrxoMaVlhUM+hEI4szqknMFx59VbwLCeWSNlWVS8EsOFvOPzgxT&#10;bZ+8p8fB5yJA2KWooPC+TqV0WUEGXd/WxMG72MagD7LJpW7wGeCmksMoiqXBksNCgTV9F5TdDnej&#10;IL7wbrcdmlN7Pevlvoo3N5+Mlep+tl9TEJ5a/x9+t9daQTJIRvB6E5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F5uxQAAAN0AAAAPAAAAAAAAAAAAAAAAAJgCAABkcnMv&#10;ZG93bnJldi54bWxQSwUGAAAAAAQABAD1AAAAigMAAAAA&#10;" fillcolor="#59a5d9" stroked="f" strokeweight="1pt">
                  <v:fill opacity="22102f"/>
                </v:shape>
                <v:shape id="等腰三角形 7175" o:spid="_x0000_s1038" type="#_x0000_t5" style="position:absolute;left:78885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T79ccA&#10;AADdAAAADwAAAGRycy9kb3ducmV2LnhtbESP3WrCQBSE74W+w3IKvTObCCYlZpVSKrQgiLZQvDtk&#10;T36a7NmQXTV9e7dQ8HKYmW+YYjOZXlxodK1lBUkUgyAurW65VvD1uZ0/g3AeWWNvmRT8koPN+mFW&#10;YK7tlQ90OfpaBAi7HBU03g+5lK5syKCL7EAcvMqOBn2QYy31iNcAN71cxHEqDbYcFhoc6LWhsjue&#10;jYK04v1+tzDf089Jvx369KPz2VKpp8fpZQXC0+Tv4f/2u1aQJdkS/t6EJ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E+/XHAAAA3QAAAA8AAAAAAAAAAAAAAAAAmAIAAGRy&#10;cy9kb3ducmV2LnhtbFBLBQYAAAAABAAEAPUAAACMAwAAAAA=&#10;" fillcolor="#59a5d9" stroked="f" strokeweight="1pt">
                  <v:fill opacity="22102f"/>
                </v:shape>
                <v:shape id="等腰三角形 7176" o:spid="_x0000_s1039" type="#_x0000_t5" style="position:absolute;left:62027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lgsQA&#10;AADdAAAADwAAAGRycy9kb3ducmV2LnhtbESPQYvCMBSE74L/ITzBm6YKttI1ioiCgiC6wrK3R/Ns&#10;uzYvpYla/70RhD0OM/MNM1u0phJ3alxpWcFoGIEgzqwuOVdw/t4MpiCcR9ZYWSYFT3KwmHc7M0y1&#10;ffCR7iefiwBhl6KCwvs6ldJlBRl0Q1sTB+9iG4M+yCaXusFHgJtKjqMolgZLDgsF1rQqKLuebkZB&#10;fOHDYT82P+3fr14fq3h39clEqX6vXX6B8NT6//CnvdUKklESw/tNeAJ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WZYLEAAAA3QAAAA8AAAAAAAAAAAAAAAAAmAIAAGRycy9k&#10;b3ducmV2LnhtbFBLBQYAAAAABAAEAPUAAACJAwAAAAA=&#10;" fillcolor="#59a5d9" stroked="f" strokeweight="1pt">
                  <v:fill opacity="22102f"/>
                </v:shape>
                <v:shape id="等腰三角形 7178" o:spid="_x0000_s1040" type="#_x0000_t5" style="position:absolute;left:93524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VUa8MA&#10;AADdAAAADwAAAGRycy9kb3ducmV2LnhtbERPy4rCMBTdD/gP4QruxlTBVqppEZkBBwTxAeLu0lzb&#10;anNTmqidvzeLgVkeznuZ96YRT+pcbVnBZByBIC6srrlUcDp+f85BOI+ssbFMCn7JQZ4NPpaYavvi&#10;PT0PvhQhhF2KCirv21RKV1Rk0I1tSxy4q+0M+gC7UuoOXyHcNHIaRbE0WHNoqLCldUXF/fAwCuIr&#10;73bbqTn3t4v+2jfxz90nM6VGw361AOGp9//iP/dGK0gmSZgb3oQnI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VUa8MAAADdAAAADwAAAAAAAAAAAAAAAACYAgAAZHJzL2Rv&#10;d25yZXYueG1sUEsFBgAAAAAEAAQA9QAAAIgDAAAAAA==&#10;" fillcolor="#59a5d9" stroked="f" strokeweight="1pt">
                  <v:fill opacity="22102f"/>
                </v:shape>
                <v:shape id="等腰三角形 7179" o:spid="_x0000_s1041" type="#_x0000_t5" style="position:absolute;left:42270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nx8McA&#10;AADdAAAADwAAAGRycy9kb3ducmV2LnhtbESPQWvCQBSE7wX/w/KE3upGoYlN3QSRFloQJFoQb4/s&#10;M0nNvg3ZrUn/vVsoeBxm5htmlY+mFVfqXWNZwXwWgSAurW64UvB1eH9agnAeWWNrmRT8koM8mzys&#10;MNV24IKue1+JAGGXooLa+y6V0pU1GXQz2xEH72x7gz7IvpK6xyHATSsXURRLgw2HhRo72tRUXvY/&#10;RkF85t1uuzDH8fuk34o2/rz45Fmpx+m4fgXhafT38H/7QytI5skL/L0JT0B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J8fDHAAAA3QAAAA8AAAAAAAAAAAAAAAAAmAIAAGRy&#10;cy9kb3ducmV2LnhtbFBLBQYAAAAABAAEAPUAAACMAwAAAAA=&#10;" fillcolor="#59a5d9" stroked="f" strokeweight="1pt">
                  <v:fill opacity="22102f"/>
                </v:shape>
                <w10:wrap anchorx="margin"/>
              </v:group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pPr>
        <w:adjustRightInd w:val="0"/>
        <w:snapToGrid w:val="0"/>
        <w:ind w:leftChars="300" w:left="630"/>
        <w:rPr>
          <w:color w:val="4C4C4C"/>
          <w:sz w:val="28"/>
          <w:szCs w:val="28"/>
        </w:rPr>
      </w:pPr>
      <w:r>
        <w:rPr>
          <w:rFonts w:asciiTheme="minorHAnsi" w:eastAsiaTheme="minorEastAsia" w:hAnsiTheme="minorHAnsi" w:cstheme="minorBidi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92FFF3D" wp14:editId="215FAC8A">
            <wp:simplePos x="0" y="0"/>
            <wp:positionH relativeFrom="column">
              <wp:posOffset>-434788</wp:posOffset>
            </wp:positionH>
            <wp:positionV relativeFrom="paragraph">
              <wp:posOffset>-52296</wp:posOffset>
            </wp:positionV>
            <wp:extent cx="1054098" cy="1312831"/>
            <wp:effectExtent l="19050" t="19050" r="13335" b="20955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098" cy="1312831"/>
                    </a:xfrm>
                    <a:prstGeom prst="rect">
                      <a:avLst/>
                    </a:prstGeom>
                    <a:ln w="19050">
                      <a:solidFill>
                        <a:schemeClr val="accent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E6AFAC1" wp14:editId="1922A90A">
                <wp:simplePos x="0" y="0"/>
                <wp:positionH relativeFrom="column">
                  <wp:posOffset>1490980</wp:posOffset>
                </wp:positionH>
                <wp:positionV relativeFrom="paragraph">
                  <wp:posOffset>-81280</wp:posOffset>
                </wp:positionV>
                <wp:extent cx="4459605" cy="470535"/>
                <wp:effectExtent l="0" t="0" r="17145" b="5715"/>
                <wp:wrapNone/>
                <wp:docPr id="21603" name="组合 2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9809" cy="470535"/>
                          <a:chOff x="0" y="0"/>
                          <a:chExt cx="4459809" cy="470535"/>
                        </a:xfrm>
                      </wpg:grpSpPr>
                      <wps:wsp>
                        <wps:cNvPr id="38" name="文本框 9"/>
                        <wps:cNvSpPr txBox="1"/>
                        <wps:spPr>
                          <a:xfrm>
                            <a:off x="0" y="0"/>
                            <a:ext cx="1058545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597" name="直接连接符 21597"/>
                        <wps:cNvCnPr/>
                        <wps:spPr>
                          <a:xfrm>
                            <a:off x="859809" y="272956"/>
                            <a:ext cx="360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B7FB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AFAC1" id="组合 21603" o:spid="_x0000_s1036" style="position:absolute;left:0;text-align:left;margin-left:117.4pt;margin-top:-6.4pt;width:351.15pt;height:37.05pt;z-index:251676672" coordsize="44598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">
                <v:shape id="文本框 9" o:spid="_x0000_s1037" type="#_x0000_t202" style="position:absolute;width:10585;height:4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color w:val="2B7FB9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line id="直接连接符 21597" o:spid="_x0000_s1038" style="position:absolute;visibility:visible;mso-wrap-style:square" from="8598,2729" to="44598,2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PC9MYAAADeAAAADwAAAGRycy9kb3ducmV2LnhtbESP3WrCQBSE7wXfYTmCd3VjoNVEV4mK&#10;UCgF/x7gkD0mwezZsLvVtE/fLRS8HGbmG2a57k0r7uR8Y1nBdJKAIC6tbrhScDnvX+YgfEDW2Fom&#10;Bd/kYb0aDpaYa/vgI91PoRIRwj5HBXUIXS6lL2sy6Ce2I47e1TqDIUpXSe3wEeGmlWmSvEmDDceF&#10;Gjva1lTeTl8mUrL+0+8+ss3PrpCHtNy4pkhnSo1HfbEAEagPz/B/+10rSKev2Qz+7sQr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DwvTGAAAA3gAAAA8AAAAAAAAA&#10;AAAAAAAAoQIAAGRycy9kb3ducmV2LnhtbFBLBQYAAAAABAAEAPkAAACUAwAAAAA=&#10;" strokecolor="#2b7fb9" strokeweight="1pt">
                  <v:stroke joinstyle="miter"/>
                </v:line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1BB9FE6" wp14:editId="75F22E64">
                <wp:simplePos x="0" y="0"/>
                <wp:positionH relativeFrom="page">
                  <wp:align>left</wp:align>
                </wp:positionH>
                <wp:positionV relativeFrom="paragraph">
                  <wp:posOffset>-1508760</wp:posOffset>
                </wp:positionV>
                <wp:extent cx="12192000" cy="1214120"/>
                <wp:effectExtent l="0" t="0" r="0" b="24130"/>
                <wp:wrapNone/>
                <wp:docPr id="21593" name="组合 21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0" cy="1214437"/>
                          <a:chOff x="0" y="0"/>
                          <a:chExt cx="12192000" cy="1214437"/>
                        </a:xfrm>
                      </wpg:grpSpPr>
                      <wps:wsp>
                        <wps:cNvPr id="21594" name="矩形 21594"/>
                        <wps:cNvSpPr/>
                        <wps:spPr>
                          <a:xfrm>
                            <a:off x="0" y="0"/>
                            <a:ext cx="12192000" cy="1009650"/>
                          </a:xfrm>
                          <a:prstGeom prst="rect">
                            <a:avLst/>
                          </a:pr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595" name="等腰三角形 21595"/>
                        <wps:cNvSpPr/>
                        <wps:spPr>
                          <a:xfrm>
                            <a:off x="34132" y="774445"/>
                            <a:ext cx="1811337" cy="439992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509BA" id="组合 21593" o:spid="_x0000_s1026" style="position:absolute;left:0;text-align:left;margin-left:0;margin-top:-118.8pt;width:960pt;height:95.6pt;z-index:251655168;mso-position-horizontal:left;mso-position-horizontal-relative:page" coordsize="121920,1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">
                <v:rect id="矩形 21594" o:spid="_x0000_s1027" style="position:absolute;width:121920;height:10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tw2sgA&#10;AADeAAAADwAAAGRycy9kb3ducmV2LnhtbESPQWvCQBSE74L/YXlCb7pRrGh0lVJoaYWmGAXx9sw+&#10;k9js25Ddatpf3y0IHoeZ+YZZrFpTiQs1rrSsYDiIQBBnVpecK9htX/pTEM4ja6wsk4IfcrBadjsL&#10;jLW98oYuqc9FgLCLUUHhfR1L6bKCDLqBrYmDd7KNQR9kk0vd4DXATSVHUTSRBksOCwXW9FxQ9pV+&#10;GwV8TDj5kJ/7199aJsn4vH7Hw1qph177NAfhqfX38K39phWMho+zMfzfCVdAL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W3DayAAAAN4AAAAPAAAAAAAAAAAAAAAAAJgCAABk&#10;cnMvZG93bnJldi54bWxQSwUGAAAAAAQABAD1AAAAjQMAAAAA&#10;" fillcolor="#2b7fb9" stroked="f" strokeweight="1pt"/>
                <v:shape id="等腰三角形 21595" o:spid="_x0000_s1028" type="#_x0000_t5" style="position:absolute;left:341;top:7744;width:18113;height: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zY4scA&#10;AADeAAAADwAAAGRycy9kb3ducmV2LnhtbESPQWvCQBSE7wX/w/KEXopuoig2dRWpKB41LRRvz+xr&#10;Nph9G7Krpv313YLgcZiZb5j5srO1uFLrK8cK0mECgrhwuuJSwefHZjAD4QOyxtoxKfghD8tF72mO&#10;mXY3PtA1D6WIEPYZKjAhNJmUvjBk0Q9dQxy9b9daDFG2pdQt3iLc1nKUJFNpseK4YLChd0PFOb9Y&#10;BW7f5PnXeG22L+nxt6vXp509npR67nerNxCBuvAI39s7rWCUTl4n8H8nX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s2OLHAAAA3gAAAA8AAAAAAAAAAAAAAAAAmAIAAGRy&#10;cy9kb3ducmV2LnhtbFBLBQYAAAAABAAEAPUAAACMAwAAAAA=&#10;" fillcolor="white [3212]" strokecolor="white [3212]" strokeweight="1pt"/>
                <w10:wrap anchorx="page"/>
              </v:group>
            </w:pict>
          </mc:Fallback>
        </mc:AlternateContent>
      </w:r>
      <w:r>
        <w:rPr>
          <w:rFonts w:hint="eastAsia"/>
        </w:rPr>
        <w:t xml:space="preserve"> </w:t>
      </w:r>
      <w:r>
        <w:rPr>
          <w:color w:val="4C4C4C"/>
          <w:sz w:val="28"/>
          <w:szCs w:val="28"/>
        </w:rPr>
        <w:t xml:space="preserve"> </w:t>
      </w:r>
    </w:p>
    <w:p w:rsidR="00E81369" w:rsidRDefault="00E81369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EAAB7C" wp14:editId="53C1A94F">
                <wp:simplePos x="0" y="0"/>
                <wp:positionH relativeFrom="column">
                  <wp:posOffset>1492624</wp:posOffset>
                </wp:positionH>
                <wp:positionV relativeFrom="paragraph">
                  <wp:posOffset>152624</wp:posOffset>
                </wp:positionV>
                <wp:extent cx="4578723" cy="1358153"/>
                <wp:effectExtent l="0" t="0" r="0" b="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723" cy="135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:rsidR="00E81369" w:rsidRDefault="00E81369" w:rsidP="00E81369">
                            <w:pPr>
                              <w:pStyle w:val="a5"/>
                              <w:adjustRightInd w:val="0"/>
                              <w:snapToGrid w:val="0"/>
                              <w:spacing w:before="0" w:beforeAutospacing="0" w:after="0" w:afterAutospacing="0" w:line="400" w:lineRule="exact"/>
                              <w:rPr>
                                <w:rFonts w:ascii="微软雅黑" w:eastAsia="微软雅黑" w:hAnsi="微软雅黑"/>
                                <w:b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 xml:space="preserve">2013.9-2016.6    </w:t>
                            </w:r>
                            <w:bookmarkStart w:id="0" w:name="OLE_LINK3"/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广州飞扬学院</w:t>
                            </w:r>
                            <w:bookmarkEnd w:id="0"/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 xml:space="preserve">      护理学专业 </w:t>
                            </w:r>
                          </w:p>
                          <w:p w:rsidR="00E81369" w:rsidRPr="00826B35" w:rsidRDefault="00E81369" w:rsidP="00E81369"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bookmarkStart w:id="1" w:name="OLE_LINK10"/>
                            <w:bookmarkStart w:id="2" w:name="OLE_LINK1"/>
                            <w:r w:rsidRPr="00826B35"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主修课程：内科，外科，妇科儿科，基础护理，正常人体结构，病理学，药理学，护理学基础，医学免疫学与微生物学，医护心理学等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AAB7C" id="_x0000_s1039" type="#_x0000_t202" style="position:absolute;left:0;text-align:left;margin-left:117.55pt;margin-top:12pt;width:360.55pt;height:106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" filled="f" stroked="f" strokeweight="1.5pt">
                <v:textbox>
                  <w:txbxContent>
                    <w:p w:rsidR="00E81369" w:rsidRDefault="00E81369" w:rsidP="00E81369">
                      <w:pPr>
                        <w:pStyle w:val="a5"/>
                        <w:adjustRightInd w:val="0"/>
                        <w:snapToGrid w:val="0"/>
                        <w:spacing w:before="0" w:beforeAutospacing="0" w:after="0" w:afterAutospacing="0" w:line="400" w:lineRule="exact"/>
                        <w:rPr>
                          <w:rFonts w:ascii="微软雅黑" w:eastAsia="微软雅黑" w:hAnsi="微软雅黑"/>
                          <w:b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 w:val="21"/>
                          <w:szCs w:val="21"/>
                        </w:rPr>
                        <w:t xml:space="preserve">2013.9-2016.6    </w:t>
                      </w:r>
                      <w:bookmarkStart w:id="3" w:name="OLE_LINK3"/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 w:val="21"/>
                          <w:szCs w:val="21"/>
                        </w:rPr>
                        <w:t>广州飞扬学院</w:t>
                      </w:r>
                      <w:bookmarkEnd w:id="3"/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 w:val="21"/>
                          <w:szCs w:val="21"/>
                        </w:rPr>
                        <w:t xml:space="preserve">      护理学专业 </w:t>
                      </w:r>
                    </w:p>
                    <w:p w:rsidR="00E81369" w:rsidRPr="00826B35" w:rsidRDefault="00E81369" w:rsidP="00E81369"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bookmarkStart w:id="4" w:name="OLE_LINK10"/>
                      <w:bookmarkStart w:id="5" w:name="OLE_LINK1"/>
                      <w:r w:rsidRPr="00826B35"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主修课程：内科，外科，妇科儿科，基础护理，正常人体结构，病理学，药理学，护理学基础，医学免疫学与微生物学，医护心理学等</w:t>
                      </w:r>
                      <w:bookmarkEnd w:id="4"/>
                      <w:bookmarkEnd w:id="5"/>
                    </w:p>
                  </w:txbxContent>
                </v:textbox>
              </v:shape>
            </w:pict>
          </mc:Fallback>
        </mc:AlternateContent>
      </w:r>
    </w:p>
    <w:p w:rsidR="00E81369" w:rsidRDefault="00E81369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</w:p>
    <w:p w:rsidR="00E81369" w:rsidRDefault="00E81369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</w:p>
    <w:p w:rsidR="00E81369" w:rsidRDefault="00E81369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</w:p>
    <w:p w:rsidR="00E81369" w:rsidRDefault="00E81369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  <w:r>
        <w:rPr>
          <w:rFonts w:ascii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891FCE" wp14:editId="7295EF16">
                <wp:simplePos x="0" y="0"/>
                <wp:positionH relativeFrom="column">
                  <wp:posOffset>-981561</wp:posOffset>
                </wp:positionH>
                <wp:positionV relativeFrom="paragraph">
                  <wp:posOffset>305958</wp:posOffset>
                </wp:positionV>
                <wp:extent cx="2084294" cy="1095935"/>
                <wp:effectExtent l="0" t="0" r="0" b="0"/>
                <wp:wrapNone/>
                <wp:docPr id="21509" name="文本框 21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294" cy="10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1369" w:rsidRDefault="007F60BD" w:rsidP="00E81369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2B7FB9"/>
                                <w:sz w:val="4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2B7FB9"/>
                                <w:sz w:val="48"/>
                                <w:szCs w:val="18"/>
                              </w:rPr>
                              <w:t>幸运日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color w:val="2B7FB9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B7FB9"/>
                                <w:sz w:val="22"/>
                                <w:szCs w:val="21"/>
                              </w:rPr>
                              <w:t>求职</w:t>
                            </w:r>
                            <w:r>
                              <w:rPr>
                                <w:rFonts w:ascii="微软雅黑" w:eastAsia="微软雅黑" w:hAnsi="微软雅黑"/>
                                <w:color w:val="2B7FB9"/>
                                <w:sz w:val="22"/>
                                <w:szCs w:val="21"/>
                              </w:rPr>
                              <w:t>意向：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B7FB9"/>
                                <w:sz w:val="22"/>
                                <w:szCs w:val="21"/>
                              </w:rPr>
                              <w:t>护士/护理人员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91FCE" id="文本框 21509" o:spid="_x0000_s1040" type="#_x0000_t202" style="position:absolute;left:0;text-align:left;margin-left:-77.3pt;margin-top:24.1pt;width:164.1pt;height:8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" filled="f" stroked="f" strokeweight=".5pt">
                <v:textbox>
                  <w:txbxContent>
                    <w:p w:rsidR="00E81369" w:rsidRDefault="007F60BD" w:rsidP="00E81369">
                      <w:pPr>
                        <w:snapToGrid w:val="0"/>
                        <w:spacing w:line="276" w:lineRule="auto"/>
                        <w:jc w:val="center"/>
                        <w:rPr>
                          <w:rFonts w:ascii="微软雅黑" w:eastAsia="微软雅黑" w:hAnsi="微软雅黑"/>
                          <w:b/>
                          <w:color w:val="2B7FB9"/>
                          <w:sz w:val="4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2B7FB9"/>
                          <w:sz w:val="48"/>
                          <w:szCs w:val="18"/>
                        </w:rPr>
                        <w:t>幸运日</w:t>
                      </w:r>
                    </w:p>
                    <w:p w:rsidR="00E81369" w:rsidRDefault="00E81369" w:rsidP="00E81369">
                      <w:pPr>
                        <w:snapToGrid w:val="0"/>
                        <w:jc w:val="center"/>
                        <w:rPr>
                          <w:rFonts w:ascii="微软雅黑" w:eastAsia="微软雅黑" w:hAnsi="微软雅黑"/>
                          <w:color w:val="2B7FB9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2B7FB9"/>
                          <w:sz w:val="22"/>
                          <w:szCs w:val="21"/>
                        </w:rPr>
                        <w:t>求职</w:t>
                      </w:r>
                      <w:r>
                        <w:rPr>
                          <w:rFonts w:ascii="微软雅黑" w:eastAsia="微软雅黑" w:hAnsi="微软雅黑"/>
                          <w:color w:val="2B7FB9"/>
                          <w:sz w:val="22"/>
                          <w:szCs w:val="21"/>
                        </w:rPr>
                        <w:t>意向：</w:t>
                      </w:r>
                      <w:r>
                        <w:rPr>
                          <w:rFonts w:ascii="微软雅黑" w:eastAsia="微软雅黑" w:hAnsi="微软雅黑" w:hint="eastAsia"/>
                          <w:color w:val="2B7FB9"/>
                          <w:sz w:val="22"/>
                          <w:szCs w:val="21"/>
                        </w:rPr>
                        <w:t>护士/护理人员</w:t>
                      </w:r>
                    </w:p>
                  </w:txbxContent>
                </v:textbox>
              </v:shape>
            </w:pict>
          </mc:Fallback>
        </mc:AlternateContent>
      </w:r>
    </w:p>
    <w:p w:rsidR="00E81369" w:rsidRDefault="00E81369" w:rsidP="00E81369">
      <w:pPr>
        <w:adjustRightInd w:val="0"/>
        <w:snapToGrid w:val="0"/>
        <w:ind w:leftChars="300" w:left="630"/>
        <w:rPr>
          <w:color w:val="4C4C4C"/>
          <w:sz w:val="28"/>
          <w:szCs w:val="28"/>
        </w:rPr>
      </w:pPr>
      <w:r>
        <w:rPr>
          <w:rFonts w:hint="eastAsia"/>
          <w:color w:val="4C4C4C"/>
          <w:sz w:val="28"/>
          <w:szCs w:val="28"/>
        </w:rPr>
        <w:t xml:space="preserve"> </w:t>
      </w:r>
    </w:p>
    <w:p w:rsidR="00E81369" w:rsidRDefault="00E81369" w:rsidP="00E81369">
      <w:pPr>
        <w:adjustRightInd w:val="0"/>
        <w:snapToGrid w:val="0"/>
        <w:ind w:leftChars="300" w:left="630"/>
        <w:rPr>
          <w:rFonts w:ascii="微软雅黑" w:hAnsi="微软雅黑"/>
          <w:color w:val="01A1B9"/>
          <w:szCs w:val="21"/>
        </w:rPr>
      </w:pPr>
      <w:r>
        <w:rPr>
          <w:rFonts w:hint="eastAsia"/>
          <w:sz w:val="28"/>
          <w:szCs w:val="28"/>
        </w:rPr>
        <w:t xml:space="preserve"> </w:t>
      </w:r>
    </w:p>
    <w:p w:rsidR="00E81369" w:rsidRDefault="00E81369" w:rsidP="00E81369">
      <w:pPr>
        <w:adjustRightInd w:val="0"/>
        <w:snapToGrid w:val="0"/>
        <w:ind w:leftChars="1000" w:left="2100"/>
        <w:rPr>
          <w:rFonts w:ascii="微软雅黑" w:hAnsi="微软雅黑"/>
          <w:color w:val="4C4C4C"/>
          <w:szCs w:val="21"/>
        </w:rPr>
      </w:pPr>
      <w:r>
        <w:rPr>
          <w:rFonts w:ascii="微软雅黑" w:hAnsi="微软雅黑" w:hint="eastAsia"/>
          <w:noProof/>
          <w:color w:val="4C4C4C"/>
          <w:szCs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D02033E" wp14:editId="51436339">
                <wp:simplePos x="0" y="0"/>
                <wp:positionH relativeFrom="column">
                  <wp:posOffset>1490980</wp:posOffset>
                </wp:positionH>
                <wp:positionV relativeFrom="paragraph">
                  <wp:posOffset>26035</wp:posOffset>
                </wp:positionV>
                <wp:extent cx="4453255" cy="470535"/>
                <wp:effectExtent l="0" t="0" r="24130" b="5715"/>
                <wp:wrapNone/>
                <wp:docPr id="21602" name="组合 2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2985" cy="470535"/>
                          <a:chOff x="0" y="0"/>
                          <a:chExt cx="4452985" cy="470535"/>
                        </a:xfrm>
                      </wpg:grpSpPr>
                      <wps:wsp>
                        <wps:cNvPr id="21" name="文本框 58"/>
                        <wps:cNvSpPr txBox="1"/>
                        <wps:spPr>
                          <a:xfrm>
                            <a:off x="0" y="0"/>
                            <a:ext cx="1058545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599" name="直接连接符 21599"/>
                        <wps:cNvCnPr/>
                        <wps:spPr>
                          <a:xfrm>
                            <a:off x="852985" y="279779"/>
                            <a:ext cx="360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B7FB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2033E" id="组合 21602" o:spid="_x0000_s1041" style="position:absolute;left:0;text-align:left;margin-left:117.4pt;margin-top:2.05pt;width:350.65pt;height:37.05pt;z-index:251677696" coordsize="44529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">
                <v:shape id="文本框 58" o:spid="_x0000_s1042" type="#_x0000_t202" style="position:absolute;width:10585;height:4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color w:val="2B7FB9"/>
                            <w:sz w:val="28"/>
                            <w:szCs w:val="28"/>
                          </w:rPr>
                          <w:t>实习经历</w:t>
                        </w:r>
                      </w:p>
                    </w:txbxContent>
                  </v:textbox>
                </v:shape>
                <v:line id="直接连接符 21599" o:spid="_x0000_s1043" style="position:absolute;visibility:visible;mso-wrap-style:square" from="8529,2797" to="44529,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DzHcYAAADeAAAADwAAAGRycy9kb3ducmV2LnhtbESP0WrCQBRE34X+w3ILvtWNAW0TXSVW&#10;CgUR1PoBl+w1CWbvht2tpv16VxB8HGbmDDNf9qYVF3K+saxgPEpAEJdWN1wpOP58vX2A8AFZY2uZ&#10;FPyRh+XiZTDHXNsr7+lyCJWIEPY5KqhD6HIpfVmTQT+yHXH0TtYZDFG6SmqH1wg3rUyTZCoNNhwX&#10;auzos6byfPg1kZL1W7/eZKv/dSF3ablyTZG+KzV87YsZiEB9eIYf7W+tIB1Psgzud+IV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Q8x3GAAAA3gAAAA8AAAAAAAAA&#10;AAAAAAAAoQIAAGRycy9kb3ducmV2LnhtbFBLBQYAAAAABAAEAPkAAACUAwAAAAA=&#10;" strokecolor="#2b7fb9" strokeweight="1pt">
                  <v:stroke joinstyle="miter"/>
                </v:line>
              </v:group>
            </w:pict>
          </mc:Fallback>
        </mc:AlternateContent>
      </w:r>
      <w:r>
        <w:rPr>
          <w:rFonts w:ascii="微软雅黑" w:hAnsi="微软雅黑" w:hint="eastAsia"/>
          <w:color w:val="4C4C4C"/>
          <w:szCs w:val="21"/>
        </w:rPr>
        <w:t xml:space="preserve"> </w:t>
      </w:r>
    </w:p>
    <w:p w:rsidR="00E81369" w:rsidRDefault="00E81369" w:rsidP="00E81369">
      <w:pPr>
        <w:adjustRightInd w:val="0"/>
        <w:snapToGrid w:val="0"/>
        <w:ind w:leftChars="1000" w:left="2100"/>
        <w:rPr>
          <w:rFonts w:ascii="微软雅黑" w:hAnsi="微软雅黑"/>
          <w:color w:val="7D7D7D"/>
          <w:szCs w:val="21"/>
        </w:rPr>
      </w:pPr>
    </w:p>
    <w:p w:rsidR="00E81369" w:rsidRDefault="00E81369" w:rsidP="00E81369">
      <w:pPr>
        <w:adjustRightInd w:val="0"/>
        <w:snapToGrid w:val="0"/>
        <w:ind w:leftChars="1000" w:left="2100"/>
        <w:rPr>
          <w:rFonts w:ascii="微软雅黑" w:hAnsi="微软雅黑"/>
          <w:color w:val="7D7D7D"/>
          <w:szCs w:val="21"/>
        </w:rPr>
      </w:pPr>
      <w:r>
        <w:rPr>
          <w:rFonts w:ascii="微软雅黑" w:hAnsi="微软雅黑"/>
          <w:b/>
          <w:noProof/>
          <w:color w:val="7D7D7D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426BBC" wp14:editId="0C2BBF9A">
                <wp:simplePos x="0" y="0"/>
                <wp:positionH relativeFrom="column">
                  <wp:posOffset>1499347</wp:posOffset>
                </wp:positionH>
                <wp:positionV relativeFrom="paragraph">
                  <wp:posOffset>53751</wp:posOffset>
                </wp:positionV>
                <wp:extent cx="4473575" cy="4410187"/>
                <wp:effectExtent l="0" t="0" r="0" b="0"/>
                <wp:wrapNone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3575" cy="44101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81369" w:rsidRDefault="00E81369" w:rsidP="00E81369">
                            <w:pPr>
                              <w:adjustRightInd w:val="0"/>
                              <w:snapToGrid w:val="0"/>
                              <w:spacing w:afterLines="50" w:after="156" w:line="400" w:lineRule="exact"/>
                              <w:rPr>
                                <w:rFonts w:ascii="微软雅黑" w:eastAsia="微软雅黑" w:hAnsi="微软雅黑" w:cs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>2015. 9-2016.6  广州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Cs w:val="21"/>
                              </w:rPr>
                              <w:t>医科大学第一附属医院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Cs w:val="21"/>
                              </w:rPr>
                              <w:t>实习护士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bookmarkStart w:id="6" w:name="OLE_LINK2"/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做好基础护理工作。经常巡视病房，密切观察病人病情变化，了解病人心理动态，发生异常及时报告或处理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；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协助医师进行各项诊疗工作，负责采集各种检验标本。掌握常用消毒液的浓度、配制及用法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；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参加护理教学，指导护生和护理员、卫生员工作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；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在护士长的领导下，做好病房及物品管理，消毒隔离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；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药品和器材请领保管等工作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；</w:t>
                            </w:r>
                          </w:p>
                          <w:p w:rsidR="00E81369" w:rsidRDefault="00E81369" w:rsidP="00E81369">
                            <w:pPr>
                              <w:pStyle w:val="Style1"/>
                              <w:adjustRightInd w:val="0"/>
                              <w:snapToGrid w:val="0"/>
                              <w:spacing w:line="400" w:lineRule="exact"/>
                              <w:ind w:firstLineChars="0" w:firstLine="0"/>
                              <w:rPr>
                                <w:rFonts w:ascii="微软雅黑" w:eastAsia="微软雅黑" w:hAnsi="微软雅黑"/>
                                <w:color w:val="000000"/>
                                <w:kern w:val="24"/>
                                <w:sz w:val="22"/>
                              </w:rPr>
                            </w:pPr>
                          </w:p>
                          <w:bookmarkEnd w:id="6"/>
                          <w:p w:rsidR="00E81369" w:rsidRDefault="00E81369" w:rsidP="00E81369">
                            <w:pPr>
                              <w:snapToGrid w:val="0"/>
                              <w:spacing w:beforeLines="25" w:before="78" w:line="400" w:lineRule="exact"/>
                              <w:rPr>
                                <w:rFonts w:ascii="微软雅黑" w:eastAsia="微软雅黑" w:hAnsi="微软雅黑"/>
                                <w:b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>201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>.0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>-2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 xml:space="preserve">015.012   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>广州市中医医院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kern w:val="24"/>
                                <w:szCs w:val="21"/>
                              </w:rPr>
                              <w:t>护士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外科手术配合以及巡回。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配合普外的台上台下开刀以及腔镜手术独立完成工作，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并得到医生主任的一致好评。</w:t>
                            </w:r>
                          </w:p>
                          <w:p w:rsidR="00E81369" w:rsidRDefault="00E81369" w:rsidP="00E81369">
                            <w:pPr>
                              <w:pStyle w:val="Style1"/>
                              <w:adjustRightInd w:val="0"/>
                              <w:snapToGrid w:val="0"/>
                              <w:spacing w:line="400" w:lineRule="exact"/>
                              <w:ind w:firstLineChars="0" w:firstLine="0"/>
                              <w:rPr>
                                <w:rFonts w:ascii="微软雅黑" w:eastAsia="微软雅黑" w:hAnsi="微软雅黑"/>
                                <w:color w:val="4C4C4C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26BBC" id="_x0000_s1044" type="#_x0000_t202" style="position:absolute;left:0;text-align:left;margin-left:118.05pt;margin-top:4.25pt;width:352.25pt;height:347.2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" filled="f" stroked="f">
                <v:textbox>
                  <w:txbxContent>
                    <w:p w:rsidR="00E81369" w:rsidRDefault="00E81369" w:rsidP="00E81369">
                      <w:pPr>
                        <w:adjustRightInd w:val="0"/>
                        <w:snapToGrid w:val="0"/>
                        <w:spacing w:afterLines="50" w:after="156" w:line="400" w:lineRule="exact"/>
                        <w:rPr>
                          <w:rFonts w:ascii="微软雅黑" w:eastAsia="微软雅黑" w:hAnsi="微软雅黑" w:cs="微软雅黑"/>
                          <w:b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Cs w:val="21"/>
                        </w:rPr>
                        <w:t>2015. 9-2016.6  广州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szCs w:val="21"/>
                        </w:rPr>
                        <w:t>医科大学第一附属医院</w:t>
                      </w:r>
                      <w:r>
                        <w:rPr>
                          <w:rFonts w:ascii="微软雅黑" w:eastAsia="微软雅黑" w:hAnsi="微软雅黑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szCs w:val="21"/>
                        </w:rPr>
                        <w:t>实习护士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bookmarkStart w:id="7" w:name="OLE_LINK2"/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做好基础护理工作。经常巡视病房，密切观察病人病情变化，了解病人心理动态，发生异常及时报告或处理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；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协助医师进行各项诊疗工作，负责采集各种检验标本。掌握常用消毒液的浓度、配制及用法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；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参加护理教学，指导护生和护理员、卫生员工作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；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在护士长的领导下，做好病房及物品管理，消毒隔离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；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药品和器材请领保管等工作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；</w:t>
                      </w:r>
                    </w:p>
                    <w:p w:rsidR="00E81369" w:rsidRDefault="00E81369" w:rsidP="00E81369">
                      <w:pPr>
                        <w:pStyle w:val="Style1"/>
                        <w:adjustRightInd w:val="0"/>
                        <w:snapToGrid w:val="0"/>
                        <w:spacing w:line="400" w:lineRule="exact"/>
                        <w:ind w:firstLineChars="0" w:firstLine="0"/>
                        <w:rPr>
                          <w:rFonts w:ascii="微软雅黑" w:eastAsia="微软雅黑" w:hAnsi="微软雅黑"/>
                          <w:color w:val="000000"/>
                          <w:kern w:val="24"/>
                          <w:sz w:val="22"/>
                        </w:rPr>
                      </w:pPr>
                    </w:p>
                    <w:bookmarkEnd w:id="7"/>
                    <w:p w:rsidR="00E81369" w:rsidRDefault="00E81369" w:rsidP="00E81369">
                      <w:pPr>
                        <w:snapToGrid w:val="0"/>
                        <w:spacing w:beforeLines="25" w:before="78" w:line="400" w:lineRule="exact"/>
                        <w:rPr>
                          <w:rFonts w:ascii="微软雅黑" w:eastAsia="微软雅黑" w:hAnsi="微软雅黑"/>
                          <w:b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Cs w:val="21"/>
                        </w:rPr>
                        <w:t>201</w:t>
                      </w:r>
                      <w:r>
                        <w:rPr>
                          <w:rFonts w:ascii="微软雅黑" w:eastAsia="微软雅黑" w:hAnsi="微软雅黑"/>
                          <w:b/>
                          <w:color w:val="000000"/>
                          <w:kern w:val="24"/>
                          <w:szCs w:val="21"/>
                        </w:rPr>
                        <w:t>5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Cs w:val="21"/>
                        </w:rPr>
                        <w:t>.0</w:t>
                      </w:r>
                      <w:r>
                        <w:rPr>
                          <w:rFonts w:ascii="微软雅黑" w:eastAsia="微软雅黑" w:hAnsi="微软雅黑"/>
                          <w:b/>
                          <w:color w:val="000000"/>
                          <w:kern w:val="24"/>
                          <w:szCs w:val="21"/>
                        </w:rPr>
                        <w:t>7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Cs w:val="21"/>
                        </w:rPr>
                        <w:t>-2</w:t>
                      </w:r>
                      <w:r>
                        <w:rPr>
                          <w:rFonts w:ascii="微软雅黑" w:eastAsia="微软雅黑" w:hAnsi="微软雅黑"/>
                          <w:b/>
                          <w:color w:val="000000"/>
                          <w:kern w:val="24"/>
                          <w:szCs w:val="21"/>
                        </w:rPr>
                        <w:t xml:space="preserve">015.012    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Cs w:val="21"/>
                        </w:rPr>
                        <w:t>广州市中医医院</w:t>
                      </w:r>
                      <w:r>
                        <w:rPr>
                          <w:rFonts w:ascii="微软雅黑" w:eastAsia="微软雅黑" w:hAnsi="微软雅黑"/>
                          <w:b/>
                          <w:color w:val="000000"/>
                          <w:kern w:val="24"/>
                          <w:szCs w:val="21"/>
                        </w:rPr>
                        <w:t xml:space="preserve">        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kern w:val="24"/>
                          <w:szCs w:val="21"/>
                        </w:rPr>
                        <w:t>护士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外科手术配合以及巡回。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配合普外的台上台下开刀以及腔镜手术独立完成工作，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并得到医生主任的一致好评。</w:t>
                      </w:r>
                    </w:p>
                    <w:p w:rsidR="00E81369" w:rsidRDefault="00E81369" w:rsidP="00E81369">
                      <w:pPr>
                        <w:pStyle w:val="Style1"/>
                        <w:adjustRightInd w:val="0"/>
                        <w:snapToGrid w:val="0"/>
                        <w:spacing w:line="400" w:lineRule="exact"/>
                        <w:ind w:firstLineChars="0" w:firstLine="0"/>
                        <w:rPr>
                          <w:rFonts w:ascii="微软雅黑" w:eastAsia="微软雅黑" w:hAnsi="微软雅黑"/>
                          <w:color w:val="4C4C4C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b/>
          <w:noProof/>
          <w:color w:val="7D7D7D"/>
          <w:szCs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562222F" wp14:editId="20C61122">
                <wp:simplePos x="0" y="0"/>
                <wp:positionH relativeFrom="column">
                  <wp:posOffset>-942975</wp:posOffset>
                </wp:positionH>
                <wp:positionV relativeFrom="paragraph">
                  <wp:posOffset>294640</wp:posOffset>
                </wp:positionV>
                <wp:extent cx="1988185" cy="470535"/>
                <wp:effectExtent l="0" t="0" r="31115" b="5715"/>
                <wp:wrapNone/>
                <wp:docPr id="21612" name="组合 216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358" cy="470535"/>
                          <a:chOff x="0" y="0"/>
                          <a:chExt cx="1988358" cy="470535"/>
                        </a:xfrm>
                      </wpg:grpSpPr>
                      <wps:wsp>
                        <wps:cNvPr id="15" name="文本框 25"/>
                        <wps:cNvSpPr txBox="1"/>
                        <wps:spPr>
                          <a:xfrm>
                            <a:off x="0" y="0"/>
                            <a:ext cx="94234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  <w:t>基本信息</w:t>
                              </w:r>
                            </w:p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1609" name="直接连接符 21609"/>
                        <wps:cNvCnPr/>
                        <wps:spPr>
                          <a:xfrm>
                            <a:off x="872358" y="262759"/>
                            <a:ext cx="111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B7FB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2222F" id="组合 21612" o:spid="_x0000_s1045" style="position:absolute;left:0;text-align:left;margin-left:-74.25pt;margin-top:23.2pt;width:156.55pt;height:37.05pt;z-index:251680768" coordsize="19883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">
                <v:shape id="文本框 25" o:spid="_x0000_s1046" type="#_x0000_t202" style="position:absolute;width:9423;height:4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color w:val="2B7FB9"/>
                            <w:sz w:val="28"/>
                            <w:szCs w:val="28"/>
                          </w:rPr>
                          <w:t>基本信息</w:t>
                        </w:r>
                      </w:p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Cs w:val="28"/>
                          </w:rPr>
                        </w:pPr>
                      </w:p>
                    </w:txbxContent>
                  </v:textbox>
                </v:shape>
                <v:line id="直接连接符 21609" o:spid="_x0000_s1047" style="position:absolute;visibility:visible;mso-wrap-style:square" from="8723,2627" to="19883,2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8H5sYAAADeAAAADwAAAGRycy9kb3ducmV2LnhtbESP0WrCQBRE3wX/YbmCb7oxD9ZENyEq&#10;QqEUrPUDLtnbJDR7N+yumvbru4VCH4eZOcPsytH04k7Od5YVrJYJCOLa6o4bBdf302IDwgdkjb1l&#10;UvBFHspiOtlhru2D3+h+CY2IEPY5KmhDGHIpfd2SQb+0A3H0PqwzGKJ0jdQOHxFuepkmyVoa7Dgu&#10;tDjQoaX683IzkZKNr/74ku2/j5U8p/XedVX6pNR8NlZbEIHG8B/+az9rBelqnWTweyde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O/B+bGAAAA3gAAAA8AAAAAAAAA&#10;AAAAAAAAoQIAAGRycy9kb3ducmV2LnhtbFBLBQYAAAAABAAEAPkAAACUAwAAAAA=&#10;" strokecolor="#2b7fb9" strokeweight="1pt">
                  <v:stroke joinstyle="miter"/>
                </v:line>
              </v:group>
            </w:pict>
          </mc:Fallback>
        </mc:AlternateContent>
      </w:r>
      <w:r>
        <w:rPr>
          <w:rFonts w:ascii="微软雅黑" w:hAnsi="微软雅黑" w:hint="eastAsia"/>
          <w:color w:val="7D7D7D"/>
          <w:szCs w:val="21"/>
        </w:rPr>
        <w:t xml:space="preserve"> </w:t>
      </w:r>
    </w:p>
    <w:p w:rsidR="00E81369" w:rsidRDefault="00E81369" w:rsidP="00E81369">
      <w:pPr>
        <w:adjustRightInd w:val="0"/>
        <w:snapToGrid w:val="0"/>
        <w:ind w:leftChars="300" w:left="630"/>
        <w:rPr>
          <w:color w:val="4C4C4C"/>
          <w:sz w:val="28"/>
          <w:szCs w:val="28"/>
        </w:rPr>
      </w:pPr>
      <w:r>
        <w:rPr>
          <w:rFonts w:hint="eastAsia"/>
          <w:color w:val="4C4C4C"/>
          <w:sz w:val="28"/>
          <w:szCs w:val="28"/>
        </w:rPr>
        <w:t xml:space="preserve"> </w:t>
      </w:r>
    </w:p>
    <w:p w:rsidR="00E81369" w:rsidRDefault="00E81369" w:rsidP="00E81369">
      <w:pPr>
        <w:adjustRightInd w:val="0"/>
        <w:snapToGrid w:val="0"/>
        <w:ind w:left="630"/>
        <w:rPr>
          <w:color w:val="4C4C4C"/>
          <w:sz w:val="28"/>
          <w:szCs w:val="28"/>
        </w:rPr>
      </w:pPr>
      <w:r>
        <w:rPr>
          <w:rFonts w:ascii="微软雅黑" w:hAnsi="微软雅黑"/>
          <w:b/>
          <w:noProof/>
          <w:color w:val="7D7D7D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C17B2" wp14:editId="3E75F968">
                <wp:simplePos x="0" y="0"/>
                <wp:positionH relativeFrom="margin">
                  <wp:posOffset>-564776</wp:posOffset>
                </wp:positionH>
                <wp:positionV relativeFrom="paragraph">
                  <wp:posOffset>260163</wp:posOffset>
                </wp:positionV>
                <wp:extent cx="1956547" cy="2346511"/>
                <wp:effectExtent l="0" t="0" r="0" b="0"/>
                <wp:wrapNone/>
                <wp:docPr id="8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6547" cy="23465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E81369" w:rsidRDefault="00E81369" w:rsidP="00E81369">
                            <w:pPr>
                              <w:snapToGrid w:val="0"/>
                              <w:spacing w:line="540" w:lineRule="exac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年龄：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 xml:space="preserve"> 22岁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cr/>
                              <w:t>住址：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广东省广州市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spacing w:line="540" w:lineRule="exac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 xml:space="preserve">电话：13800138000 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cr/>
                              <w:t>邮箱：224438888@qq.com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cr/>
                              <w:t>专业：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护理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spacing w:line="540" w:lineRule="exac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学校：广州飞扬大学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C17B2" id="_x0000_s1048" type="#_x0000_t202" style="position:absolute;left:0;text-align:left;margin-left:-44.45pt;margin-top:20.5pt;width:154.05pt;height:1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" filled="f" stroked="f">
                <v:textbox>
                  <w:txbxContent>
                    <w:p w:rsidR="00E81369" w:rsidRDefault="00E81369" w:rsidP="00E81369">
                      <w:pPr>
                        <w:snapToGrid w:val="0"/>
                        <w:spacing w:line="540" w:lineRule="exact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年龄：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 xml:space="preserve"> 22岁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cr/>
                        <w:t>住址：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广东省广州市</w:t>
                      </w:r>
                    </w:p>
                    <w:p w:rsidR="00E81369" w:rsidRDefault="00E81369" w:rsidP="00E81369">
                      <w:pPr>
                        <w:snapToGrid w:val="0"/>
                        <w:spacing w:line="540" w:lineRule="exact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 xml:space="preserve">电话：13800138000 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cr/>
                        <w:t>邮箱：224438888@qq.com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cr/>
                        <w:t>专业：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护理</w:t>
                      </w:r>
                    </w:p>
                    <w:p w:rsidR="00E81369" w:rsidRDefault="00E81369" w:rsidP="00E81369">
                      <w:pPr>
                        <w:snapToGrid w:val="0"/>
                        <w:spacing w:line="540" w:lineRule="exact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学校：广州飞扬大学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color w:val="4C4C4C"/>
          <w:sz w:val="28"/>
          <w:szCs w:val="28"/>
        </w:rPr>
        <w:t xml:space="preserve"> </w:t>
      </w:r>
    </w:p>
    <w:p w:rsidR="00E81369" w:rsidRDefault="00E81369" w:rsidP="00E81369">
      <w:pPr>
        <w:pStyle w:val="Style1"/>
        <w:adjustRightInd w:val="0"/>
        <w:snapToGrid w:val="0"/>
        <w:ind w:firstLineChars="0" w:firstLine="0"/>
        <w:rPr>
          <w:rFonts w:ascii="微软雅黑" w:hAnsi="微软雅黑"/>
          <w:b/>
          <w:color w:val="7D7D7D"/>
          <w:szCs w:val="21"/>
        </w:rPr>
      </w:pPr>
      <w:r>
        <w:rPr>
          <w:rFonts w:ascii="微软雅黑" w:hAnsi="微软雅黑"/>
          <w:b/>
          <w:noProof/>
          <w:color w:val="7D7D7D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EEDDA48" wp14:editId="15DBCB49">
                <wp:simplePos x="0" y="0"/>
                <wp:positionH relativeFrom="column">
                  <wp:posOffset>-826770</wp:posOffset>
                </wp:positionH>
                <wp:positionV relativeFrom="paragraph">
                  <wp:posOffset>193040</wp:posOffset>
                </wp:positionV>
                <wp:extent cx="212090" cy="1938655"/>
                <wp:effectExtent l="0" t="0" r="0" b="4445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90" cy="1938655"/>
                          <a:chOff x="19050" y="0"/>
                          <a:chExt cx="212275" cy="1940025"/>
                        </a:xfrm>
                      </wpg:grpSpPr>
                      <wps:wsp>
                        <wps:cNvPr id="88" name="Freeform 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050" y="0"/>
                            <a:ext cx="210182" cy="216000"/>
                          </a:xfrm>
                          <a:custGeom>
                            <a:avLst/>
                            <a:gdLst>
                              <a:gd name="T0" fmla="*/ 96 w 191"/>
                              <a:gd name="T1" fmla="*/ 0 h 196"/>
                              <a:gd name="T2" fmla="*/ 96 w 191"/>
                              <a:gd name="T3" fmla="*/ 196 h 196"/>
                              <a:gd name="T4" fmla="*/ 44 w 191"/>
                              <a:gd name="T5" fmla="*/ 141 h 196"/>
                              <a:gd name="T6" fmla="*/ 44 w 191"/>
                              <a:gd name="T7" fmla="*/ 147 h 196"/>
                              <a:gd name="T8" fmla="*/ 46 w 191"/>
                              <a:gd name="T9" fmla="*/ 152 h 196"/>
                              <a:gd name="T10" fmla="*/ 149 w 191"/>
                              <a:gd name="T11" fmla="*/ 151 h 196"/>
                              <a:gd name="T12" fmla="*/ 152 w 191"/>
                              <a:gd name="T13" fmla="*/ 144 h 196"/>
                              <a:gd name="T14" fmla="*/ 144 w 191"/>
                              <a:gd name="T15" fmla="*/ 127 h 196"/>
                              <a:gd name="T16" fmla="*/ 120 w 191"/>
                              <a:gd name="T17" fmla="*/ 118 h 196"/>
                              <a:gd name="T18" fmla="*/ 116 w 191"/>
                              <a:gd name="T19" fmla="*/ 118 h 196"/>
                              <a:gd name="T20" fmla="*/ 98 w 191"/>
                              <a:gd name="T21" fmla="*/ 146 h 196"/>
                              <a:gd name="T22" fmla="*/ 92 w 191"/>
                              <a:gd name="T23" fmla="*/ 143 h 196"/>
                              <a:gd name="T24" fmla="*/ 80 w 191"/>
                              <a:gd name="T25" fmla="*/ 118 h 196"/>
                              <a:gd name="T26" fmla="*/ 70 w 191"/>
                              <a:gd name="T27" fmla="*/ 119 h 196"/>
                              <a:gd name="T28" fmla="*/ 48 w 191"/>
                              <a:gd name="T29" fmla="*/ 128 h 196"/>
                              <a:gd name="T30" fmla="*/ 44 w 191"/>
                              <a:gd name="T31" fmla="*/ 141 h 196"/>
                              <a:gd name="T32" fmla="*/ 109 w 191"/>
                              <a:gd name="T33" fmla="*/ 46 h 196"/>
                              <a:gd name="T34" fmla="*/ 122 w 191"/>
                              <a:gd name="T35" fmla="*/ 71 h 196"/>
                              <a:gd name="T36" fmla="*/ 122 w 191"/>
                              <a:gd name="T37" fmla="*/ 74 h 196"/>
                              <a:gd name="T38" fmla="*/ 123 w 191"/>
                              <a:gd name="T39" fmla="*/ 88 h 196"/>
                              <a:gd name="T40" fmla="*/ 119 w 191"/>
                              <a:gd name="T41" fmla="*/ 92 h 196"/>
                              <a:gd name="T42" fmla="*/ 103 w 191"/>
                              <a:gd name="T43" fmla="*/ 110 h 196"/>
                              <a:gd name="T44" fmla="*/ 77 w 191"/>
                              <a:gd name="T45" fmla="*/ 99 h 196"/>
                              <a:gd name="T46" fmla="*/ 72 w 191"/>
                              <a:gd name="T47" fmla="*/ 89 h 196"/>
                              <a:gd name="T48" fmla="*/ 71 w 191"/>
                              <a:gd name="T49" fmla="*/ 74 h 196"/>
                              <a:gd name="T50" fmla="*/ 72 w 191"/>
                              <a:gd name="T51" fmla="*/ 63 h 196"/>
                              <a:gd name="T52" fmla="*/ 96 w 191"/>
                              <a:gd name="T53" fmla="*/ 44 h 196"/>
                              <a:gd name="T54" fmla="*/ 79 w 191"/>
                              <a:gd name="T55" fmla="*/ 79 h 196"/>
                              <a:gd name="T56" fmla="*/ 75 w 191"/>
                              <a:gd name="T57" fmla="*/ 82 h 196"/>
                              <a:gd name="T58" fmla="*/ 79 w 191"/>
                              <a:gd name="T59" fmla="*/ 88 h 196"/>
                              <a:gd name="T60" fmla="*/ 87 w 191"/>
                              <a:gd name="T61" fmla="*/ 101 h 196"/>
                              <a:gd name="T62" fmla="*/ 109 w 191"/>
                              <a:gd name="T63" fmla="*/ 96 h 196"/>
                              <a:gd name="T64" fmla="*/ 115 w 191"/>
                              <a:gd name="T65" fmla="*/ 86 h 196"/>
                              <a:gd name="T66" fmla="*/ 117 w 191"/>
                              <a:gd name="T67" fmla="*/ 80 h 196"/>
                              <a:gd name="T68" fmla="*/ 114 w 191"/>
                              <a:gd name="T69" fmla="*/ 79 h 196"/>
                              <a:gd name="T70" fmla="*/ 115 w 191"/>
                              <a:gd name="T71" fmla="*/ 73 h 196"/>
                              <a:gd name="T72" fmla="*/ 100 w 191"/>
                              <a:gd name="T73" fmla="*/ 71 h 196"/>
                              <a:gd name="T74" fmla="*/ 87 w 191"/>
                              <a:gd name="T75" fmla="*/ 63 h 196"/>
                              <a:gd name="T76" fmla="*/ 78 w 191"/>
                              <a:gd name="T77" fmla="*/ 70 h 196"/>
                              <a:gd name="T78" fmla="*/ 79 w 191"/>
                              <a:gd name="T79" fmla="*/ 75 h 196"/>
                              <a:gd name="T80" fmla="*/ 94 w 191"/>
                              <a:gd name="T81" fmla="*/ 126 h 196"/>
                              <a:gd name="T82" fmla="*/ 93 w 191"/>
                              <a:gd name="T83" fmla="*/ 117 h 196"/>
                              <a:gd name="T84" fmla="*/ 100 w 191"/>
                              <a:gd name="T85" fmla="*/ 116 h 196"/>
                              <a:gd name="T86" fmla="*/ 103 w 191"/>
                              <a:gd name="T87" fmla="*/ 119 h 196"/>
                              <a:gd name="T88" fmla="*/ 99 w 191"/>
                              <a:gd name="T89" fmla="*/ 126 h 196"/>
                              <a:gd name="T90" fmla="*/ 103 w 191"/>
                              <a:gd name="T91" fmla="*/ 138 h 196"/>
                              <a:gd name="T92" fmla="*/ 94 w 191"/>
                              <a:gd name="T93" fmla="*/ 144 h 196"/>
                              <a:gd name="T94" fmla="*/ 89 w 191"/>
                              <a:gd name="T95" fmla="*/ 137 h 196"/>
                              <a:gd name="T96" fmla="*/ 94 w 191"/>
                              <a:gd name="T97" fmla="*/ 12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91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3" y="0"/>
                                  <a:pt x="96" y="0"/>
                                </a:cubicBezTo>
                                <a:cubicBezTo>
                                  <a:pt x="149" y="0"/>
                                  <a:pt x="191" y="44"/>
                                  <a:pt x="191" y="98"/>
                                </a:cubicBezTo>
                                <a:cubicBezTo>
                                  <a:pt x="191" y="152"/>
                                  <a:pt x="149" y="196"/>
                                  <a:pt x="96" y="196"/>
                                </a:cubicBezTo>
                                <a:cubicBezTo>
                                  <a:pt x="43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44" y="141"/>
                                </a:moveTo>
                                <a:cubicBezTo>
                                  <a:pt x="44" y="143"/>
                                  <a:pt x="44" y="144"/>
                                  <a:pt x="44" y="144"/>
                                </a:cubicBezTo>
                                <a:cubicBezTo>
                                  <a:pt x="44" y="145"/>
                                  <a:pt x="44" y="146"/>
                                  <a:pt x="44" y="147"/>
                                </a:cubicBezTo>
                                <a:cubicBezTo>
                                  <a:pt x="44" y="149"/>
                                  <a:pt x="44" y="150"/>
                                  <a:pt x="46" y="151"/>
                                </a:cubicBezTo>
                                <a:cubicBezTo>
                                  <a:pt x="46" y="151"/>
                                  <a:pt x="46" y="151"/>
                                  <a:pt x="46" y="152"/>
                                </a:cubicBezTo>
                                <a:cubicBezTo>
                                  <a:pt x="80" y="152"/>
                                  <a:pt x="115" y="152"/>
                                  <a:pt x="149" y="152"/>
                                </a:cubicBezTo>
                                <a:cubicBezTo>
                                  <a:pt x="149" y="151"/>
                                  <a:pt x="149" y="151"/>
                                  <a:pt x="149" y="151"/>
                                </a:cubicBezTo>
                                <a:cubicBezTo>
                                  <a:pt x="151" y="150"/>
                                  <a:pt x="151" y="149"/>
                                  <a:pt x="152" y="148"/>
                                </a:cubicBezTo>
                                <a:cubicBezTo>
                                  <a:pt x="152" y="146"/>
                                  <a:pt x="152" y="145"/>
                                  <a:pt x="152" y="144"/>
                                </a:cubicBezTo>
                                <a:cubicBezTo>
                                  <a:pt x="152" y="139"/>
                                  <a:pt x="151" y="135"/>
                                  <a:pt x="149" y="132"/>
                                </a:cubicBezTo>
                                <a:cubicBezTo>
                                  <a:pt x="148" y="130"/>
                                  <a:pt x="146" y="128"/>
                                  <a:pt x="144" y="127"/>
                                </a:cubicBezTo>
                                <a:cubicBezTo>
                                  <a:pt x="142" y="125"/>
                                  <a:pt x="139" y="123"/>
                                  <a:pt x="137" y="122"/>
                                </a:cubicBezTo>
                                <a:cubicBezTo>
                                  <a:pt x="131" y="119"/>
                                  <a:pt x="125" y="119"/>
                                  <a:pt x="120" y="118"/>
                                </a:cubicBezTo>
                                <a:cubicBezTo>
                                  <a:pt x="118" y="117"/>
                                  <a:pt x="116" y="117"/>
                                  <a:pt x="116" y="116"/>
                                </a:cubicBezTo>
                                <a:cubicBezTo>
                                  <a:pt x="116" y="117"/>
                                  <a:pt x="116" y="118"/>
                                  <a:pt x="116" y="118"/>
                                </a:cubicBezTo>
                                <a:cubicBezTo>
                                  <a:pt x="116" y="122"/>
                                  <a:pt x="116" y="128"/>
                                  <a:pt x="113" y="132"/>
                                </a:cubicBezTo>
                                <a:cubicBezTo>
                                  <a:pt x="109" y="138"/>
                                  <a:pt x="104" y="143"/>
                                  <a:pt x="98" y="146"/>
                                </a:cubicBezTo>
                                <a:cubicBezTo>
                                  <a:pt x="97" y="146"/>
                                  <a:pt x="97" y="146"/>
                                  <a:pt x="97" y="146"/>
                                </a:cubicBezTo>
                                <a:cubicBezTo>
                                  <a:pt x="95" y="145"/>
                                  <a:pt x="94" y="144"/>
                                  <a:pt x="92" y="143"/>
                                </a:cubicBezTo>
                                <a:cubicBezTo>
                                  <a:pt x="87" y="139"/>
                                  <a:pt x="84" y="136"/>
                                  <a:pt x="81" y="131"/>
                                </a:cubicBezTo>
                                <a:cubicBezTo>
                                  <a:pt x="80" y="127"/>
                                  <a:pt x="79" y="121"/>
                                  <a:pt x="80" y="118"/>
                                </a:cubicBezTo>
                                <a:cubicBezTo>
                                  <a:pt x="80" y="117"/>
                                  <a:pt x="80" y="117"/>
                                  <a:pt x="80" y="116"/>
                                </a:cubicBezTo>
                                <a:cubicBezTo>
                                  <a:pt x="76" y="117"/>
                                  <a:pt x="73" y="118"/>
                                  <a:pt x="70" y="119"/>
                                </a:cubicBezTo>
                                <a:cubicBezTo>
                                  <a:pt x="65" y="119"/>
                                  <a:pt x="59" y="121"/>
                                  <a:pt x="53" y="124"/>
                                </a:cubicBezTo>
                                <a:cubicBezTo>
                                  <a:pt x="51" y="125"/>
                                  <a:pt x="50" y="127"/>
                                  <a:pt x="48" y="128"/>
                                </a:cubicBezTo>
                                <a:cubicBezTo>
                                  <a:pt x="46" y="131"/>
                                  <a:pt x="44" y="134"/>
                                  <a:pt x="44" y="138"/>
                                </a:cubicBezTo>
                                <a:cubicBezTo>
                                  <a:pt x="44" y="139"/>
                                  <a:pt x="44" y="140"/>
                                  <a:pt x="44" y="141"/>
                                </a:cubicBezTo>
                                <a:close/>
                                <a:moveTo>
                                  <a:pt x="96" y="44"/>
                                </a:moveTo>
                                <a:cubicBezTo>
                                  <a:pt x="101" y="44"/>
                                  <a:pt x="106" y="45"/>
                                  <a:pt x="109" y="46"/>
                                </a:cubicBezTo>
                                <a:cubicBezTo>
                                  <a:pt x="114" y="49"/>
                                  <a:pt x="117" y="53"/>
                                  <a:pt x="120" y="59"/>
                                </a:cubicBezTo>
                                <a:cubicBezTo>
                                  <a:pt x="122" y="62"/>
                                  <a:pt x="122" y="66"/>
                                  <a:pt x="122" y="71"/>
                                </a:cubicBezTo>
                                <a:cubicBezTo>
                                  <a:pt x="122" y="72"/>
                                  <a:pt x="122" y="73"/>
                                  <a:pt x="122" y="73"/>
                                </a:cubicBezTo>
                                <a:cubicBezTo>
                                  <a:pt x="122" y="73"/>
                                  <a:pt x="122" y="73"/>
                                  <a:pt x="122" y="74"/>
                                </a:cubicBezTo>
                                <a:cubicBezTo>
                                  <a:pt x="123" y="75"/>
                                  <a:pt x="124" y="78"/>
                                  <a:pt x="124" y="81"/>
                                </a:cubicBezTo>
                                <a:cubicBezTo>
                                  <a:pt x="124" y="83"/>
                                  <a:pt x="123" y="85"/>
                                  <a:pt x="123" y="88"/>
                                </a:cubicBezTo>
                                <a:cubicBezTo>
                                  <a:pt x="122" y="88"/>
                                  <a:pt x="122" y="88"/>
                                  <a:pt x="122" y="88"/>
                                </a:cubicBezTo>
                                <a:cubicBezTo>
                                  <a:pt x="120" y="90"/>
                                  <a:pt x="120" y="91"/>
                                  <a:pt x="119" y="92"/>
                                </a:cubicBezTo>
                                <a:cubicBezTo>
                                  <a:pt x="118" y="95"/>
                                  <a:pt x="116" y="98"/>
                                  <a:pt x="115" y="101"/>
                                </a:cubicBezTo>
                                <a:cubicBezTo>
                                  <a:pt x="112" y="105"/>
                                  <a:pt x="108" y="108"/>
                                  <a:pt x="103" y="110"/>
                                </a:cubicBezTo>
                                <a:cubicBezTo>
                                  <a:pt x="95" y="112"/>
                                  <a:pt x="88" y="110"/>
                                  <a:pt x="82" y="106"/>
                                </a:cubicBezTo>
                                <a:cubicBezTo>
                                  <a:pt x="80" y="103"/>
                                  <a:pt x="78" y="102"/>
                                  <a:pt x="77" y="99"/>
                                </a:cubicBezTo>
                                <a:cubicBezTo>
                                  <a:pt x="75" y="96"/>
                                  <a:pt x="74" y="93"/>
                                  <a:pt x="73" y="91"/>
                                </a:cubicBezTo>
                                <a:cubicBezTo>
                                  <a:pt x="73" y="90"/>
                                  <a:pt x="73" y="90"/>
                                  <a:pt x="72" y="89"/>
                                </a:cubicBezTo>
                                <a:cubicBezTo>
                                  <a:pt x="71" y="88"/>
                                  <a:pt x="70" y="87"/>
                                  <a:pt x="69" y="84"/>
                                </a:cubicBezTo>
                                <a:cubicBezTo>
                                  <a:pt x="68" y="81"/>
                                  <a:pt x="69" y="76"/>
                                  <a:pt x="71" y="74"/>
                                </a:cubicBezTo>
                                <a:cubicBezTo>
                                  <a:pt x="72" y="73"/>
                                  <a:pt x="72" y="73"/>
                                  <a:pt x="72" y="73"/>
                                </a:cubicBezTo>
                                <a:cubicBezTo>
                                  <a:pt x="71" y="70"/>
                                  <a:pt x="71" y="66"/>
                                  <a:pt x="72" y="63"/>
                                </a:cubicBezTo>
                                <a:cubicBezTo>
                                  <a:pt x="73" y="55"/>
                                  <a:pt x="77" y="49"/>
                                  <a:pt x="85" y="46"/>
                                </a:cubicBezTo>
                                <a:cubicBezTo>
                                  <a:pt x="87" y="45"/>
                                  <a:pt x="92" y="44"/>
                                  <a:pt x="96" y="44"/>
                                </a:cubicBezTo>
                                <a:close/>
                                <a:moveTo>
                                  <a:pt x="80" y="81"/>
                                </a:moveTo>
                                <a:cubicBezTo>
                                  <a:pt x="80" y="80"/>
                                  <a:pt x="79" y="79"/>
                                  <a:pt x="79" y="79"/>
                                </a:cubicBezTo>
                                <a:cubicBezTo>
                                  <a:pt x="78" y="77"/>
                                  <a:pt x="76" y="78"/>
                                  <a:pt x="75" y="80"/>
                                </a:cubicBezTo>
                                <a:cubicBezTo>
                                  <a:pt x="75" y="81"/>
                                  <a:pt x="75" y="81"/>
                                  <a:pt x="75" y="82"/>
                                </a:cubicBezTo>
                                <a:cubicBezTo>
                                  <a:pt x="76" y="83"/>
                                  <a:pt x="77" y="85"/>
                                  <a:pt x="78" y="86"/>
                                </a:cubicBezTo>
                                <a:cubicBezTo>
                                  <a:pt x="79" y="87"/>
                                  <a:pt x="79" y="87"/>
                                  <a:pt x="79" y="88"/>
                                </a:cubicBezTo>
                                <a:cubicBezTo>
                                  <a:pt x="80" y="90"/>
                                  <a:pt x="81" y="93"/>
                                  <a:pt x="83" y="96"/>
                                </a:cubicBezTo>
                                <a:cubicBezTo>
                                  <a:pt x="84" y="99"/>
                                  <a:pt x="86" y="100"/>
                                  <a:pt x="87" y="101"/>
                                </a:cubicBezTo>
                                <a:cubicBezTo>
                                  <a:pt x="90" y="103"/>
                                  <a:pt x="94" y="104"/>
                                  <a:pt x="99" y="103"/>
                                </a:cubicBezTo>
                                <a:cubicBezTo>
                                  <a:pt x="104" y="102"/>
                                  <a:pt x="107" y="101"/>
                                  <a:pt x="109" y="96"/>
                                </a:cubicBezTo>
                                <a:cubicBezTo>
                                  <a:pt x="111" y="93"/>
                                  <a:pt x="112" y="91"/>
                                  <a:pt x="114" y="88"/>
                                </a:cubicBezTo>
                                <a:cubicBezTo>
                                  <a:pt x="114" y="87"/>
                                  <a:pt x="115" y="87"/>
                                  <a:pt x="115" y="86"/>
                                </a:cubicBezTo>
                                <a:cubicBezTo>
                                  <a:pt x="116" y="85"/>
                                  <a:pt x="116" y="84"/>
                                  <a:pt x="116" y="84"/>
                                </a:cubicBezTo>
                                <a:cubicBezTo>
                                  <a:pt x="117" y="82"/>
                                  <a:pt x="117" y="82"/>
                                  <a:pt x="117" y="80"/>
                                </a:cubicBezTo>
                                <a:cubicBezTo>
                                  <a:pt x="117" y="79"/>
                                  <a:pt x="117" y="78"/>
                                  <a:pt x="116" y="78"/>
                                </a:cubicBezTo>
                                <a:cubicBezTo>
                                  <a:pt x="116" y="78"/>
                                  <a:pt x="115" y="78"/>
                                  <a:pt x="114" y="79"/>
                                </a:cubicBezTo>
                                <a:cubicBezTo>
                                  <a:pt x="114" y="80"/>
                                  <a:pt x="113" y="80"/>
                                  <a:pt x="113" y="81"/>
                                </a:cubicBezTo>
                                <a:cubicBezTo>
                                  <a:pt x="113" y="78"/>
                                  <a:pt x="114" y="75"/>
                                  <a:pt x="115" y="73"/>
                                </a:cubicBezTo>
                                <a:cubicBezTo>
                                  <a:pt x="113" y="73"/>
                                  <a:pt x="111" y="73"/>
                                  <a:pt x="110" y="73"/>
                                </a:cubicBezTo>
                                <a:cubicBezTo>
                                  <a:pt x="106" y="73"/>
                                  <a:pt x="103" y="72"/>
                                  <a:pt x="100" y="71"/>
                                </a:cubicBezTo>
                                <a:cubicBezTo>
                                  <a:pt x="94" y="69"/>
                                  <a:pt x="91" y="66"/>
                                  <a:pt x="87" y="63"/>
                                </a:cubicBezTo>
                                <a:cubicBezTo>
                                  <a:pt x="87" y="63"/>
                                  <a:pt x="87" y="63"/>
                                  <a:pt x="87" y="63"/>
                                </a:cubicBezTo>
                                <a:cubicBezTo>
                                  <a:pt x="87" y="63"/>
                                  <a:pt x="86" y="63"/>
                                  <a:pt x="85" y="64"/>
                                </a:cubicBezTo>
                                <a:cubicBezTo>
                                  <a:pt x="82" y="65"/>
                                  <a:pt x="80" y="67"/>
                                  <a:pt x="78" y="70"/>
                                </a:cubicBezTo>
                                <a:cubicBezTo>
                                  <a:pt x="78" y="70"/>
                                  <a:pt x="78" y="70"/>
                                  <a:pt x="78" y="70"/>
                                </a:cubicBezTo>
                                <a:cubicBezTo>
                                  <a:pt x="79" y="73"/>
                                  <a:pt x="79" y="74"/>
                                  <a:pt x="79" y="75"/>
                                </a:cubicBezTo>
                                <a:cubicBezTo>
                                  <a:pt x="79" y="77"/>
                                  <a:pt x="80" y="79"/>
                                  <a:pt x="80" y="81"/>
                                </a:cubicBezTo>
                                <a:close/>
                                <a:moveTo>
                                  <a:pt x="94" y="126"/>
                                </a:moveTo>
                                <a:cubicBezTo>
                                  <a:pt x="92" y="124"/>
                                  <a:pt x="90" y="122"/>
                                  <a:pt x="89" y="119"/>
                                </a:cubicBezTo>
                                <a:cubicBezTo>
                                  <a:pt x="90" y="119"/>
                                  <a:pt x="91" y="118"/>
                                  <a:pt x="93" y="117"/>
                                </a:cubicBezTo>
                                <a:cubicBezTo>
                                  <a:pt x="93" y="117"/>
                                  <a:pt x="93" y="117"/>
                                  <a:pt x="93" y="116"/>
                                </a:cubicBezTo>
                                <a:cubicBezTo>
                                  <a:pt x="95" y="116"/>
                                  <a:pt x="97" y="116"/>
                                  <a:pt x="100" y="116"/>
                                </a:cubicBezTo>
                                <a:cubicBezTo>
                                  <a:pt x="100" y="116"/>
                                  <a:pt x="100" y="116"/>
                                  <a:pt x="101" y="117"/>
                                </a:cubicBezTo>
                                <a:cubicBezTo>
                                  <a:pt x="101" y="118"/>
                                  <a:pt x="102" y="119"/>
                                  <a:pt x="103" y="119"/>
                                </a:cubicBezTo>
                                <a:cubicBezTo>
                                  <a:pt x="102" y="122"/>
                                  <a:pt x="101" y="124"/>
                                  <a:pt x="99" y="126"/>
                                </a:cubicBezTo>
                                <a:cubicBezTo>
                                  <a:pt x="99" y="126"/>
                                  <a:pt x="99" y="126"/>
                                  <a:pt x="99" y="126"/>
                                </a:cubicBezTo>
                                <a:cubicBezTo>
                                  <a:pt x="101" y="130"/>
                                  <a:pt x="101" y="134"/>
                                  <a:pt x="103" y="137"/>
                                </a:cubicBezTo>
                                <a:cubicBezTo>
                                  <a:pt x="103" y="137"/>
                                  <a:pt x="103" y="137"/>
                                  <a:pt x="103" y="138"/>
                                </a:cubicBezTo>
                                <a:cubicBezTo>
                                  <a:pt x="101" y="140"/>
                                  <a:pt x="100" y="142"/>
                                  <a:pt x="98" y="144"/>
                                </a:cubicBezTo>
                                <a:cubicBezTo>
                                  <a:pt x="96" y="145"/>
                                  <a:pt x="96" y="145"/>
                                  <a:pt x="94" y="144"/>
                                </a:cubicBezTo>
                                <a:cubicBezTo>
                                  <a:pt x="93" y="142"/>
                                  <a:pt x="91" y="140"/>
                                  <a:pt x="89" y="138"/>
                                </a:cubicBezTo>
                                <a:cubicBezTo>
                                  <a:pt x="89" y="138"/>
                                  <a:pt x="89" y="138"/>
                                  <a:pt x="89" y="137"/>
                                </a:cubicBezTo>
                                <a:cubicBezTo>
                                  <a:pt x="91" y="134"/>
                                  <a:pt x="93" y="129"/>
                                  <a:pt x="94" y="126"/>
                                </a:cubicBezTo>
                                <a:cubicBezTo>
                                  <a:pt x="94" y="126"/>
                                  <a:pt x="94" y="126"/>
                                  <a:pt x="94" y="1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89" name="Freeform 2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050" y="695325"/>
                            <a:ext cx="210185" cy="215900"/>
                          </a:xfrm>
                          <a:custGeom>
                            <a:avLst/>
                            <a:gdLst>
                              <a:gd name="T0" fmla="*/ 0 w 187"/>
                              <a:gd name="T1" fmla="*/ 96 h 192"/>
                              <a:gd name="T2" fmla="*/ 94 w 187"/>
                              <a:gd name="T3" fmla="*/ 0 h 192"/>
                              <a:gd name="T4" fmla="*/ 187 w 187"/>
                              <a:gd name="T5" fmla="*/ 96 h 192"/>
                              <a:gd name="T6" fmla="*/ 94 w 187"/>
                              <a:gd name="T7" fmla="*/ 192 h 192"/>
                              <a:gd name="T8" fmla="*/ 0 w 187"/>
                              <a:gd name="T9" fmla="*/ 96 h 192"/>
                              <a:gd name="T10" fmla="*/ 119 w 187"/>
                              <a:gd name="T11" fmla="*/ 106 h 192"/>
                              <a:gd name="T12" fmla="*/ 104 w 187"/>
                              <a:gd name="T13" fmla="*/ 120 h 192"/>
                              <a:gd name="T14" fmla="*/ 83 w 187"/>
                              <a:gd name="T15" fmla="*/ 106 h 192"/>
                              <a:gd name="T16" fmla="*/ 68 w 187"/>
                              <a:gd name="T17" fmla="*/ 85 h 192"/>
                              <a:gd name="T18" fmla="*/ 83 w 187"/>
                              <a:gd name="T19" fmla="*/ 71 h 192"/>
                              <a:gd name="T20" fmla="*/ 61 w 187"/>
                              <a:gd name="T21" fmla="*/ 44 h 192"/>
                              <a:gd name="T22" fmla="*/ 40 w 187"/>
                              <a:gd name="T23" fmla="*/ 65 h 192"/>
                              <a:gd name="T24" fmla="*/ 68 w 187"/>
                              <a:gd name="T25" fmla="*/ 120 h 192"/>
                              <a:gd name="T26" fmla="*/ 126 w 187"/>
                              <a:gd name="T27" fmla="*/ 148 h 192"/>
                              <a:gd name="T28" fmla="*/ 147 w 187"/>
                              <a:gd name="T29" fmla="*/ 127 h 192"/>
                              <a:gd name="T30" fmla="*/ 119 w 187"/>
                              <a:gd name="T31" fmla="*/ 106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7" h="192">
                                <a:moveTo>
                                  <a:pt x="0" y="96"/>
                                </a:moveTo>
                                <a:cubicBezTo>
                                  <a:pt x="0" y="43"/>
                                  <a:pt x="42" y="0"/>
                                  <a:pt x="94" y="0"/>
                                </a:cubicBezTo>
                                <a:cubicBezTo>
                                  <a:pt x="145" y="0"/>
                                  <a:pt x="187" y="43"/>
                                  <a:pt x="187" y="96"/>
                                </a:cubicBezTo>
                                <a:cubicBezTo>
                                  <a:pt x="187" y="149"/>
                                  <a:pt x="145" y="192"/>
                                  <a:pt x="94" y="192"/>
                                </a:cubicBezTo>
                                <a:cubicBezTo>
                                  <a:pt x="42" y="192"/>
                                  <a:pt x="0" y="149"/>
                                  <a:pt x="0" y="96"/>
                                </a:cubicBezTo>
                                <a:close/>
                                <a:moveTo>
                                  <a:pt x="119" y="106"/>
                                </a:moveTo>
                                <a:cubicBezTo>
                                  <a:pt x="112" y="113"/>
                                  <a:pt x="112" y="120"/>
                                  <a:pt x="104" y="120"/>
                                </a:cubicBezTo>
                                <a:cubicBezTo>
                                  <a:pt x="97" y="120"/>
                                  <a:pt x="90" y="113"/>
                                  <a:pt x="83" y="106"/>
                                </a:cubicBezTo>
                                <a:cubicBezTo>
                                  <a:pt x="76" y="99"/>
                                  <a:pt x="68" y="92"/>
                                  <a:pt x="68" y="85"/>
                                </a:cubicBezTo>
                                <a:cubicBezTo>
                                  <a:pt x="68" y="78"/>
                                  <a:pt x="76" y="78"/>
                                  <a:pt x="83" y="71"/>
                                </a:cubicBezTo>
                                <a:cubicBezTo>
                                  <a:pt x="90" y="65"/>
                                  <a:pt x="68" y="44"/>
                                  <a:pt x="61" y="44"/>
                                </a:cubicBezTo>
                                <a:cubicBezTo>
                                  <a:pt x="54" y="44"/>
                                  <a:pt x="40" y="65"/>
                                  <a:pt x="40" y="65"/>
                                </a:cubicBezTo>
                                <a:cubicBezTo>
                                  <a:pt x="40" y="78"/>
                                  <a:pt x="54" y="106"/>
                                  <a:pt x="68" y="120"/>
                                </a:cubicBezTo>
                                <a:cubicBezTo>
                                  <a:pt x="83" y="134"/>
                                  <a:pt x="112" y="148"/>
                                  <a:pt x="126" y="148"/>
                                </a:cubicBezTo>
                                <a:cubicBezTo>
                                  <a:pt x="126" y="148"/>
                                  <a:pt x="147" y="134"/>
                                  <a:pt x="147" y="127"/>
                                </a:cubicBezTo>
                                <a:cubicBezTo>
                                  <a:pt x="147" y="120"/>
                                  <a:pt x="126" y="99"/>
                                  <a:pt x="119" y="106"/>
                                </a:cubicBezTo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0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050" y="342900"/>
                            <a:ext cx="210185" cy="215900"/>
                          </a:xfrm>
                          <a:custGeom>
                            <a:avLst/>
                            <a:gdLst>
                              <a:gd name="T0" fmla="*/ 0 w 187"/>
                              <a:gd name="T1" fmla="*/ 96 h 192"/>
                              <a:gd name="T2" fmla="*/ 94 w 187"/>
                              <a:gd name="T3" fmla="*/ 0 h 192"/>
                              <a:gd name="T4" fmla="*/ 187 w 187"/>
                              <a:gd name="T5" fmla="*/ 96 h 192"/>
                              <a:gd name="T6" fmla="*/ 94 w 187"/>
                              <a:gd name="T7" fmla="*/ 192 h 192"/>
                              <a:gd name="T8" fmla="*/ 0 w 187"/>
                              <a:gd name="T9" fmla="*/ 96 h 192"/>
                              <a:gd name="T10" fmla="*/ 94 w 187"/>
                              <a:gd name="T11" fmla="*/ 156 h 192"/>
                              <a:gd name="T12" fmla="*/ 48 w 187"/>
                              <a:gd name="T13" fmla="*/ 81 h 192"/>
                              <a:gd name="T14" fmla="*/ 94 w 187"/>
                              <a:gd name="T15" fmla="*/ 36 h 192"/>
                              <a:gd name="T16" fmla="*/ 139 w 187"/>
                              <a:gd name="T17" fmla="*/ 81 h 192"/>
                              <a:gd name="T18" fmla="*/ 94 w 187"/>
                              <a:gd name="T19" fmla="*/ 156 h 192"/>
                              <a:gd name="T20" fmla="*/ 94 w 187"/>
                              <a:gd name="T21" fmla="*/ 51 h 192"/>
                              <a:gd name="T22" fmla="*/ 63 w 187"/>
                              <a:gd name="T23" fmla="*/ 81 h 192"/>
                              <a:gd name="T24" fmla="*/ 94 w 187"/>
                              <a:gd name="T25" fmla="*/ 112 h 192"/>
                              <a:gd name="T26" fmla="*/ 125 w 187"/>
                              <a:gd name="T27" fmla="*/ 81 h 192"/>
                              <a:gd name="T28" fmla="*/ 94 w 187"/>
                              <a:gd name="T29" fmla="*/ 51 h 192"/>
                              <a:gd name="T30" fmla="*/ 94 w 187"/>
                              <a:gd name="T31" fmla="*/ 51 h 192"/>
                              <a:gd name="T32" fmla="*/ 94 w 187"/>
                              <a:gd name="T33" fmla="*/ 51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87" h="192">
                                <a:moveTo>
                                  <a:pt x="0" y="96"/>
                                </a:moveTo>
                                <a:cubicBezTo>
                                  <a:pt x="0" y="43"/>
                                  <a:pt x="42" y="0"/>
                                  <a:pt x="94" y="0"/>
                                </a:cubicBezTo>
                                <a:cubicBezTo>
                                  <a:pt x="145" y="0"/>
                                  <a:pt x="187" y="43"/>
                                  <a:pt x="187" y="96"/>
                                </a:cubicBezTo>
                                <a:cubicBezTo>
                                  <a:pt x="187" y="149"/>
                                  <a:pt x="145" y="192"/>
                                  <a:pt x="94" y="192"/>
                                </a:cubicBezTo>
                                <a:cubicBezTo>
                                  <a:pt x="42" y="192"/>
                                  <a:pt x="0" y="149"/>
                                  <a:pt x="0" y="96"/>
                                </a:cubicBezTo>
                                <a:close/>
                                <a:moveTo>
                                  <a:pt x="94" y="156"/>
                                </a:moveTo>
                                <a:cubicBezTo>
                                  <a:pt x="94" y="156"/>
                                  <a:pt x="48" y="106"/>
                                  <a:pt x="48" y="81"/>
                                </a:cubicBezTo>
                                <a:cubicBezTo>
                                  <a:pt x="48" y="57"/>
                                  <a:pt x="69" y="36"/>
                                  <a:pt x="94" y="36"/>
                                </a:cubicBezTo>
                                <a:cubicBezTo>
                                  <a:pt x="119" y="36"/>
                                  <a:pt x="139" y="57"/>
                                  <a:pt x="139" y="81"/>
                                </a:cubicBezTo>
                                <a:cubicBezTo>
                                  <a:pt x="139" y="106"/>
                                  <a:pt x="94" y="156"/>
                                  <a:pt x="94" y="156"/>
                                </a:cubicBezTo>
                                <a:close/>
                                <a:moveTo>
                                  <a:pt x="94" y="51"/>
                                </a:moveTo>
                                <a:cubicBezTo>
                                  <a:pt x="77" y="51"/>
                                  <a:pt x="63" y="64"/>
                                  <a:pt x="63" y="81"/>
                                </a:cubicBezTo>
                                <a:cubicBezTo>
                                  <a:pt x="63" y="97"/>
                                  <a:pt x="77" y="112"/>
                                  <a:pt x="94" y="112"/>
                                </a:cubicBezTo>
                                <a:cubicBezTo>
                                  <a:pt x="110" y="112"/>
                                  <a:pt x="125" y="97"/>
                                  <a:pt x="125" y="81"/>
                                </a:cubicBezTo>
                                <a:cubicBezTo>
                                  <a:pt x="125" y="64"/>
                                  <a:pt x="110" y="51"/>
                                  <a:pt x="94" y="51"/>
                                </a:cubicBezTo>
                                <a:close/>
                                <a:moveTo>
                                  <a:pt x="94" y="51"/>
                                </a:moveTo>
                                <a:cubicBezTo>
                                  <a:pt x="94" y="51"/>
                                  <a:pt x="94" y="51"/>
                                  <a:pt x="94" y="51"/>
                                </a:cubicBezTo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1" name="Freeform 3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050" y="1038225"/>
                            <a:ext cx="200660" cy="215900"/>
                          </a:xfrm>
                          <a:custGeom>
                            <a:avLst/>
                            <a:gdLst>
                              <a:gd name="T0" fmla="*/ 0 w 183"/>
                              <a:gd name="T1" fmla="*/ 99 h 197"/>
                              <a:gd name="T2" fmla="*/ 92 w 183"/>
                              <a:gd name="T3" fmla="*/ 0 h 197"/>
                              <a:gd name="T4" fmla="*/ 183 w 183"/>
                              <a:gd name="T5" fmla="*/ 99 h 197"/>
                              <a:gd name="T6" fmla="*/ 92 w 183"/>
                              <a:gd name="T7" fmla="*/ 197 h 197"/>
                              <a:gd name="T8" fmla="*/ 0 w 183"/>
                              <a:gd name="T9" fmla="*/ 99 h 197"/>
                              <a:gd name="T10" fmla="*/ 147 w 183"/>
                              <a:gd name="T11" fmla="*/ 137 h 197"/>
                              <a:gd name="T12" fmla="*/ 147 w 183"/>
                              <a:gd name="T13" fmla="*/ 137 h 197"/>
                              <a:gd name="T14" fmla="*/ 147 w 183"/>
                              <a:gd name="T15" fmla="*/ 137 h 197"/>
                              <a:gd name="T16" fmla="*/ 147 w 183"/>
                              <a:gd name="T17" fmla="*/ 137 h 197"/>
                              <a:gd name="T18" fmla="*/ 36 w 183"/>
                              <a:gd name="T19" fmla="*/ 137 h 197"/>
                              <a:gd name="T20" fmla="*/ 70 w 183"/>
                              <a:gd name="T21" fmla="*/ 106 h 197"/>
                              <a:gd name="T22" fmla="*/ 92 w 183"/>
                              <a:gd name="T23" fmla="*/ 123 h 197"/>
                              <a:gd name="T24" fmla="*/ 113 w 183"/>
                              <a:gd name="T25" fmla="*/ 106 h 197"/>
                              <a:gd name="T26" fmla="*/ 147 w 183"/>
                              <a:gd name="T27" fmla="*/ 137 h 197"/>
                              <a:gd name="T28" fmla="*/ 67 w 183"/>
                              <a:gd name="T29" fmla="*/ 102 h 197"/>
                              <a:gd name="T30" fmla="*/ 67 w 183"/>
                              <a:gd name="T31" fmla="*/ 102 h 197"/>
                              <a:gd name="T32" fmla="*/ 67 w 183"/>
                              <a:gd name="T33" fmla="*/ 102 h 197"/>
                              <a:gd name="T34" fmla="*/ 67 w 183"/>
                              <a:gd name="T35" fmla="*/ 102 h 197"/>
                              <a:gd name="T36" fmla="*/ 36 w 183"/>
                              <a:gd name="T37" fmla="*/ 130 h 197"/>
                              <a:gd name="T38" fmla="*/ 36 w 183"/>
                              <a:gd name="T39" fmla="*/ 78 h 197"/>
                              <a:gd name="T40" fmla="*/ 67 w 183"/>
                              <a:gd name="T41" fmla="*/ 102 h 197"/>
                              <a:gd name="T42" fmla="*/ 147 w 183"/>
                              <a:gd name="T43" fmla="*/ 130 h 197"/>
                              <a:gd name="T44" fmla="*/ 147 w 183"/>
                              <a:gd name="T45" fmla="*/ 130 h 197"/>
                              <a:gd name="T46" fmla="*/ 147 w 183"/>
                              <a:gd name="T47" fmla="*/ 130 h 197"/>
                              <a:gd name="T48" fmla="*/ 147 w 183"/>
                              <a:gd name="T49" fmla="*/ 130 h 197"/>
                              <a:gd name="T50" fmla="*/ 116 w 183"/>
                              <a:gd name="T51" fmla="*/ 102 h 197"/>
                              <a:gd name="T52" fmla="*/ 147 w 183"/>
                              <a:gd name="T53" fmla="*/ 78 h 197"/>
                              <a:gd name="T54" fmla="*/ 147 w 183"/>
                              <a:gd name="T55" fmla="*/ 130 h 197"/>
                              <a:gd name="T56" fmla="*/ 92 w 183"/>
                              <a:gd name="T57" fmla="*/ 116 h 197"/>
                              <a:gd name="T58" fmla="*/ 92 w 183"/>
                              <a:gd name="T59" fmla="*/ 116 h 197"/>
                              <a:gd name="T60" fmla="*/ 92 w 183"/>
                              <a:gd name="T61" fmla="*/ 116 h 197"/>
                              <a:gd name="T62" fmla="*/ 92 w 183"/>
                              <a:gd name="T63" fmla="*/ 116 h 197"/>
                              <a:gd name="T64" fmla="*/ 36 w 183"/>
                              <a:gd name="T65" fmla="*/ 71 h 197"/>
                              <a:gd name="T66" fmla="*/ 36 w 183"/>
                              <a:gd name="T67" fmla="*/ 61 h 197"/>
                              <a:gd name="T68" fmla="*/ 147 w 183"/>
                              <a:gd name="T69" fmla="*/ 61 h 197"/>
                              <a:gd name="T70" fmla="*/ 147 w 183"/>
                              <a:gd name="T71" fmla="*/ 71 h 197"/>
                              <a:gd name="T72" fmla="*/ 92 w 183"/>
                              <a:gd name="T73" fmla="*/ 116 h 197"/>
                              <a:gd name="T74" fmla="*/ 92 w 183"/>
                              <a:gd name="T75" fmla="*/ 116 h 197"/>
                              <a:gd name="T76" fmla="*/ 92 w 183"/>
                              <a:gd name="T77" fmla="*/ 116 h 197"/>
                              <a:gd name="T78" fmla="*/ 92 w 183"/>
                              <a:gd name="T79" fmla="*/ 116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83" h="197">
                                <a:moveTo>
                                  <a:pt x="0" y="99"/>
                                </a:moveTo>
                                <a:cubicBezTo>
                                  <a:pt x="0" y="44"/>
                                  <a:pt x="41" y="0"/>
                                  <a:pt x="92" y="0"/>
                                </a:cubicBezTo>
                                <a:cubicBezTo>
                                  <a:pt x="142" y="0"/>
                                  <a:pt x="183" y="44"/>
                                  <a:pt x="183" y="99"/>
                                </a:cubicBezTo>
                                <a:cubicBezTo>
                                  <a:pt x="183" y="153"/>
                                  <a:pt x="142" y="197"/>
                                  <a:pt x="92" y="197"/>
                                </a:cubicBezTo>
                                <a:cubicBezTo>
                                  <a:pt x="41" y="197"/>
                                  <a:pt x="0" y="153"/>
                                  <a:pt x="0" y="99"/>
                                </a:cubicBezTo>
                                <a:close/>
                                <a:moveTo>
                                  <a:pt x="147" y="137"/>
                                </a:moveTo>
                                <a:cubicBezTo>
                                  <a:pt x="147" y="137"/>
                                  <a:pt x="147" y="137"/>
                                  <a:pt x="147" y="137"/>
                                </a:cubicBezTo>
                                <a:cubicBezTo>
                                  <a:pt x="147" y="137"/>
                                  <a:pt x="147" y="137"/>
                                  <a:pt x="147" y="137"/>
                                </a:cubicBezTo>
                                <a:cubicBezTo>
                                  <a:pt x="147" y="137"/>
                                  <a:pt x="147" y="137"/>
                                  <a:pt x="147" y="137"/>
                                </a:cubicBezTo>
                                <a:cubicBezTo>
                                  <a:pt x="36" y="137"/>
                                  <a:pt x="36" y="137"/>
                                  <a:pt x="36" y="137"/>
                                </a:cubicBezTo>
                                <a:cubicBezTo>
                                  <a:pt x="70" y="106"/>
                                  <a:pt x="70" y="106"/>
                                  <a:pt x="70" y="106"/>
                                </a:cubicBezTo>
                                <a:cubicBezTo>
                                  <a:pt x="92" y="123"/>
                                  <a:pt x="92" y="123"/>
                                  <a:pt x="92" y="123"/>
                                </a:cubicBezTo>
                                <a:cubicBezTo>
                                  <a:pt x="113" y="106"/>
                                  <a:pt x="113" y="106"/>
                                  <a:pt x="113" y="106"/>
                                </a:cubicBezTo>
                                <a:cubicBezTo>
                                  <a:pt x="147" y="137"/>
                                  <a:pt x="147" y="137"/>
                                  <a:pt x="147" y="137"/>
                                </a:cubicBezTo>
                                <a:close/>
                                <a:moveTo>
                                  <a:pt x="67" y="102"/>
                                </a:moveTo>
                                <a:cubicBezTo>
                                  <a:pt x="67" y="102"/>
                                  <a:pt x="67" y="102"/>
                                  <a:pt x="67" y="102"/>
                                </a:cubicBezTo>
                                <a:cubicBezTo>
                                  <a:pt x="67" y="102"/>
                                  <a:pt x="67" y="102"/>
                                  <a:pt x="67" y="102"/>
                                </a:cubicBezTo>
                                <a:cubicBezTo>
                                  <a:pt x="67" y="102"/>
                                  <a:pt x="67" y="102"/>
                                  <a:pt x="67" y="102"/>
                                </a:cubicBezTo>
                                <a:cubicBezTo>
                                  <a:pt x="36" y="130"/>
                                  <a:pt x="36" y="130"/>
                                  <a:pt x="36" y="130"/>
                                </a:cubicBezTo>
                                <a:cubicBezTo>
                                  <a:pt x="36" y="78"/>
                                  <a:pt x="36" y="78"/>
                                  <a:pt x="36" y="78"/>
                                </a:cubicBezTo>
                                <a:cubicBezTo>
                                  <a:pt x="67" y="102"/>
                                  <a:pt x="67" y="102"/>
                                  <a:pt x="67" y="102"/>
                                </a:cubicBezTo>
                                <a:close/>
                                <a:moveTo>
                                  <a:pt x="147" y="130"/>
                                </a:moveTo>
                                <a:cubicBezTo>
                                  <a:pt x="147" y="130"/>
                                  <a:pt x="147" y="130"/>
                                  <a:pt x="147" y="130"/>
                                </a:cubicBezTo>
                                <a:cubicBezTo>
                                  <a:pt x="147" y="130"/>
                                  <a:pt x="147" y="130"/>
                                  <a:pt x="147" y="130"/>
                                </a:cubicBezTo>
                                <a:cubicBezTo>
                                  <a:pt x="147" y="130"/>
                                  <a:pt x="147" y="130"/>
                                  <a:pt x="147" y="130"/>
                                </a:cubicBezTo>
                                <a:cubicBezTo>
                                  <a:pt x="116" y="102"/>
                                  <a:pt x="116" y="102"/>
                                  <a:pt x="116" y="102"/>
                                </a:cubicBezTo>
                                <a:cubicBezTo>
                                  <a:pt x="147" y="78"/>
                                  <a:pt x="147" y="78"/>
                                  <a:pt x="147" y="78"/>
                                </a:cubicBezTo>
                                <a:cubicBezTo>
                                  <a:pt x="147" y="130"/>
                                  <a:pt x="147" y="130"/>
                                  <a:pt x="147" y="130"/>
                                </a:cubicBezTo>
                                <a:close/>
                                <a:moveTo>
                                  <a:pt x="92" y="116"/>
                                </a:moveTo>
                                <a:cubicBezTo>
                                  <a:pt x="92" y="116"/>
                                  <a:pt x="92" y="116"/>
                                  <a:pt x="92" y="116"/>
                                </a:cubicBezTo>
                                <a:cubicBezTo>
                                  <a:pt x="92" y="116"/>
                                  <a:pt x="92" y="116"/>
                                  <a:pt x="92" y="116"/>
                                </a:cubicBezTo>
                                <a:cubicBezTo>
                                  <a:pt x="92" y="116"/>
                                  <a:pt x="92" y="116"/>
                                  <a:pt x="92" y="116"/>
                                </a:cubicBezTo>
                                <a:cubicBezTo>
                                  <a:pt x="36" y="71"/>
                                  <a:pt x="36" y="71"/>
                                  <a:pt x="36" y="71"/>
                                </a:cubicBezTo>
                                <a:cubicBezTo>
                                  <a:pt x="36" y="61"/>
                                  <a:pt x="36" y="61"/>
                                  <a:pt x="36" y="61"/>
                                </a:cubicBezTo>
                                <a:cubicBezTo>
                                  <a:pt x="147" y="61"/>
                                  <a:pt x="147" y="61"/>
                                  <a:pt x="147" y="61"/>
                                </a:cubicBezTo>
                                <a:cubicBezTo>
                                  <a:pt x="147" y="71"/>
                                  <a:pt x="147" y="71"/>
                                  <a:pt x="147" y="71"/>
                                </a:cubicBezTo>
                                <a:cubicBezTo>
                                  <a:pt x="92" y="116"/>
                                  <a:pt x="92" y="116"/>
                                  <a:pt x="92" y="116"/>
                                </a:cubicBezTo>
                                <a:close/>
                                <a:moveTo>
                                  <a:pt x="92" y="116"/>
                                </a:moveTo>
                                <a:cubicBezTo>
                                  <a:pt x="92" y="116"/>
                                  <a:pt x="92" y="116"/>
                                  <a:pt x="92" y="116"/>
                                </a:cubicBezTo>
                                <a:cubicBezTo>
                                  <a:pt x="92" y="116"/>
                                  <a:pt x="92" y="116"/>
                                  <a:pt x="92" y="1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050" y="1724025"/>
                            <a:ext cx="211232" cy="216000"/>
                          </a:xfrm>
                          <a:custGeom>
                            <a:avLst/>
                            <a:gdLst>
                              <a:gd name="T0" fmla="*/ 0 w 192"/>
                              <a:gd name="T1" fmla="*/ 98 h 196"/>
                              <a:gd name="T2" fmla="*/ 96 w 192"/>
                              <a:gd name="T3" fmla="*/ 0 h 196"/>
                              <a:gd name="T4" fmla="*/ 192 w 192"/>
                              <a:gd name="T5" fmla="*/ 98 h 196"/>
                              <a:gd name="T6" fmla="*/ 96 w 192"/>
                              <a:gd name="T7" fmla="*/ 196 h 196"/>
                              <a:gd name="T8" fmla="*/ 0 w 192"/>
                              <a:gd name="T9" fmla="*/ 98 h 196"/>
                              <a:gd name="T10" fmla="*/ 167 w 192"/>
                              <a:gd name="T11" fmla="*/ 69 h 196"/>
                              <a:gd name="T12" fmla="*/ 167 w 192"/>
                              <a:gd name="T13" fmla="*/ 69 h 196"/>
                              <a:gd name="T14" fmla="*/ 168 w 192"/>
                              <a:gd name="T15" fmla="*/ 74 h 196"/>
                              <a:gd name="T16" fmla="*/ 101 w 192"/>
                              <a:gd name="T17" fmla="*/ 97 h 196"/>
                              <a:gd name="T18" fmla="*/ 94 w 192"/>
                              <a:gd name="T19" fmla="*/ 97 h 196"/>
                              <a:gd name="T20" fmla="*/ 59 w 192"/>
                              <a:gd name="T21" fmla="*/ 86 h 196"/>
                              <a:gd name="T22" fmla="*/ 98 w 192"/>
                              <a:gd name="T23" fmla="*/ 70 h 196"/>
                              <a:gd name="T24" fmla="*/ 99 w 192"/>
                              <a:gd name="T25" fmla="*/ 65 h 196"/>
                              <a:gd name="T26" fmla="*/ 99 w 192"/>
                              <a:gd name="T27" fmla="*/ 65 h 196"/>
                              <a:gd name="T28" fmla="*/ 95 w 192"/>
                              <a:gd name="T29" fmla="*/ 63 h 196"/>
                              <a:gd name="T30" fmla="*/ 49 w 192"/>
                              <a:gd name="T31" fmla="*/ 82 h 196"/>
                              <a:gd name="T32" fmla="*/ 49 w 192"/>
                              <a:gd name="T33" fmla="*/ 83 h 196"/>
                              <a:gd name="T34" fmla="*/ 40 w 192"/>
                              <a:gd name="T35" fmla="*/ 103 h 196"/>
                              <a:gd name="T36" fmla="*/ 44 w 192"/>
                              <a:gd name="T37" fmla="*/ 109 h 196"/>
                              <a:gd name="T38" fmla="*/ 41 w 192"/>
                              <a:gd name="T39" fmla="*/ 115 h 196"/>
                              <a:gd name="T40" fmla="*/ 31 w 192"/>
                              <a:gd name="T41" fmla="*/ 152 h 196"/>
                              <a:gd name="T42" fmla="*/ 20 w 192"/>
                              <a:gd name="T43" fmla="*/ 146 h 196"/>
                              <a:gd name="T44" fmla="*/ 34 w 192"/>
                              <a:gd name="T45" fmla="*/ 116 h 196"/>
                              <a:gd name="T46" fmla="*/ 29 w 192"/>
                              <a:gd name="T47" fmla="*/ 109 h 196"/>
                              <a:gd name="T48" fmla="*/ 34 w 192"/>
                              <a:gd name="T49" fmla="*/ 102 h 196"/>
                              <a:gd name="T50" fmla="*/ 42 w 192"/>
                              <a:gd name="T51" fmla="*/ 80 h 196"/>
                              <a:gd name="T52" fmla="*/ 26 w 192"/>
                              <a:gd name="T53" fmla="*/ 74 h 196"/>
                              <a:gd name="T54" fmla="*/ 26 w 192"/>
                              <a:gd name="T55" fmla="*/ 69 h 196"/>
                              <a:gd name="T56" fmla="*/ 93 w 192"/>
                              <a:gd name="T57" fmla="*/ 45 h 196"/>
                              <a:gd name="T58" fmla="*/ 101 w 192"/>
                              <a:gd name="T59" fmla="*/ 45 h 196"/>
                              <a:gd name="T60" fmla="*/ 167 w 192"/>
                              <a:gd name="T61" fmla="*/ 69 h 196"/>
                              <a:gd name="T62" fmla="*/ 94 w 192"/>
                              <a:gd name="T63" fmla="*/ 106 h 196"/>
                              <a:gd name="T64" fmla="*/ 94 w 192"/>
                              <a:gd name="T65" fmla="*/ 106 h 196"/>
                              <a:gd name="T66" fmla="*/ 101 w 192"/>
                              <a:gd name="T67" fmla="*/ 106 h 196"/>
                              <a:gd name="T68" fmla="*/ 144 w 192"/>
                              <a:gd name="T69" fmla="*/ 92 h 196"/>
                              <a:gd name="T70" fmla="*/ 144 w 192"/>
                              <a:gd name="T71" fmla="*/ 115 h 196"/>
                              <a:gd name="T72" fmla="*/ 140 w 192"/>
                              <a:gd name="T73" fmla="*/ 121 h 196"/>
                              <a:gd name="T74" fmla="*/ 55 w 192"/>
                              <a:gd name="T75" fmla="*/ 123 h 196"/>
                              <a:gd name="T76" fmla="*/ 52 w 192"/>
                              <a:gd name="T77" fmla="*/ 119 h 196"/>
                              <a:gd name="T78" fmla="*/ 55 w 192"/>
                              <a:gd name="T79" fmla="*/ 111 h 196"/>
                              <a:gd name="T80" fmla="*/ 51 w 192"/>
                              <a:gd name="T81" fmla="*/ 103 h 196"/>
                              <a:gd name="T82" fmla="*/ 51 w 192"/>
                              <a:gd name="T83" fmla="*/ 92 h 196"/>
                              <a:gd name="T84" fmla="*/ 94 w 192"/>
                              <a:gd name="T85" fmla="*/ 106 h 196"/>
                              <a:gd name="T86" fmla="*/ 94 w 192"/>
                              <a:gd name="T87" fmla="*/ 106 h 196"/>
                              <a:gd name="T88" fmla="*/ 94 w 192"/>
                              <a:gd name="T89" fmla="*/ 10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92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3" y="0"/>
                                  <a:pt x="96" y="0"/>
                                </a:cubicBezTo>
                                <a:cubicBezTo>
                                  <a:pt x="149" y="0"/>
                                  <a:pt x="192" y="44"/>
                                  <a:pt x="192" y="98"/>
                                </a:cubicBezTo>
                                <a:cubicBezTo>
                                  <a:pt x="192" y="152"/>
                                  <a:pt x="149" y="196"/>
                                  <a:pt x="96" y="196"/>
                                </a:cubicBezTo>
                                <a:cubicBezTo>
                                  <a:pt x="43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167" y="69"/>
                                </a:moveTo>
                                <a:cubicBezTo>
                                  <a:pt x="167" y="69"/>
                                  <a:pt x="167" y="69"/>
                                  <a:pt x="167" y="69"/>
                                </a:cubicBezTo>
                                <a:cubicBezTo>
                                  <a:pt x="172" y="70"/>
                                  <a:pt x="172" y="73"/>
                                  <a:pt x="168" y="74"/>
                                </a:cubicBezTo>
                                <a:cubicBezTo>
                                  <a:pt x="168" y="74"/>
                                  <a:pt x="168" y="74"/>
                                  <a:pt x="101" y="97"/>
                                </a:cubicBezTo>
                                <a:cubicBezTo>
                                  <a:pt x="97" y="99"/>
                                  <a:pt x="98" y="99"/>
                                  <a:pt x="94" y="97"/>
                                </a:cubicBezTo>
                                <a:cubicBezTo>
                                  <a:pt x="94" y="97"/>
                                  <a:pt x="94" y="97"/>
                                  <a:pt x="59" y="86"/>
                                </a:cubicBezTo>
                                <a:cubicBezTo>
                                  <a:pt x="59" y="86"/>
                                  <a:pt x="59" y="86"/>
                                  <a:pt x="98" y="70"/>
                                </a:cubicBezTo>
                                <a:cubicBezTo>
                                  <a:pt x="99" y="69"/>
                                  <a:pt x="100" y="67"/>
                                  <a:pt x="99" y="65"/>
                                </a:cubicBezTo>
                                <a:cubicBezTo>
                                  <a:pt x="99" y="65"/>
                                  <a:pt x="99" y="65"/>
                                  <a:pt x="99" y="65"/>
                                </a:cubicBezTo>
                                <a:cubicBezTo>
                                  <a:pt x="99" y="63"/>
                                  <a:pt x="97" y="63"/>
                                  <a:pt x="95" y="63"/>
                                </a:cubicBezTo>
                                <a:cubicBezTo>
                                  <a:pt x="95" y="63"/>
                                  <a:pt x="95" y="63"/>
                                  <a:pt x="49" y="82"/>
                                </a:cubicBezTo>
                                <a:cubicBezTo>
                                  <a:pt x="49" y="82"/>
                                  <a:pt x="49" y="82"/>
                                  <a:pt x="49" y="83"/>
                                </a:cubicBezTo>
                                <a:cubicBezTo>
                                  <a:pt x="43" y="87"/>
                                  <a:pt x="41" y="94"/>
                                  <a:pt x="40" y="103"/>
                                </a:cubicBezTo>
                                <a:cubicBezTo>
                                  <a:pt x="43" y="104"/>
                                  <a:pt x="44" y="106"/>
                                  <a:pt x="44" y="109"/>
                                </a:cubicBezTo>
                                <a:cubicBezTo>
                                  <a:pt x="44" y="112"/>
                                  <a:pt x="43" y="114"/>
                                  <a:pt x="41" y="115"/>
                                </a:cubicBezTo>
                                <a:cubicBezTo>
                                  <a:pt x="42" y="130"/>
                                  <a:pt x="44" y="146"/>
                                  <a:pt x="31" y="152"/>
                                </a:cubicBezTo>
                                <a:cubicBezTo>
                                  <a:pt x="27" y="150"/>
                                  <a:pt x="24" y="149"/>
                                  <a:pt x="20" y="146"/>
                                </a:cubicBezTo>
                                <a:cubicBezTo>
                                  <a:pt x="29" y="134"/>
                                  <a:pt x="32" y="124"/>
                                  <a:pt x="34" y="116"/>
                                </a:cubicBezTo>
                                <a:cubicBezTo>
                                  <a:pt x="31" y="114"/>
                                  <a:pt x="29" y="112"/>
                                  <a:pt x="29" y="109"/>
                                </a:cubicBezTo>
                                <a:cubicBezTo>
                                  <a:pt x="29" y="106"/>
                                  <a:pt x="31" y="103"/>
                                  <a:pt x="34" y="102"/>
                                </a:cubicBezTo>
                                <a:cubicBezTo>
                                  <a:pt x="34" y="94"/>
                                  <a:pt x="35" y="87"/>
                                  <a:pt x="42" y="80"/>
                                </a:cubicBezTo>
                                <a:cubicBezTo>
                                  <a:pt x="42" y="80"/>
                                  <a:pt x="42" y="80"/>
                                  <a:pt x="26" y="74"/>
                                </a:cubicBezTo>
                                <a:cubicBezTo>
                                  <a:pt x="21" y="73"/>
                                  <a:pt x="21" y="70"/>
                                  <a:pt x="26" y="69"/>
                                </a:cubicBezTo>
                                <a:cubicBezTo>
                                  <a:pt x="26" y="69"/>
                                  <a:pt x="26" y="69"/>
                                  <a:pt x="93" y="45"/>
                                </a:cubicBezTo>
                                <a:cubicBezTo>
                                  <a:pt x="97" y="44"/>
                                  <a:pt x="96" y="44"/>
                                  <a:pt x="101" y="45"/>
                                </a:cubicBezTo>
                                <a:cubicBezTo>
                                  <a:pt x="101" y="45"/>
                                  <a:pt x="101" y="45"/>
                                  <a:pt x="167" y="69"/>
                                </a:cubicBezTo>
                                <a:close/>
                                <a:moveTo>
                                  <a:pt x="94" y="106"/>
                                </a:moveTo>
                                <a:cubicBezTo>
                                  <a:pt x="94" y="106"/>
                                  <a:pt x="94" y="106"/>
                                  <a:pt x="94" y="106"/>
                                </a:cubicBezTo>
                                <a:cubicBezTo>
                                  <a:pt x="98" y="108"/>
                                  <a:pt x="96" y="108"/>
                                  <a:pt x="101" y="106"/>
                                </a:cubicBezTo>
                                <a:cubicBezTo>
                                  <a:pt x="101" y="106"/>
                                  <a:pt x="101" y="106"/>
                                  <a:pt x="144" y="92"/>
                                </a:cubicBezTo>
                                <a:cubicBezTo>
                                  <a:pt x="144" y="92"/>
                                  <a:pt x="144" y="92"/>
                                  <a:pt x="144" y="115"/>
                                </a:cubicBezTo>
                                <a:cubicBezTo>
                                  <a:pt x="144" y="117"/>
                                  <a:pt x="143" y="120"/>
                                  <a:pt x="140" y="121"/>
                                </a:cubicBezTo>
                                <a:cubicBezTo>
                                  <a:pt x="113" y="136"/>
                                  <a:pt x="80" y="136"/>
                                  <a:pt x="55" y="123"/>
                                </a:cubicBezTo>
                                <a:cubicBezTo>
                                  <a:pt x="54" y="122"/>
                                  <a:pt x="53" y="120"/>
                                  <a:pt x="52" y="119"/>
                                </a:cubicBezTo>
                                <a:cubicBezTo>
                                  <a:pt x="54" y="117"/>
                                  <a:pt x="55" y="114"/>
                                  <a:pt x="55" y="111"/>
                                </a:cubicBezTo>
                                <a:cubicBezTo>
                                  <a:pt x="55" y="108"/>
                                  <a:pt x="54" y="105"/>
                                  <a:pt x="51" y="103"/>
                                </a:cubicBezTo>
                                <a:cubicBezTo>
                                  <a:pt x="51" y="103"/>
                                  <a:pt x="51" y="103"/>
                                  <a:pt x="51" y="92"/>
                                </a:cubicBezTo>
                                <a:cubicBezTo>
                                  <a:pt x="51" y="92"/>
                                  <a:pt x="51" y="92"/>
                                  <a:pt x="94" y="106"/>
                                </a:cubicBezTo>
                                <a:close/>
                                <a:moveTo>
                                  <a:pt x="94" y="106"/>
                                </a:moveTo>
                                <a:cubicBezTo>
                                  <a:pt x="94" y="106"/>
                                  <a:pt x="94" y="106"/>
                                  <a:pt x="94" y="106"/>
                                </a:cubicBezTo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050" y="1381125"/>
                            <a:ext cx="212275" cy="216000"/>
                          </a:xfrm>
                          <a:custGeom>
                            <a:avLst/>
                            <a:gdLst>
                              <a:gd name="T0" fmla="*/ 144 w 287"/>
                              <a:gd name="T1" fmla="*/ 0 h 292"/>
                              <a:gd name="T2" fmla="*/ 144 w 287"/>
                              <a:gd name="T3" fmla="*/ 292 h 292"/>
                              <a:gd name="T4" fmla="*/ 40 w 287"/>
                              <a:gd name="T5" fmla="*/ 146 h 292"/>
                              <a:gd name="T6" fmla="*/ 40 w 287"/>
                              <a:gd name="T7" fmla="*/ 206 h 292"/>
                              <a:gd name="T8" fmla="*/ 52 w 287"/>
                              <a:gd name="T9" fmla="*/ 221 h 292"/>
                              <a:gd name="T10" fmla="*/ 60 w 287"/>
                              <a:gd name="T11" fmla="*/ 223 h 292"/>
                              <a:gd name="T12" fmla="*/ 108 w 287"/>
                              <a:gd name="T13" fmla="*/ 217 h 292"/>
                              <a:gd name="T14" fmla="*/ 122 w 287"/>
                              <a:gd name="T15" fmla="*/ 224 h 292"/>
                              <a:gd name="T16" fmla="*/ 143 w 287"/>
                              <a:gd name="T17" fmla="*/ 228 h 292"/>
                              <a:gd name="T18" fmla="*/ 158 w 287"/>
                              <a:gd name="T19" fmla="*/ 224 h 292"/>
                              <a:gd name="T20" fmla="*/ 181 w 287"/>
                              <a:gd name="T21" fmla="*/ 216 h 292"/>
                              <a:gd name="T22" fmla="*/ 223 w 287"/>
                              <a:gd name="T23" fmla="*/ 223 h 292"/>
                              <a:gd name="T24" fmla="*/ 230 w 287"/>
                              <a:gd name="T25" fmla="*/ 219 h 292"/>
                              <a:gd name="T26" fmla="*/ 243 w 287"/>
                              <a:gd name="T27" fmla="*/ 204 h 292"/>
                              <a:gd name="T28" fmla="*/ 241 w 287"/>
                              <a:gd name="T29" fmla="*/ 85 h 292"/>
                              <a:gd name="T30" fmla="*/ 198 w 287"/>
                              <a:gd name="T31" fmla="*/ 65 h 292"/>
                              <a:gd name="T32" fmla="*/ 142 w 287"/>
                              <a:gd name="T33" fmla="*/ 82 h 292"/>
                              <a:gd name="T34" fmla="*/ 132 w 287"/>
                              <a:gd name="T35" fmla="*/ 77 h 292"/>
                              <a:gd name="T36" fmla="*/ 73 w 287"/>
                              <a:gd name="T37" fmla="*/ 66 h 292"/>
                              <a:gd name="T38" fmla="*/ 40 w 287"/>
                              <a:gd name="T39" fmla="*/ 90 h 292"/>
                              <a:gd name="T40" fmla="*/ 50 w 287"/>
                              <a:gd name="T41" fmla="*/ 196 h 292"/>
                              <a:gd name="T42" fmla="*/ 50 w 287"/>
                              <a:gd name="T43" fmla="*/ 92 h 292"/>
                              <a:gd name="T44" fmla="*/ 76 w 287"/>
                              <a:gd name="T45" fmla="*/ 76 h 292"/>
                              <a:gd name="T46" fmla="*/ 132 w 287"/>
                              <a:gd name="T47" fmla="*/ 88 h 292"/>
                              <a:gd name="T48" fmla="*/ 136 w 287"/>
                              <a:gd name="T49" fmla="*/ 96 h 292"/>
                              <a:gd name="T50" fmla="*/ 136 w 287"/>
                              <a:gd name="T51" fmla="*/ 192 h 292"/>
                              <a:gd name="T52" fmla="*/ 116 w 287"/>
                              <a:gd name="T53" fmla="*/ 186 h 292"/>
                              <a:gd name="T54" fmla="*/ 51 w 287"/>
                              <a:gd name="T55" fmla="*/ 196 h 292"/>
                              <a:gd name="T56" fmla="*/ 233 w 287"/>
                              <a:gd name="T57" fmla="*/ 196 h 292"/>
                              <a:gd name="T58" fmla="*/ 185 w 287"/>
                              <a:gd name="T59" fmla="*/ 185 h 292"/>
                              <a:gd name="T60" fmla="*/ 148 w 287"/>
                              <a:gd name="T61" fmla="*/ 191 h 292"/>
                              <a:gd name="T62" fmla="*/ 146 w 287"/>
                              <a:gd name="T63" fmla="*/ 191 h 292"/>
                              <a:gd name="T64" fmla="*/ 147 w 287"/>
                              <a:gd name="T65" fmla="*/ 91 h 292"/>
                              <a:gd name="T66" fmla="*/ 196 w 287"/>
                              <a:gd name="T67" fmla="*/ 75 h 292"/>
                              <a:gd name="T68" fmla="*/ 233 w 287"/>
                              <a:gd name="T69" fmla="*/ 93 h 292"/>
                              <a:gd name="T70" fmla="*/ 233 w 287"/>
                              <a:gd name="T71" fmla="*/ 196 h 292"/>
                              <a:gd name="T72" fmla="*/ 57 w 287"/>
                              <a:gd name="T73" fmla="*/ 203 h 292"/>
                              <a:gd name="T74" fmla="*/ 115 w 287"/>
                              <a:gd name="T75" fmla="*/ 196 h 292"/>
                              <a:gd name="T76" fmla="*/ 137 w 287"/>
                              <a:gd name="T77" fmla="*/ 206 h 292"/>
                              <a:gd name="T78" fmla="*/ 166 w 287"/>
                              <a:gd name="T79" fmla="*/ 195 h 292"/>
                              <a:gd name="T80" fmla="*/ 228 w 287"/>
                              <a:gd name="T81" fmla="*/ 204 h 292"/>
                              <a:gd name="T82" fmla="*/ 225 w 287"/>
                              <a:gd name="T83" fmla="*/ 211 h 292"/>
                              <a:gd name="T84" fmla="*/ 190 w 287"/>
                              <a:gd name="T85" fmla="*/ 207 h 292"/>
                              <a:gd name="T86" fmla="*/ 155 w 287"/>
                              <a:gd name="T87" fmla="*/ 213 h 292"/>
                              <a:gd name="T88" fmla="*/ 150 w 287"/>
                              <a:gd name="T89" fmla="*/ 218 h 292"/>
                              <a:gd name="T90" fmla="*/ 131 w 287"/>
                              <a:gd name="T91" fmla="*/ 218 h 292"/>
                              <a:gd name="T92" fmla="*/ 96 w 287"/>
                              <a:gd name="T93" fmla="*/ 207 h 292"/>
                              <a:gd name="T94" fmla="*/ 58 w 287"/>
                              <a:gd name="T95" fmla="*/ 212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87" h="292">
                                <a:moveTo>
                                  <a:pt x="0" y="146"/>
                                </a:moveTo>
                                <a:cubicBezTo>
                                  <a:pt x="0" y="65"/>
                                  <a:pt x="64" y="0"/>
                                  <a:pt x="144" y="0"/>
                                </a:cubicBezTo>
                                <a:cubicBezTo>
                                  <a:pt x="223" y="0"/>
                                  <a:pt x="287" y="65"/>
                                  <a:pt x="287" y="146"/>
                                </a:cubicBezTo>
                                <a:cubicBezTo>
                                  <a:pt x="287" y="227"/>
                                  <a:pt x="223" y="292"/>
                                  <a:pt x="144" y="292"/>
                                </a:cubicBezTo>
                                <a:cubicBezTo>
                                  <a:pt x="64" y="292"/>
                                  <a:pt x="0" y="227"/>
                                  <a:pt x="0" y="146"/>
                                </a:cubicBezTo>
                                <a:close/>
                                <a:moveTo>
                                  <a:pt x="40" y="146"/>
                                </a:moveTo>
                                <a:cubicBezTo>
                                  <a:pt x="40" y="165"/>
                                  <a:pt x="40" y="185"/>
                                  <a:pt x="40" y="203"/>
                                </a:cubicBezTo>
                                <a:cubicBezTo>
                                  <a:pt x="40" y="204"/>
                                  <a:pt x="40" y="204"/>
                                  <a:pt x="40" y="206"/>
                                </a:cubicBezTo>
                                <a:cubicBezTo>
                                  <a:pt x="43" y="209"/>
                                  <a:pt x="47" y="213"/>
                                  <a:pt x="50" y="217"/>
                                </a:cubicBezTo>
                                <a:cubicBezTo>
                                  <a:pt x="51" y="218"/>
                                  <a:pt x="52" y="219"/>
                                  <a:pt x="52" y="221"/>
                                </a:cubicBezTo>
                                <a:cubicBezTo>
                                  <a:pt x="53" y="222"/>
                                  <a:pt x="56" y="223"/>
                                  <a:pt x="58" y="223"/>
                                </a:cubicBezTo>
                                <a:cubicBezTo>
                                  <a:pt x="60" y="223"/>
                                  <a:pt x="60" y="223"/>
                                  <a:pt x="60" y="223"/>
                                </a:cubicBezTo>
                                <a:cubicBezTo>
                                  <a:pt x="68" y="221"/>
                                  <a:pt x="77" y="219"/>
                                  <a:pt x="86" y="218"/>
                                </a:cubicBezTo>
                                <a:cubicBezTo>
                                  <a:pt x="93" y="217"/>
                                  <a:pt x="101" y="216"/>
                                  <a:pt x="108" y="217"/>
                                </a:cubicBezTo>
                                <a:cubicBezTo>
                                  <a:pt x="112" y="217"/>
                                  <a:pt x="116" y="218"/>
                                  <a:pt x="120" y="219"/>
                                </a:cubicBezTo>
                                <a:cubicBezTo>
                                  <a:pt x="121" y="221"/>
                                  <a:pt x="122" y="222"/>
                                  <a:pt x="122" y="224"/>
                                </a:cubicBezTo>
                                <a:cubicBezTo>
                                  <a:pt x="123" y="227"/>
                                  <a:pt x="125" y="228"/>
                                  <a:pt x="127" y="228"/>
                                </a:cubicBezTo>
                                <a:cubicBezTo>
                                  <a:pt x="133" y="228"/>
                                  <a:pt x="138" y="228"/>
                                  <a:pt x="143" y="228"/>
                                </a:cubicBezTo>
                                <a:cubicBezTo>
                                  <a:pt x="147" y="228"/>
                                  <a:pt x="151" y="228"/>
                                  <a:pt x="155" y="228"/>
                                </a:cubicBezTo>
                                <a:cubicBezTo>
                                  <a:pt x="157" y="228"/>
                                  <a:pt x="158" y="227"/>
                                  <a:pt x="158" y="224"/>
                                </a:cubicBezTo>
                                <a:cubicBezTo>
                                  <a:pt x="160" y="221"/>
                                  <a:pt x="162" y="219"/>
                                  <a:pt x="165" y="218"/>
                                </a:cubicBezTo>
                                <a:cubicBezTo>
                                  <a:pt x="171" y="216"/>
                                  <a:pt x="176" y="216"/>
                                  <a:pt x="181" y="216"/>
                                </a:cubicBezTo>
                                <a:cubicBezTo>
                                  <a:pt x="188" y="216"/>
                                  <a:pt x="195" y="217"/>
                                  <a:pt x="201" y="218"/>
                                </a:cubicBezTo>
                                <a:cubicBezTo>
                                  <a:pt x="208" y="219"/>
                                  <a:pt x="216" y="222"/>
                                  <a:pt x="223" y="223"/>
                                </a:cubicBezTo>
                                <a:cubicBezTo>
                                  <a:pt x="226" y="223"/>
                                  <a:pt x="227" y="223"/>
                                  <a:pt x="228" y="221"/>
                                </a:cubicBezTo>
                                <a:cubicBezTo>
                                  <a:pt x="230" y="221"/>
                                  <a:pt x="230" y="219"/>
                                  <a:pt x="230" y="219"/>
                                </a:cubicBezTo>
                                <a:cubicBezTo>
                                  <a:pt x="235" y="214"/>
                                  <a:pt x="238" y="211"/>
                                  <a:pt x="242" y="206"/>
                                </a:cubicBezTo>
                                <a:cubicBezTo>
                                  <a:pt x="242" y="204"/>
                                  <a:pt x="243" y="204"/>
                                  <a:pt x="243" y="204"/>
                                </a:cubicBezTo>
                                <a:cubicBezTo>
                                  <a:pt x="243" y="165"/>
                                  <a:pt x="243" y="127"/>
                                  <a:pt x="243" y="88"/>
                                </a:cubicBezTo>
                                <a:cubicBezTo>
                                  <a:pt x="243" y="87"/>
                                  <a:pt x="242" y="86"/>
                                  <a:pt x="241" y="85"/>
                                </a:cubicBezTo>
                                <a:cubicBezTo>
                                  <a:pt x="238" y="81"/>
                                  <a:pt x="235" y="78"/>
                                  <a:pt x="231" y="76"/>
                                </a:cubicBezTo>
                                <a:cubicBezTo>
                                  <a:pt x="221" y="70"/>
                                  <a:pt x="210" y="66"/>
                                  <a:pt x="198" y="65"/>
                                </a:cubicBezTo>
                                <a:cubicBezTo>
                                  <a:pt x="187" y="64"/>
                                  <a:pt x="176" y="66"/>
                                  <a:pt x="166" y="70"/>
                                </a:cubicBezTo>
                                <a:cubicBezTo>
                                  <a:pt x="157" y="72"/>
                                  <a:pt x="150" y="77"/>
                                  <a:pt x="142" y="82"/>
                                </a:cubicBezTo>
                                <a:cubicBezTo>
                                  <a:pt x="141" y="82"/>
                                  <a:pt x="141" y="82"/>
                                  <a:pt x="141" y="82"/>
                                </a:cubicBezTo>
                                <a:cubicBezTo>
                                  <a:pt x="137" y="80"/>
                                  <a:pt x="135" y="78"/>
                                  <a:pt x="132" y="77"/>
                                </a:cubicBezTo>
                                <a:cubicBezTo>
                                  <a:pt x="122" y="71"/>
                                  <a:pt x="112" y="66"/>
                                  <a:pt x="100" y="65"/>
                                </a:cubicBezTo>
                                <a:cubicBezTo>
                                  <a:pt x="91" y="64"/>
                                  <a:pt x="82" y="64"/>
                                  <a:pt x="73" y="66"/>
                                </a:cubicBezTo>
                                <a:cubicBezTo>
                                  <a:pt x="61" y="70"/>
                                  <a:pt x="51" y="76"/>
                                  <a:pt x="41" y="85"/>
                                </a:cubicBezTo>
                                <a:cubicBezTo>
                                  <a:pt x="40" y="86"/>
                                  <a:pt x="40" y="87"/>
                                  <a:pt x="40" y="90"/>
                                </a:cubicBezTo>
                                <a:cubicBezTo>
                                  <a:pt x="40" y="108"/>
                                  <a:pt x="40" y="127"/>
                                  <a:pt x="40" y="146"/>
                                </a:cubicBezTo>
                                <a:close/>
                                <a:moveTo>
                                  <a:pt x="50" y="196"/>
                                </a:moveTo>
                                <a:cubicBezTo>
                                  <a:pt x="50" y="195"/>
                                  <a:pt x="50" y="195"/>
                                  <a:pt x="50" y="195"/>
                                </a:cubicBezTo>
                                <a:cubicBezTo>
                                  <a:pt x="50" y="160"/>
                                  <a:pt x="50" y="125"/>
                                  <a:pt x="50" y="92"/>
                                </a:cubicBezTo>
                                <a:cubicBezTo>
                                  <a:pt x="50" y="91"/>
                                  <a:pt x="50" y="90"/>
                                  <a:pt x="51" y="90"/>
                                </a:cubicBezTo>
                                <a:cubicBezTo>
                                  <a:pt x="58" y="82"/>
                                  <a:pt x="67" y="78"/>
                                  <a:pt x="76" y="76"/>
                                </a:cubicBezTo>
                                <a:cubicBezTo>
                                  <a:pt x="86" y="74"/>
                                  <a:pt x="96" y="74"/>
                                  <a:pt x="106" y="76"/>
                                </a:cubicBezTo>
                                <a:cubicBezTo>
                                  <a:pt x="116" y="78"/>
                                  <a:pt x="125" y="83"/>
                                  <a:pt x="132" y="88"/>
                                </a:cubicBezTo>
                                <a:cubicBezTo>
                                  <a:pt x="133" y="90"/>
                                  <a:pt x="136" y="90"/>
                                  <a:pt x="136" y="91"/>
                                </a:cubicBezTo>
                                <a:cubicBezTo>
                                  <a:pt x="137" y="92"/>
                                  <a:pt x="136" y="95"/>
                                  <a:pt x="136" y="96"/>
                                </a:cubicBezTo>
                                <a:cubicBezTo>
                                  <a:pt x="136" y="128"/>
                                  <a:pt x="136" y="159"/>
                                  <a:pt x="136" y="191"/>
                                </a:cubicBezTo>
                                <a:cubicBezTo>
                                  <a:pt x="136" y="192"/>
                                  <a:pt x="136" y="192"/>
                                  <a:pt x="136" y="192"/>
                                </a:cubicBezTo>
                                <a:cubicBezTo>
                                  <a:pt x="136" y="192"/>
                                  <a:pt x="136" y="192"/>
                                  <a:pt x="135" y="192"/>
                                </a:cubicBezTo>
                                <a:cubicBezTo>
                                  <a:pt x="128" y="188"/>
                                  <a:pt x="122" y="187"/>
                                  <a:pt x="116" y="186"/>
                                </a:cubicBezTo>
                                <a:cubicBezTo>
                                  <a:pt x="105" y="185"/>
                                  <a:pt x="95" y="185"/>
                                  <a:pt x="83" y="187"/>
                                </a:cubicBezTo>
                                <a:cubicBezTo>
                                  <a:pt x="72" y="188"/>
                                  <a:pt x="62" y="192"/>
                                  <a:pt x="51" y="196"/>
                                </a:cubicBezTo>
                                <a:cubicBezTo>
                                  <a:pt x="50" y="196"/>
                                  <a:pt x="50" y="196"/>
                                  <a:pt x="50" y="196"/>
                                </a:cubicBezTo>
                                <a:close/>
                                <a:moveTo>
                                  <a:pt x="233" y="196"/>
                                </a:moveTo>
                                <a:cubicBezTo>
                                  <a:pt x="228" y="195"/>
                                  <a:pt x="225" y="192"/>
                                  <a:pt x="220" y="191"/>
                                </a:cubicBezTo>
                                <a:cubicBezTo>
                                  <a:pt x="208" y="187"/>
                                  <a:pt x="197" y="185"/>
                                  <a:pt x="185" y="185"/>
                                </a:cubicBezTo>
                                <a:cubicBezTo>
                                  <a:pt x="176" y="183"/>
                                  <a:pt x="166" y="185"/>
                                  <a:pt x="157" y="187"/>
                                </a:cubicBezTo>
                                <a:cubicBezTo>
                                  <a:pt x="155" y="188"/>
                                  <a:pt x="151" y="190"/>
                                  <a:pt x="148" y="191"/>
                                </a:cubicBezTo>
                                <a:cubicBezTo>
                                  <a:pt x="147" y="191"/>
                                  <a:pt x="147" y="192"/>
                                  <a:pt x="146" y="192"/>
                                </a:cubicBezTo>
                                <a:cubicBezTo>
                                  <a:pt x="146" y="191"/>
                                  <a:pt x="146" y="191"/>
                                  <a:pt x="146" y="191"/>
                                </a:cubicBezTo>
                                <a:cubicBezTo>
                                  <a:pt x="146" y="158"/>
                                  <a:pt x="146" y="125"/>
                                  <a:pt x="146" y="92"/>
                                </a:cubicBezTo>
                                <a:cubicBezTo>
                                  <a:pt x="146" y="92"/>
                                  <a:pt x="146" y="91"/>
                                  <a:pt x="147" y="91"/>
                                </a:cubicBezTo>
                                <a:cubicBezTo>
                                  <a:pt x="155" y="85"/>
                                  <a:pt x="162" y="81"/>
                                  <a:pt x="172" y="77"/>
                                </a:cubicBezTo>
                                <a:cubicBezTo>
                                  <a:pt x="180" y="75"/>
                                  <a:pt x="187" y="74"/>
                                  <a:pt x="196" y="75"/>
                                </a:cubicBezTo>
                                <a:cubicBezTo>
                                  <a:pt x="210" y="76"/>
                                  <a:pt x="221" y="81"/>
                                  <a:pt x="231" y="90"/>
                                </a:cubicBezTo>
                                <a:cubicBezTo>
                                  <a:pt x="232" y="90"/>
                                  <a:pt x="233" y="91"/>
                                  <a:pt x="233" y="93"/>
                                </a:cubicBezTo>
                                <a:cubicBezTo>
                                  <a:pt x="233" y="127"/>
                                  <a:pt x="233" y="160"/>
                                  <a:pt x="233" y="193"/>
                                </a:cubicBezTo>
                                <a:cubicBezTo>
                                  <a:pt x="233" y="195"/>
                                  <a:pt x="233" y="195"/>
                                  <a:pt x="233" y="196"/>
                                </a:cubicBezTo>
                                <a:close/>
                                <a:moveTo>
                                  <a:pt x="52" y="204"/>
                                </a:moveTo>
                                <a:cubicBezTo>
                                  <a:pt x="55" y="204"/>
                                  <a:pt x="56" y="204"/>
                                  <a:pt x="57" y="203"/>
                                </a:cubicBezTo>
                                <a:cubicBezTo>
                                  <a:pt x="68" y="201"/>
                                  <a:pt x="78" y="197"/>
                                  <a:pt x="90" y="196"/>
                                </a:cubicBezTo>
                                <a:cubicBezTo>
                                  <a:pt x="98" y="195"/>
                                  <a:pt x="106" y="195"/>
                                  <a:pt x="115" y="196"/>
                                </a:cubicBezTo>
                                <a:cubicBezTo>
                                  <a:pt x="122" y="197"/>
                                  <a:pt x="128" y="198"/>
                                  <a:pt x="135" y="203"/>
                                </a:cubicBezTo>
                                <a:cubicBezTo>
                                  <a:pt x="136" y="204"/>
                                  <a:pt x="137" y="206"/>
                                  <a:pt x="137" y="206"/>
                                </a:cubicBezTo>
                                <a:cubicBezTo>
                                  <a:pt x="140" y="208"/>
                                  <a:pt x="143" y="208"/>
                                  <a:pt x="145" y="206"/>
                                </a:cubicBezTo>
                                <a:cubicBezTo>
                                  <a:pt x="151" y="200"/>
                                  <a:pt x="157" y="197"/>
                                  <a:pt x="166" y="195"/>
                                </a:cubicBezTo>
                                <a:cubicBezTo>
                                  <a:pt x="172" y="195"/>
                                  <a:pt x="177" y="193"/>
                                  <a:pt x="183" y="195"/>
                                </a:cubicBezTo>
                                <a:cubicBezTo>
                                  <a:pt x="200" y="196"/>
                                  <a:pt x="215" y="200"/>
                                  <a:pt x="228" y="204"/>
                                </a:cubicBezTo>
                                <a:cubicBezTo>
                                  <a:pt x="230" y="204"/>
                                  <a:pt x="230" y="204"/>
                                  <a:pt x="230" y="204"/>
                                </a:cubicBezTo>
                                <a:cubicBezTo>
                                  <a:pt x="228" y="207"/>
                                  <a:pt x="226" y="208"/>
                                  <a:pt x="225" y="211"/>
                                </a:cubicBezTo>
                                <a:cubicBezTo>
                                  <a:pt x="223" y="212"/>
                                  <a:pt x="222" y="212"/>
                                  <a:pt x="220" y="212"/>
                                </a:cubicBezTo>
                                <a:cubicBezTo>
                                  <a:pt x="210" y="209"/>
                                  <a:pt x="200" y="207"/>
                                  <a:pt x="190" y="207"/>
                                </a:cubicBezTo>
                                <a:cubicBezTo>
                                  <a:pt x="182" y="206"/>
                                  <a:pt x="175" y="206"/>
                                  <a:pt x="167" y="207"/>
                                </a:cubicBezTo>
                                <a:cubicBezTo>
                                  <a:pt x="163" y="208"/>
                                  <a:pt x="158" y="209"/>
                                  <a:pt x="155" y="213"/>
                                </a:cubicBezTo>
                                <a:cubicBezTo>
                                  <a:pt x="153" y="214"/>
                                  <a:pt x="152" y="216"/>
                                  <a:pt x="151" y="217"/>
                                </a:cubicBezTo>
                                <a:cubicBezTo>
                                  <a:pt x="151" y="217"/>
                                  <a:pt x="151" y="218"/>
                                  <a:pt x="150" y="218"/>
                                </a:cubicBezTo>
                                <a:cubicBezTo>
                                  <a:pt x="143" y="218"/>
                                  <a:pt x="138" y="218"/>
                                  <a:pt x="132" y="218"/>
                                </a:cubicBezTo>
                                <a:cubicBezTo>
                                  <a:pt x="131" y="218"/>
                                  <a:pt x="131" y="218"/>
                                  <a:pt x="131" y="218"/>
                                </a:cubicBezTo>
                                <a:cubicBezTo>
                                  <a:pt x="128" y="212"/>
                                  <a:pt x="123" y="209"/>
                                  <a:pt x="117" y="208"/>
                                </a:cubicBezTo>
                                <a:cubicBezTo>
                                  <a:pt x="110" y="207"/>
                                  <a:pt x="103" y="207"/>
                                  <a:pt x="96" y="207"/>
                                </a:cubicBezTo>
                                <a:cubicBezTo>
                                  <a:pt x="83" y="207"/>
                                  <a:pt x="72" y="209"/>
                                  <a:pt x="60" y="212"/>
                                </a:cubicBezTo>
                                <a:cubicBezTo>
                                  <a:pt x="60" y="213"/>
                                  <a:pt x="58" y="212"/>
                                  <a:pt x="58" y="212"/>
                                </a:cubicBezTo>
                                <a:cubicBezTo>
                                  <a:pt x="56" y="209"/>
                                  <a:pt x="55" y="207"/>
                                  <a:pt x="52" y="2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61442" id="组合 87" o:spid="_x0000_s1026" style="position:absolute;left:0;text-align:left;margin-left:-65.1pt;margin-top:15.2pt;width:16.7pt;height:152.65pt;z-index:251662336" coordorigin="190" coordsize="2122,1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">
                <v:shape id="Freeform 5" o:spid="_x0000_s1027" style="position:absolute;left:190;width:2102;height:2160;visibility:visible;mso-wrap-style:square;v-text-anchor:top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NK9MAA&#10;AADbAAAADwAAAGRycy9kb3ducmV2LnhtbERP3WrCMBS+F/YO4Qy803RTXOmMMgR/ULxYtwc4a45N&#10;WXNSmqjx7c2F4OXH9z9fRtuKC/W+cazgbZyBIK6cbrhW8PuzHuUgfEDW2DomBTfysFy8DOZYaHfl&#10;b7qUoRYphH2BCkwIXSGlrwxZ9GPXESfu5HqLIcG+lrrHawq3rXzPspm02HBqMNjRylD1X56tghXN&#10;zPb4t97z9OO0nWyaeAhlVGr4Gr8+QQSK4Sl+uHdaQZ7Gpi/pB8jF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NK9MAAAADbAAAADwAAAAAAAAAAAAAAAACYAgAAZHJzL2Rvd25y&#10;ZXYueG1sUEsFBgAAAAAEAAQA9QAAAIUDAAAAAA==&#10;" path="m,98c,44,43,,96,v53,,95,44,95,98c191,152,149,196,96,196,43,196,,152,,98xm44,141v,2,,3,,3c44,145,44,146,44,147v,2,,3,2,4c46,151,46,151,46,152v34,,69,,103,c149,151,149,151,149,151v2,-1,2,-2,3,-3c152,146,152,145,152,144v,-5,-1,-9,-3,-12c148,130,146,128,144,127v-2,-2,-5,-4,-7,-5c131,119,125,119,120,118v-2,-1,-4,-1,-4,-2c116,117,116,118,116,118v,4,,10,-3,14c109,138,104,143,98,146v-1,,-1,,-1,c95,145,94,144,92,143v-5,-4,-8,-7,-11,-12c80,127,79,121,80,118v,-1,,-1,,-2c76,117,73,118,70,119v-5,,-11,2,-17,5c51,125,50,127,48,128v-2,3,-4,6,-4,10c44,139,44,140,44,141xm96,44v5,,10,1,13,2c114,49,117,53,120,59v2,3,2,7,2,12c122,72,122,73,122,73v,,,,,1c123,75,124,78,124,81v,2,-1,4,-1,7c122,88,122,88,122,88v-2,2,-2,3,-3,4c118,95,116,98,115,101v-3,4,-7,7,-12,9c95,112,88,110,82,106v-2,-3,-4,-4,-5,-7c75,96,74,93,73,91v,-1,,-1,-1,-2c71,88,70,87,69,84v-1,-3,,-8,2,-10c72,73,72,73,72,73v-1,-3,-1,-7,,-10c73,55,77,49,85,46v2,-1,7,-2,11,-2xm80,81v,-1,-1,-2,-1,-2c78,77,76,78,75,80v,1,,1,,2c76,83,77,85,78,86v1,1,1,1,1,2c80,90,81,93,83,96v1,3,3,4,4,5c90,103,94,104,99,103v5,-1,8,-2,10,-7c111,93,112,91,114,88v,-1,1,-1,1,-2c116,85,116,84,116,84v1,-2,1,-2,1,-4c117,79,117,78,116,78v,,-1,,-2,1c114,80,113,80,113,81v,-3,1,-6,2,-8c113,73,111,73,110,73v-4,,-7,-1,-10,-2c94,69,91,66,87,63v,,,,,c87,63,86,63,85,64v-3,1,-5,3,-7,6c78,70,78,70,78,70v1,3,1,4,1,5c79,77,80,79,80,81xm94,126v-2,-2,-4,-4,-5,-7c90,119,91,118,93,117v,,,,,-1c95,116,97,116,100,116v,,,,1,1c101,118,102,119,103,119v-1,3,-2,5,-4,7c99,126,99,126,99,126v2,4,2,8,4,11c103,137,103,137,103,138v-2,2,-3,4,-5,6c96,145,96,145,94,144v-1,-2,-3,-4,-5,-6c89,138,89,138,89,137v2,-3,4,-8,5,-11c94,126,94,126,94,126xe" fillcolor="#2b7fb9" stroked="f">
                  <v:path arrowok="t" o:connecttype="custom" o:connectlocs="105641,0;105641,216000;48419,155388;48419,162000;50620,167510;163964,166408;167265,158694;158462,139959;132052,130041;127650,130041;107842,160898;101239,157592;88034,130041;77030,131143;52821,141061;48419,155388;119947,50694;134252,78245;134252,81551;135353,96980;130951,101388;113344,121224;84733,109102;79231,98082;78130,81551;79231,69429;105641,48490;86934,87061;82532,90367;86934,96980;95737,111306;119947,105796;126549,94776;128750,88163;125449,87061;126549,80449;110043,78245;95737,69429;85833,77143;86934,82653;103440,138857;102340,128939;110043,127837;113344,131143;108943,138857;113344,152082;103440,158694;97938,150980;103440,138857" o:connectangles="0,0,0,0,0,0,0,0,0,0,0,0,0,0,0,0,0,0,0,0,0,0,0,0,0,0,0,0,0,0,0,0,0,0,0,0,0,0,0,0,0,0,0,0,0,0,0,0,0"/>
                  <o:lock v:ext="edit" aspectratio="t" verticies="t"/>
                </v:shape>
                <v:shape id="Freeform 25" o:spid="_x0000_s1028" style="position:absolute;left:190;top:6953;width:2102;height:2159;visibility:visible;mso-wrap-style:square;v-text-anchor:top" coordsize="187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zj08IA&#10;AADbAAAADwAAAGRycy9kb3ducmV2LnhtbESPT4vCMBTE7wt+h/CEvSyauqyi1SgqFBY8+Q88Pppn&#10;W0xeShNt99tvBMHjMDO/YRarzhrxoMZXjhWMhgkI4tzpigsFp2M2mILwAVmjcUwK/sjDatn7WGCq&#10;Xct7ehxCISKEfYoKyhDqVEqfl2TRD11NHL2rayyGKJtC6gbbCLdGfifJRFqsOC6UWNO2pPx2uFsF&#10;5w1dWuvMafczbrNzcjTZV2WU+ux36zmIQF14h1/tX61gOoPn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TOPTwgAAANsAAAAPAAAAAAAAAAAAAAAAAJgCAABkcnMvZG93&#10;bnJldi54bWxQSwUGAAAAAAQABAD1AAAAhwMAAAAA&#10;" path="m,96c,43,42,,94,v51,,93,43,93,96c187,149,145,192,94,192,42,192,,149,,96xm119,106v-7,7,-7,14,-15,14c97,120,90,113,83,106,76,99,68,92,68,85v,-7,8,-7,15,-14c90,65,68,44,61,44,54,44,40,65,40,65v,13,14,41,28,55c83,134,112,148,126,148v,,21,-14,21,-21c147,120,126,99,119,106e" fillcolor="#2b7fb9" stroked="f">
                  <v:path arrowok="t" o:connecttype="custom" o:connectlocs="0,107950;105654,0;210185,107950;105654,215900;0,107950;133754,119195;116894,134938;93291,119195;76431,95581;93291,79838;68563,49477;44959,73091;76431,134938;141622,166423;165226,142809;133754,119195" o:connectangles="0,0,0,0,0,0,0,0,0,0,0,0,0,0,0,0"/>
                  <o:lock v:ext="edit" aspectratio="t" verticies="t"/>
                </v:shape>
                <v:shape id="Freeform 29" o:spid="_x0000_s1029" style="position:absolute;left:190;top:3429;width:2102;height:2159;visibility:visible;mso-wrap-style:square;v-text-anchor:top" coordsize="187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/ck8EA&#10;AADbAAAADwAAAGRycy9kb3ducmV2LnhtbERPz2vCMBS+D/wfwhN2GTN1TNHOWNygMPBkW2HHR/Ns&#10;y5KX0mRt998vh4HHj+/3IZutESMNvnOsYL1KQBDXTnfcKKjK/HkHwgdkjcYxKfglD9lx8XDAVLuJ&#10;LzQWoRExhH2KCtoQ+lRKX7dk0a9cTxy5mxsshgiHRuoBpxhujXxJkq202HFsaLGnj5bq7+LHKri+&#10;09dknanOr5spvyalyZ86o9Tjcj69gQg0h7v43/2pFezj+vgl/gB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v3JPBAAAA2wAAAA8AAAAAAAAAAAAAAAAAmAIAAGRycy9kb3du&#10;cmV2LnhtbFBLBQYAAAAABAAEAPUAAACGAwAAAAA=&#10;" path="m,96c,43,42,,94,v51,,93,43,93,96c187,149,145,192,94,192,42,192,,149,,96xm94,156v,,-46,-50,-46,-75c48,57,69,36,94,36v25,,45,21,45,45c139,106,94,156,94,156xm94,51c77,51,63,64,63,81v,16,14,31,31,31c110,112,125,97,125,81,125,64,110,51,94,51xm94,51v,,,,,e" fillcolor="#2b7fb9" stroked="f">
                  <v:path arrowok="t" o:connecttype="custom" o:connectlocs="0,107950;105654,0;210185,107950;105654,215900;0,107950;105654,175419;53951,91083;105654,40481;156234,91083;105654,175419;105654,57348;70811,91083;105654,125942;140498,91083;105654,57348;105654,57348;105654,57348" o:connectangles="0,0,0,0,0,0,0,0,0,0,0,0,0,0,0,0,0"/>
                  <o:lock v:ext="edit" aspectratio="t" verticies="t"/>
                </v:shape>
                <v:shape id="Freeform 33" o:spid="_x0000_s1030" style="position:absolute;left:190;top:10382;width:2007;height:2159;visibility:visible;mso-wrap-style:square;v-text-anchor:top" coordsize="18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vRSMIA&#10;AADbAAAADwAAAGRycy9kb3ducmV2LnhtbESPwWrDMBBE74H+g9hCb4nsHILrRg6hYDDk1LSHHhdr&#10;bbm2VkZSY+fvq0Khx2Fm3jDH02oncSMfBscK8l0Ggrh1euBewcd7vS1AhIiscXJMCu4U4FQ9bI5Y&#10;arfwG92usRcJwqFEBSbGuZQytIYshp2biZPXOW8xJul7qT0uCW4nuc+yg7Q4cFowONOroXa8flsF&#10;tpNfsxm74Jb6fuHi0BT1+VOpp8f1/AIi0hr/w3/tRit4zuH3S/oBsv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9FIwgAAANsAAAAPAAAAAAAAAAAAAAAAAJgCAABkcnMvZG93&#10;bnJldi54bWxQSwUGAAAAAAQABAD1AAAAhwMAAAAA&#10;" path="m,99c,44,41,,92,v50,,91,44,91,99c183,153,142,197,92,197,41,197,,153,,99xm147,137v,,,,,c147,137,147,137,147,137v,,,,,c36,137,36,137,36,137,70,106,70,106,70,106v22,17,22,17,22,17c113,106,113,106,113,106v34,31,34,31,34,31xm67,102v,,,,,c67,102,67,102,67,102v,,,,,c36,130,36,130,36,130v,-52,,-52,,-52c67,102,67,102,67,102xm147,130v,,,,,c147,130,147,130,147,130v,,,,,c116,102,116,102,116,102,147,78,147,78,147,78v,52,,52,,52xm92,116v,,,,,c92,116,92,116,92,116v,,,,,c36,71,36,71,36,71v,-10,,-10,,-10c147,61,147,61,147,61v,10,,10,,10c92,116,92,116,92,116xm92,116v,,,,,c92,116,92,116,92,116xe" fillcolor="#2b7fb9" stroked="f">
                  <v:path arrowok="t" o:connecttype="custom" o:connectlocs="0,108498;100878,0;200660,108498;100878,215900;0,108498;161186,150144;161186,150144;161186,150144;161186,150144;39474,150144;76755,116170;100878,134801;123905,116170;161186,150144;73466,111786;73466,111786;73466,111786;73466,111786;39474,142472;39474,85483;73466,111786;161186,142472;161186,142472;161186,142472;161186,142472;127194,111786;161186,85483;161186,142472;100878,127129;100878,127129;100878,127129;100878,127129;39474,77812;39474,66852;161186,66852;161186,77812;100878,127129;100878,127129;100878,127129;100878,127129" o:connectangles="0,0,0,0,0,0,0,0,0,0,0,0,0,0,0,0,0,0,0,0,0,0,0,0,0,0,0,0,0,0,0,0,0,0,0,0,0,0,0,0"/>
                  <o:lock v:ext="edit" aspectratio="t" verticies="t"/>
                </v:shape>
                <v:shape id="Freeform 13" o:spid="_x0000_s1031" style="position:absolute;left:190;top:17240;width:2112;height:2160;visibility:visible;mso-wrap-style:square;v-text-anchor:top" coordsize="19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i3cYA&#10;AADbAAAADwAAAGRycy9kb3ducmV2LnhtbESPQWvCQBSE70L/w/IKvYhu9CA2uopUCqVIRVuCx0f2&#10;mY3Nvg3ZNUn767uC0OMwM98wy3VvK9FS40vHCibjBARx7nTJhYKvz9fRHIQPyBorx6TghzysVw+D&#10;JabadXyg9hgKESHsU1RgQqhTKX1uyKIfu5o4emfXWAxRNoXUDXYRbis5TZKZtFhyXDBY04uh/Pt4&#10;tQpsdn5vr5h97LqhudSb/a8+5Vulnh77zQJEoD78h+/tN63geQq3L/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zi3cYAAADbAAAADwAAAAAAAAAAAAAAAACYAgAAZHJz&#10;L2Rvd25yZXYueG1sUEsFBgAAAAAEAAQA9QAAAIsDAAAAAA==&#10;" path="m,98c,44,43,,96,v53,,96,44,96,98c192,152,149,196,96,196,43,196,,152,,98xm167,69v,,,,,c172,70,172,73,168,74v,,,,-67,23c97,99,98,99,94,97v,,,,-35,-11c59,86,59,86,98,70v1,-1,2,-3,1,-5c99,65,99,65,99,65v,-2,-2,-2,-4,-2c95,63,95,63,49,82v,,,,,1c43,87,41,94,40,103v3,1,4,3,4,6c44,112,43,114,41,115v1,15,3,31,-10,37c27,150,24,149,20,146v9,-12,12,-22,14,-30c31,114,29,112,29,109v,-3,2,-6,5,-7c34,94,35,87,42,80v,,,,-16,-6c21,73,21,70,26,69v,,,,67,-24c97,44,96,44,101,45v,,,,66,24xm94,106v,,,,,c98,108,96,108,101,106v,,,,43,-14c144,92,144,92,144,115v,2,-1,5,-4,6c113,136,80,136,55,123v-1,-1,-2,-3,-3,-4c54,117,55,114,55,111v,-3,-1,-6,-4,-8c51,103,51,103,51,92v,,,,43,14xm94,106v,,,,,e" fillcolor="#2b7fb9" stroked="f">
                  <v:path arrowok="t" o:connecttype="custom" o:connectlocs="0,108000;105616,0;211232,108000;105616,216000;0,108000;183728,76041;183728,76041;184828,81551;111117,106898;103416,106898;64910,94776;107816,77143;108917,71633;108917,71633;104516,69429;53908,90367;53908,91469;44007,113510;48407,120122;45107,126735;34105,167510;22003,160898;37406,127837;31905,120122;37406,112408;46207,88163;28604,81551;28604,76041;102316,49592;111117,49592;183728,76041;103416,116816;103416,116816;111117,116816;158424,101388;158424,126735;154023,133347;60509,135551;57209,131143;60509,122327;56109,113510;56109,101388;103416,116816;103416,116816;103416,116816" o:connectangles="0,0,0,0,0,0,0,0,0,0,0,0,0,0,0,0,0,0,0,0,0,0,0,0,0,0,0,0,0,0,0,0,0,0,0,0,0,0,0,0,0,0,0,0,0"/>
                  <o:lock v:ext="edit" aspectratio="t" verticies="t"/>
                </v:shape>
                <v:shape id="Freeform 13" o:spid="_x0000_s1032" style="position:absolute;left:190;top:13811;width:2123;height:2160;visibility:visible;mso-wrap-style:square;v-text-anchor:top" coordsize="287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15PsQA&#10;AADbAAAADwAAAGRycy9kb3ducmV2LnhtbESPQWvCQBSE70L/w/IKvekmKYhNXUMVBEmhUlvw+sg+&#10;k7TZt2F3Nem/dwuCx2FmvmGWxWg6cSHnW8sK0lkCgriyuuVawffXdroA4QOyxs4yKfgjD8XqYbLE&#10;XNuBP+lyCLWIEPY5KmhC6HMpfdWQQT+zPXH0TtYZDFG6WmqHQ4SbTmZJMpcGW44LDfa0aaj6PZyN&#10;gv1PWZZ9sMdhvXk/ykymp480VerpcXx7BRFoDPfwrb3TCl6e4f9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NeT7EAAAA2wAAAA8AAAAAAAAAAAAAAAAAmAIAAGRycy9k&#10;b3ducmV2LnhtbFBLBQYAAAAABAAEAPUAAACJAwAAAAA=&#10;" path="m,146c,65,64,,144,v79,,143,65,143,146c287,227,223,292,144,292,64,292,,227,,146xm40,146v,19,,39,,57c40,204,40,204,40,206v3,3,7,7,10,11c51,218,52,219,52,221v1,1,4,2,6,2c60,223,60,223,60,223v8,-2,17,-4,26,-5c93,217,101,216,108,217v4,,8,1,12,2c121,221,122,222,122,224v1,3,3,4,5,4c133,228,138,228,143,228v4,,8,,12,c157,228,158,227,158,224v2,-3,4,-5,7,-6c171,216,176,216,181,216v7,,14,1,20,2c208,219,216,222,223,223v3,,4,,5,-2c230,221,230,219,230,219v5,-5,8,-8,12,-13c242,204,243,204,243,204v,-39,,-77,,-116c243,87,242,86,241,85v-3,-4,-6,-7,-10,-9c221,70,210,66,198,65v-11,-1,-22,1,-32,5c157,72,150,77,142,82v-1,,-1,,-1,c137,80,135,78,132,77,122,71,112,66,100,65,91,64,82,64,73,66,61,70,51,76,41,85v-1,1,-1,2,-1,5c40,108,40,127,40,146xm50,196v,-1,,-1,,-1c50,160,50,125,50,92v,-1,,-2,1,-2c58,82,67,78,76,76v10,-2,20,-2,30,c116,78,125,83,132,88v1,2,4,2,4,3c137,92,136,95,136,96v,32,,63,,95c136,192,136,192,136,192v,,,,-1,c128,188,122,187,116,186v-11,-1,-21,-1,-33,1c72,188,62,192,51,196v-1,,-1,,-1,xm233,196v-5,-1,-8,-4,-13,-5c208,187,197,185,185,185v-9,-2,-19,,-28,2c155,188,151,190,148,191v-1,,-1,1,-2,1c146,191,146,191,146,191v,-33,,-66,,-99c146,92,146,91,147,91v8,-6,15,-10,25,-14c180,75,187,74,196,75v14,1,25,6,35,15c232,90,233,91,233,93v,34,,67,,100c233,195,233,195,233,196xm52,204v3,,4,,5,-1c68,201,78,197,90,196v8,-1,16,-1,25,c122,197,128,198,135,203v1,1,2,3,2,3c140,208,143,208,145,206v6,-6,12,-9,21,-11c172,195,177,193,183,195v17,1,32,5,45,9c230,204,230,204,230,204v-2,3,-4,4,-5,7c223,212,222,212,220,212v-10,-3,-20,-5,-30,-5c182,206,175,206,167,207v-4,1,-9,2,-12,6c153,214,152,216,151,217v,,,1,-1,1c143,218,138,218,132,218v-1,,-1,,-1,c128,212,123,209,117,208v-7,-1,-14,-1,-21,-1c83,207,72,209,60,212v,1,-2,,-2,c56,209,55,207,52,204xe" fillcolor="#2b7fb9" stroked="f">
                  <v:path arrowok="t" o:connecttype="custom" o:connectlocs="106507,0;106507,216000;29585,108000;29585,152384;38461,163479;44378,164959;79880,160521;90235,165699;105768,168658;116862,165699;133874,159781;164938,164959;170116,162000;179731,150904;178252,62877;146448,48082;105028,60658;97632,56959;53993,48822;29585,66575;36982,144986;36982,68055;56212,56219;97632,65096;100590,71014;100590,142027;85798,137589;37721,144986;172335,144986;136832,136849;109466,141288;107987,141288;108726,67315;144968,55479;172335,68795;172335,144986;42159,150164;85058,144986;101330,152384;122779,144247;168637,150904;166418,156082;140530,153123;114643,157562;110945,161260;96892,161260;71005,153123;42899,156822" o:connectangles="0,0,0,0,0,0,0,0,0,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</w:p>
    <w:p w:rsidR="00E81369" w:rsidRDefault="00E81369" w:rsidP="00E81369"/>
    <w:p w:rsidR="00E81369" w:rsidRDefault="00E81369" w:rsidP="00E81369">
      <w:pPr>
        <w:pStyle w:val="1"/>
        <w:snapToGrid w:val="0"/>
        <w:spacing w:line="276" w:lineRule="auto"/>
        <w:ind w:left="420" w:firstLineChars="0" w:firstLine="0"/>
      </w:pP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C125BCE" wp14:editId="5758AEB9">
                <wp:simplePos x="0" y="0"/>
                <wp:positionH relativeFrom="column">
                  <wp:posOffset>-963295</wp:posOffset>
                </wp:positionH>
                <wp:positionV relativeFrom="paragraph">
                  <wp:posOffset>306705</wp:posOffset>
                </wp:positionV>
                <wp:extent cx="1978025" cy="471170"/>
                <wp:effectExtent l="0" t="0" r="22225" b="5080"/>
                <wp:wrapNone/>
                <wp:docPr id="21613" name="组合 21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471170"/>
                          <a:chOff x="0" y="0"/>
                          <a:chExt cx="1977849" cy="471170"/>
                        </a:xfrm>
                      </wpg:grpSpPr>
                      <wps:wsp>
                        <wps:cNvPr id="21511" name="文本框 25"/>
                        <wps:cNvSpPr txBox="1"/>
                        <wps:spPr>
                          <a:xfrm>
                            <a:off x="0" y="0"/>
                            <a:ext cx="941367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  <w:t>专业技能</w:t>
                              </w:r>
                            </w:p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1610" name="直接连接符 21610"/>
                        <wps:cNvCnPr/>
                        <wps:spPr>
                          <a:xfrm>
                            <a:off x="861849" y="252248"/>
                            <a:ext cx="111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B7FB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25BCE" id="组合 21613" o:spid="_x0000_s1049" style="position:absolute;left:0;text-align:left;margin-left:-75.85pt;margin-top:24.15pt;width:155.75pt;height:37.1pt;z-index:251681792" coordsize="19778,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">
                <v:shape id="文本框 25" o:spid="_x0000_s1050" type="#_x0000_t202" style="position:absolute;width:9413;height:4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jSG8YA&#10;AADeAAAADwAAAGRycy9kb3ducmV2LnhtbESPQWvCQBSE74L/YXlCb2Y3UqWmboJYCj21qFXw9sg+&#10;k9Ds25DdmvTfdwsFj8PMfMNsitG24ka9bxxrSBMFgrh0puFKw+fxdf4Ewgdkg61j0vBDHop8Otlg&#10;ZtzAe7odQiUihH2GGuoQukxKX9Zk0SeuI47e1fUWQ5R9JU2PQ4TbVi6UWkmLDceFGjva1VR+Hb6t&#10;htP79XJ+VB/Vi112gxuVZLuWWj/Mxu0ziEBjuIf/229GwyJdpin83YlX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9jSG8YAAADeAAAADwAAAAAAAAAAAAAAAACYAgAAZHJz&#10;L2Rvd25yZXYueG1sUEsFBgAAAAAEAAQA9QAAAIsDAAAAAA==&#10;" filled="f" stroked="f">
                  <v:textbox>
                    <w:txbxContent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color w:val="2B7FB9"/>
                            <w:sz w:val="28"/>
                            <w:szCs w:val="28"/>
                          </w:rPr>
                          <w:t>专业技能</w:t>
                        </w:r>
                      </w:p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Cs w:val="28"/>
                          </w:rPr>
                        </w:pPr>
                      </w:p>
                    </w:txbxContent>
                  </v:textbox>
                </v:shape>
                <v:line id="直接连接符 21610" o:spid="_x0000_s1051" style="position:absolute;visibility:visible;mso-wrap-style:square" from="8618,2522" to="19778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w4pscAAADeAAAADwAAAGRycy9kb3ducmV2LnhtbESPy2rDMBBF94H+g5hCd4lsL/JwowSn&#10;IVAohSTtBwzW1Da1RkZSErdf31kEuhzu3HM56+3oenWlEDvPBvJZBoq49rbjxsDnx2G6BBUTssXe&#10;Mxn4oQjbzcNkjaX1Nz7R9ZwaJRCOJRpoUxpKrWPdksM48wOxZF8+OExyhkbbgDeBu14XWTbXDjuW&#10;hRYHemmp/j5fnFBW43vcv612v/tKH4t6F7qqWBjz9DhWz6ASjen/+d5+tQaKfJ6LgOiICu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3XDimxwAAAN4AAAAPAAAAAAAA&#10;AAAAAAAAAKECAABkcnMvZG93bnJldi54bWxQSwUGAAAAAAQABAD5AAAAlQMAAAAA&#10;" strokecolor="#2b7fb9" strokeweight="1pt">
                  <v:stroke joinstyle="miter"/>
                </v:line>
              </v:group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>
      <w:r>
        <w:rPr>
          <w:rFonts w:ascii="微软雅黑" w:hAnsi="微软雅黑"/>
          <w:b/>
          <w:noProof/>
          <w:color w:val="7D7D7D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33D497" wp14:editId="5F6F4F1D">
                <wp:simplePos x="0" y="0"/>
                <wp:positionH relativeFrom="column">
                  <wp:posOffset>-961390</wp:posOffset>
                </wp:positionH>
                <wp:positionV relativeFrom="paragraph">
                  <wp:posOffset>193936</wp:posOffset>
                </wp:positionV>
                <wp:extent cx="2162175" cy="1311088"/>
                <wp:effectExtent l="0" t="0" r="0" b="3810"/>
                <wp:wrapNone/>
                <wp:docPr id="215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3110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基础护理操作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临床护理操作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动脉血气分析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留置针操作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3D497" id="_x0000_s1052" type="#_x0000_t202" style="position:absolute;left:0;text-align:left;margin-left:-75.7pt;margin-top:15.25pt;width:170.25pt;height:103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" filled="f" stroked="f">
                <v:textbox>
                  <w:txbxContent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基础护理操作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临床护理操作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动脉血气分析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留置针操作</w:t>
                      </w:r>
                    </w:p>
                  </w:txbxContent>
                </v:textbox>
              </v:shape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C3AF675" wp14:editId="0D0DD673">
                <wp:simplePos x="0" y="0"/>
                <wp:positionH relativeFrom="column">
                  <wp:posOffset>1490980</wp:posOffset>
                </wp:positionH>
                <wp:positionV relativeFrom="paragraph">
                  <wp:posOffset>27940</wp:posOffset>
                </wp:positionV>
                <wp:extent cx="4452620" cy="508635"/>
                <wp:effectExtent l="0" t="0" r="24130" b="5715"/>
                <wp:wrapNone/>
                <wp:docPr id="21601" name="组合 21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2800" cy="508635"/>
                          <a:chOff x="0" y="0"/>
                          <a:chExt cx="4452800" cy="508635"/>
                        </a:xfrm>
                      </wpg:grpSpPr>
                      <wps:wsp>
                        <wps:cNvPr id="21539" name="文本框 58"/>
                        <wps:cNvSpPr txBox="1"/>
                        <wps:spPr>
                          <a:xfrm>
                            <a:off x="0" y="0"/>
                            <a:ext cx="1058545" cy="50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s:wsp>
                        <wps:cNvPr id="21600" name="直接连接符 21600"/>
                        <wps:cNvCnPr/>
                        <wps:spPr>
                          <a:xfrm>
                            <a:off x="852985" y="279779"/>
                            <a:ext cx="35998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B7FB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AF675" id="组合 21601" o:spid="_x0000_s1053" style="position:absolute;left:0;text-align:left;margin-left:117.4pt;margin-top:2.2pt;width:350.6pt;height:40.05pt;z-index:251678720" coordsize="44528,5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">
                <v:shape id="文本框 58" o:spid="_x0000_s1054" type="#_x0000_t202" style="position:absolute;width:10585;height:5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CfcUA&#10;AADeAAAADwAAAGRycy9kb3ducmV2LnhtbESPT4vCMBTE74LfITzB25r4b1mrUUQRPLmsugt7ezTP&#10;tti8lCba+u3NwoLHYWZ+wyxWrS3FnWpfONYwHCgQxKkzBWcazqfd2wcIH5ANlo5Jw4M8rJbdzgIT&#10;4xr+ovsxZCJC2CeoIQ+hSqT0aU4W/cBVxNG7uNpiiLLOpKmxiXBbypFS79JiwXEhx4o2OaXX481q&#10;+D5cfn8m6jPb2mnVuFZJtjOpdb/XrucgArXhFf5v742G0XA6nsHfnXgF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G4J9xQAAAN4AAAAPAAAAAAAAAAAAAAAAAJgCAABkcnMv&#10;ZG93bnJldi54bWxQSwUGAAAAAAQABAD1AAAAigMAAAAA&#10;" filled="f" stroked="f">
                  <v:textbox>
                    <w:txbxContent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color w:val="2B7FB9"/>
                            <w:sz w:val="28"/>
                            <w:szCs w:val="28"/>
                          </w:rPr>
                          <w:t>自我评价</w:t>
                        </w:r>
                      </w:p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直接连接符 21600" o:spid="_x0000_s1055" style="position:absolute;visibility:visible;mso-wrap-style:square" from="8529,2797" to="44528,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Wue8YAAADeAAAADwAAAGRycy9kb3ducmV2LnhtbESP3WrCQBCF7wt9h2UE7+rGXNiaukqs&#10;CEIp1J8HGLLTJJidDburRp++c1Ho5XDmfIdvsRpcp64UYuvZwHSSgSKuvG25NnA6bl/eQMWEbLHz&#10;TAbuFGG1fH5aYGH9jfd0PaRaCYRjgQaalPpC61g15DBOfE8s2Y8PDpOcodY24E3grtN5ls20w5Zl&#10;ocGePhqqzoeLE8p8+Iqbz/n6sSn1d16tQ1vmr8aMR0P5DirRkP6f/9o7ayCfzjIREB1RAb3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FrnvGAAAA3gAAAA8AAAAAAAAA&#10;AAAAAAAAoQIAAGRycy9kb3ducmV2LnhtbFBLBQYAAAAABAAEAPkAAACUAwAAAAA=&#10;" strokecolor="#2b7fb9" strokeweight="1pt">
                  <v:stroke joinstyle="miter"/>
                </v:line>
              </v:group>
            </w:pict>
          </mc:Fallback>
        </mc:AlternateContent>
      </w:r>
    </w:p>
    <w:p w:rsidR="00E81369" w:rsidRDefault="00E81369" w:rsidP="00E81369"/>
    <w:p w:rsidR="00E81369" w:rsidRDefault="00E81369" w:rsidP="00E81369">
      <w:r>
        <w:rPr>
          <w:rFonts w:ascii="微软雅黑" w:hAnsi="微软雅黑"/>
          <w:b/>
          <w:noProof/>
          <w:color w:val="7D7D7D"/>
          <w:szCs w:val="2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6E8BB7D" wp14:editId="096D8FB8">
                <wp:simplePos x="0" y="0"/>
                <wp:positionH relativeFrom="column">
                  <wp:posOffset>-942975</wp:posOffset>
                </wp:positionH>
                <wp:positionV relativeFrom="paragraph">
                  <wp:posOffset>240404</wp:posOffset>
                </wp:positionV>
                <wp:extent cx="1977390" cy="471805"/>
                <wp:effectExtent l="0" t="0" r="22860" b="4445"/>
                <wp:wrapNone/>
                <wp:docPr id="21614" name="组合 21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7390" cy="471805"/>
                          <a:chOff x="0" y="0"/>
                          <a:chExt cx="1977543" cy="471600"/>
                        </a:xfrm>
                      </wpg:grpSpPr>
                      <wps:wsp>
                        <wps:cNvPr id="21527" name="文本框 25"/>
                        <wps:cNvSpPr txBox="1"/>
                        <wps:spPr>
                          <a:xfrm>
                            <a:off x="0" y="0"/>
                            <a:ext cx="941587" cy="4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color w:val="2B7FB9"/>
                                  <w:sz w:val="28"/>
                                  <w:szCs w:val="28"/>
                                </w:rPr>
                                <w:t>证书技能</w:t>
                              </w:r>
                            </w:p>
                            <w:p w:rsidR="00E81369" w:rsidRDefault="00E81369" w:rsidP="00E81369">
                              <w:pPr>
                                <w:rPr>
                                  <w:rFonts w:ascii="微软雅黑" w:eastAsia="微软雅黑" w:hAnsi="微软雅黑"/>
                                  <w:b/>
                                  <w:color w:val="2B7FB9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1611" name="直接连接符 21611"/>
                        <wps:cNvCnPr/>
                        <wps:spPr>
                          <a:xfrm>
                            <a:off x="861848" y="252248"/>
                            <a:ext cx="11156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B7FB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8BB7D" id="组合 21614" o:spid="_x0000_s1056" style="position:absolute;left:0;text-align:left;margin-left:-74.25pt;margin-top:18.95pt;width:155.7pt;height:37.15pt;z-index:251682816" coordsize="19775,4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">
                <v:shape id="文本框 25" o:spid="_x0000_s1057" type="#_x0000_t202" style="position:absolute;width:9415;height:4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ElScYA&#10;AADeAAAADwAAAGRycy9kb3ducmV2LnhtbESPQWvCQBSE74L/YXlCb3U3odo2uhGxFHpStFXo7ZF9&#10;JsHs25DdmvTfd4WCx2FmvmGWq8E24kqdrx1rSKYKBHHhTM2lhq/P98cXED4gG2wck4Zf8rDKx6Ml&#10;Zsb1vKfrIZQiQthnqKEKoc2k9EVFFv3UtcTRO7vOYoiyK6XpsI9w28hUqbm0WHNcqLClTUXF5fBj&#10;NRy35+/Tk9qVb3bW9m5Qku2r1PphMqwXIAIN4R7+b38YDWkyS5/hdideAZ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ElScYAAADeAAAADwAAAAAAAAAAAAAAAACYAgAAZHJz&#10;L2Rvd25yZXYueG1sUEsFBgAAAAAEAAQA9QAAAIsDAAAAAA==&#10;" filled="f" stroked="f">
                  <v:textbox>
                    <w:txbxContent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color w:val="2B7FB9"/>
                            <w:sz w:val="28"/>
                            <w:szCs w:val="28"/>
                          </w:rPr>
                          <w:t>证书技能</w:t>
                        </w:r>
                      </w:p>
                      <w:p w:rsidR="00E81369" w:rsidRDefault="00E81369" w:rsidP="00E81369">
                        <w:pPr>
                          <w:rPr>
                            <w:rFonts w:ascii="微软雅黑" w:eastAsia="微软雅黑" w:hAnsi="微软雅黑"/>
                            <w:b/>
                            <w:color w:val="2B7FB9"/>
                            <w:szCs w:val="28"/>
                          </w:rPr>
                        </w:pPr>
                      </w:p>
                    </w:txbxContent>
                  </v:textbox>
                </v:shape>
                <v:line id="直接连接符 21611" o:spid="_x0000_s1058" style="position:absolute;visibility:visible;mso-wrap-style:square" from="8618,2522" to="19775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CdPcYAAADeAAAADwAAAGRycy9kb3ducmV2LnhtbESP3WrCQBSE74W+w3IKvdNNcqEmdZVY&#10;KQgi+NMHOGRPk9Ds2bC71ejTu0Khl8PMfMMsVoPpxIWcby0rSCcJCOLK6pZrBV/nz/EchA/IGjvL&#10;pOBGHlbLl9ECC22vfKTLKdQiQtgXqKAJoS+k9FVDBv3E9sTR+7bOYIjS1VI7vEa46WSWJFNpsOW4&#10;0GBPHw1VP6dfEyn5sPebXb6+b0p5yKq1a8tsptTb61C+gwg0hP/wX3urFWTpNE3heSdeAbl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QnT3GAAAA3gAAAA8AAAAAAAAA&#10;AAAAAAAAoQIAAGRycy9kb3ducmV2LnhtbFBLBQYAAAAABAAEAPkAAACUAwAAAAA=&#10;" strokecolor="#2b7fb9" strokeweight="1pt">
                  <v:stroke joinstyle="miter"/>
                </v:line>
              </v:group>
            </w:pict>
          </mc:Fallback>
        </mc:AlternateContent>
      </w:r>
    </w:p>
    <w:p w:rsidR="00E81369" w:rsidRDefault="00E81369" w:rsidP="00E81369">
      <w:r>
        <w:rPr>
          <w:rFonts w:ascii="微软雅黑" w:hAnsi="微软雅黑"/>
          <w:b/>
          <w:noProof/>
          <w:color w:val="7D7D7D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2F2922" wp14:editId="6B49EC65">
                <wp:simplePos x="0" y="0"/>
                <wp:positionH relativeFrom="column">
                  <wp:posOffset>1452282</wp:posOffset>
                </wp:positionH>
                <wp:positionV relativeFrom="paragraph">
                  <wp:posOffset>8068</wp:posOffset>
                </wp:positionV>
                <wp:extent cx="4578724" cy="1929653"/>
                <wp:effectExtent l="0" t="0" r="0" b="0"/>
                <wp:wrapNone/>
                <wp:docPr id="24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724" cy="19296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护理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专业毕业，专业成绩优秀，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具备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扎实的专业知识基础；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有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护理实习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工作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经验，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有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一定的动手实践经历，熟悉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医院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工作流程和工作制度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；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具备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良好的沟通表达能力，能很好的处理人际关系，能沉着应对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突发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  <w:t>情况，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抗压能力强.能很快融入新环境。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F2922" id="文本框 97" o:spid="_x0000_s1059" type="#_x0000_t202" style="position:absolute;left:0;text-align:left;margin-left:114.35pt;margin-top:.65pt;width:360.55pt;height:15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" filled="f" stroked="f">
                <v:textbox>
                  <w:txbxContent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护理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专业毕业，专业成绩优秀，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具备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扎实的专业知识基础；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有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护理实习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工作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经验，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有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一定的动手实践经历，熟悉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医院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工作流程和工作制度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；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具备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良好的沟通表达能力，能很好的处理人际关系，能沉着应对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突发</w:t>
                      </w:r>
                      <w:r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  <w:t>情况，</w:t>
                      </w: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抗压能力强.能很快融入新环境。</w:t>
                      </w:r>
                    </w:p>
                  </w:txbxContent>
                </v:textbox>
              </v:shape>
            </w:pict>
          </mc:Fallback>
        </mc:AlternateContent>
      </w:r>
    </w:p>
    <w:p w:rsidR="00E81369" w:rsidRDefault="00E81369" w:rsidP="00E81369"/>
    <w:p w:rsidR="00E81369" w:rsidRDefault="00E81369" w:rsidP="00E81369">
      <w:r>
        <w:rPr>
          <w:rFonts w:ascii="微软雅黑" w:hAnsi="微软雅黑"/>
          <w:b/>
          <w:noProof/>
          <w:color w:val="7D7D7D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FEBFE0" wp14:editId="0113BE7C">
                <wp:simplePos x="0" y="0"/>
                <wp:positionH relativeFrom="column">
                  <wp:posOffset>-940435</wp:posOffset>
                </wp:positionH>
                <wp:positionV relativeFrom="paragraph">
                  <wp:posOffset>129914</wp:posOffset>
                </wp:positionV>
                <wp:extent cx="2162175" cy="1878965"/>
                <wp:effectExtent l="0" t="0" r="0" b="0"/>
                <wp:wrapNone/>
                <wp:docPr id="2153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878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英语CET4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护士职业资格证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计算机一级</w:t>
                            </w:r>
                          </w:p>
                          <w:p w:rsidR="00E81369" w:rsidRDefault="00E81369" w:rsidP="00E81369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Cs w:val="21"/>
                              </w:rPr>
                              <w:t>熟练使用word,excel等办公软件</w:t>
                            </w:r>
                          </w:p>
                          <w:p w:rsidR="00E81369" w:rsidRDefault="00E81369" w:rsidP="00E81369">
                            <w:pPr>
                              <w:pStyle w:val="a5"/>
                              <w:snapToGrid w:val="0"/>
                              <w:spacing w:line="400" w:lineRule="exac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EBFE0" id="_x0000_s1060" type="#_x0000_t202" style="position:absolute;left:0;text-align:left;margin-left:-74.05pt;margin-top:10.25pt;width:170.25pt;height:147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" filled="f" stroked="f">
                <v:textbox>
                  <w:txbxContent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英语CET4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护士职业资格证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计算机一级</w:t>
                      </w:r>
                    </w:p>
                    <w:p w:rsidR="00E81369" w:rsidRDefault="00E81369" w:rsidP="00E81369">
                      <w:pPr>
                        <w:pStyle w:val="1"/>
                        <w:numPr>
                          <w:ilvl w:val="0"/>
                          <w:numId w:val="1"/>
                        </w:numPr>
                        <w:snapToGrid w:val="0"/>
                        <w:spacing w:line="400" w:lineRule="exact"/>
                        <w:ind w:firstLineChars="0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Cs w:val="21"/>
                        </w:rPr>
                        <w:t>熟练使用word,excel等办公软件</w:t>
                      </w:r>
                    </w:p>
                    <w:p w:rsidR="00E81369" w:rsidRDefault="00E81369" w:rsidP="00E81369">
                      <w:pPr>
                        <w:pStyle w:val="a5"/>
                        <w:snapToGrid w:val="0"/>
                        <w:spacing w:line="400" w:lineRule="exact"/>
                        <w:rPr>
                          <w:rFonts w:ascii="微软雅黑" w:eastAsia="微软雅黑" w:hAnsi="微软雅黑"/>
                          <w:color w:val="595959" w:themeColor="text1" w:themeTint="A6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r>
        <w:rPr>
          <w:rFonts w:asciiTheme="minorHAnsi" w:eastAsiaTheme="minorEastAsia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D7F40CF" wp14:editId="45E63405">
                <wp:simplePos x="0" y="0"/>
                <wp:positionH relativeFrom="page">
                  <wp:posOffset>-876300</wp:posOffset>
                </wp:positionH>
                <wp:positionV relativeFrom="paragraph">
                  <wp:posOffset>843915</wp:posOffset>
                </wp:positionV>
                <wp:extent cx="12192000" cy="1214120"/>
                <wp:effectExtent l="0" t="0" r="0" b="24130"/>
                <wp:wrapNone/>
                <wp:docPr id="21604" name="组合 2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0" cy="1214437"/>
                          <a:chOff x="0" y="0"/>
                          <a:chExt cx="12192000" cy="1214437"/>
                        </a:xfrm>
                      </wpg:grpSpPr>
                      <wps:wsp>
                        <wps:cNvPr id="21605" name="矩形 21605"/>
                        <wps:cNvSpPr/>
                        <wps:spPr>
                          <a:xfrm>
                            <a:off x="0" y="0"/>
                            <a:ext cx="12192000" cy="1009650"/>
                          </a:xfrm>
                          <a:prstGeom prst="rect">
                            <a:avLst/>
                          </a:pr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06" name="等腰三角形 21606"/>
                        <wps:cNvSpPr/>
                        <wps:spPr>
                          <a:xfrm>
                            <a:off x="34132" y="774445"/>
                            <a:ext cx="1811337" cy="439992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24A44" id="组合 21604" o:spid="_x0000_s1026" style="position:absolute;left:0;text-align:left;margin-left:-69pt;margin-top:66.45pt;width:960pt;height:95.6pt;z-index:251679744;mso-position-horizontal-relative:page" coordsize="121920,1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">
                <v:rect id="矩形 21605" o:spid="_x0000_s1027" style="position:absolute;width:121920;height:10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husgA&#10;AADeAAAADwAAAGRycy9kb3ducmV2LnhtbESPQWvCQBSE74X+h+UJvdWNYqVEN0EKihUaqQri7Zl9&#10;Jmmzb0N2q6m/vlsQPA4z8w0zTTtTizO1rrKsYNCPQBDnVldcKNht58+vIJxH1lhbJgW/5CBNHh+m&#10;GGt74U86b3whAoRdjApK75tYSpeXZND1bUMcvJNtDfog20LqFi8Bbmo5jKKxNFhxWCixobeS8u/N&#10;j1HAx4yzD7neL66NzLLR1+odDyulnnrdbALCU+fv4Vt7qRUMB+PoBf7vhCsgk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OCG6yAAAAN4AAAAPAAAAAAAAAAAAAAAAAJgCAABk&#10;cnMvZG93bnJldi54bWxQSwUGAAAAAAQABAD1AAAAjQMAAAAA&#10;" fillcolor="#2b7fb9" stroked="f" strokeweight="1pt"/>
                <v:shape id="等腰三角形 21606" o:spid="_x0000_s1028" type="#_x0000_t5" style="position:absolute;left:341;top:7744;width:18113;height: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ybsYA&#10;AADeAAAADwAAAGRycy9kb3ducmV2LnhtbESPQWvCQBSE74X+h+UVvJS6iUKQ6CqiWDzWKBRvz+wz&#10;G8y+Ddmtxv56Vyj0OMzMN8xs0dtGXKnztWMF6TABQVw6XXOl4LDffExA+ICssXFMCu7kYTF/fZlh&#10;rt2Nd3QtQiUihH2OCkwIbS6lLw1Z9EPXEkfv7DqLIcqukrrDW4TbRo6SJJMWa44LBltaGSovxY9V&#10;4L7aovger83ne3r87Zv1aWuPJ6UGb/1yCiJQH/7Df+2tVjBKsySD5514Be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GybsYAAADeAAAADwAAAAAAAAAAAAAAAACYAgAAZHJz&#10;L2Rvd25yZXYueG1sUEsFBgAAAAAEAAQA9QAAAIsDAAAAAA==&#10;" fillcolor="white [3212]" strokecolor="white [3212]" strokeweight="1pt"/>
                <w10:wrap anchorx="page"/>
              </v:group>
            </w:pict>
          </mc:Fallback>
        </mc:AlternateContent>
      </w:r>
    </w:p>
    <w:p w:rsidR="00E81369" w:rsidRDefault="00E81369" w:rsidP="00E8136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67BB5" wp14:editId="15A4AB12">
                <wp:simplePos x="0" y="0"/>
                <wp:positionH relativeFrom="margin">
                  <wp:align>center</wp:align>
                </wp:positionH>
                <wp:positionV relativeFrom="paragraph">
                  <wp:posOffset>-356833</wp:posOffset>
                </wp:positionV>
                <wp:extent cx="2487930" cy="1297940"/>
                <wp:effectExtent l="0" t="0" r="0" b="0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930" cy="1297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1369" w:rsidRDefault="00E81369" w:rsidP="00E81369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Cs/>
                                <w:color w:val="2B7FB9"/>
                                <w:sz w:val="100"/>
                                <w:szCs w:val="100"/>
                              </w:rPr>
                            </w:pPr>
                            <w:bookmarkStart w:id="8" w:name="OLE_LINK4"/>
                            <w:r>
                              <w:rPr>
                                <w:rFonts w:ascii="微软雅黑" w:eastAsia="微软雅黑" w:hAnsi="微软雅黑" w:hint="eastAsia"/>
                                <w:bCs/>
                                <w:color w:val="2B7FB9"/>
                                <w:sz w:val="100"/>
                                <w:szCs w:val="100"/>
                              </w:rPr>
                              <w:t>自荐信</w:t>
                            </w:r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667BB5" id="文本框 71" o:spid="_x0000_s1061" type="#_x0000_t202" style="position:absolute;left:0;text-align:left;margin-left:0;margin-top:-28.1pt;width:195.9pt;height:102.2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" filled="f" stroked="f" strokeweight=".5pt">
                <v:textbox>
                  <w:txbxContent>
                    <w:p w:rsidR="00E81369" w:rsidRDefault="00E81369" w:rsidP="00E81369">
                      <w:pPr>
                        <w:jc w:val="center"/>
                        <w:rPr>
                          <w:rFonts w:ascii="微软雅黑" w:eastAsia="微软雅黑" w:hAnsi="微软雅黑"/>
                          <w:bCs/>
                          <w:color w:val="2B7FB9"/>
                          <w:sz w:val="100"/>
                          <w:szCs w:val="100"/>
                        </w:rPr>
                      </w:pPr>
                      <w:bookmarkStart w:id="9" w:name="OLE_LINK4"/>
                      <w:r>
                        <w:rPr>
                          <w:rFonts w:ascii="微软雅黑" w:eastAsia="微软雅黑" w:hAnsi="微软雅黑" w:hint="eastAsia"/>
                          <w:bCs/>
                          <w:color w:val="2B7FB9"/>
                          <w:sz w:val="100"/>
                          <w:szCs w:val="100"/>
                        </w:rPr>
                        <w:t>自荐信</w:t>
                      </w:r>
                      <w:bookmarkEnd w:id="9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9437C9F" wp14:editId="5D10CA9C">
                <wp:simplePos x="0" y="0"/>
                <wp:positionH relativeFrom="page">
                  <wp:posOffset>-147320</wp:posOffset>
                </wp:positionH>
                <wp:positionV relativeFrom="paragraph">
                  <wp:posOffset>-1448435</wp:posOffset>
                </wp:positionV>
                <wp:extent cx="12193270" cy="1213485"/>
                <wp:effectExtent l="0" t="0" r="0" b="25400"/>
                <wp:wrapNone/>
                <wp:docPr id="21618" name="组合 21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3200" cy="1213200"/>
                          <a:chOff x="0" y="0"/>
                          <a:chExt cx="12192000" cy="1214437"/>
                        </a:xfrm>
                      </wpg:grpSpPr>
                      <wps:wsp>
                        <wps:cNvPr id="21619" name="矩形 21619"/>
                        <wps:cNvSpPr/>
                        <wps:spPr>
                          <a:xfrm>
                            <a:off x="0" y="0"/>
                            <a:ext cx="12192000" cy="1009650"/>
                          </a:xfrm>
                          <a:prstGeom prst="rect">
                            <a:avLst/>
                          </a:pr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20" name="等腰三角形 21620"/>
                        <wps:cNvSpPr/>
                        <wps:spPr>
                          <a:xfrm>
                            <a:off x="34132" y="774445"/>
                            <a:ext cx="1811337" cy="439992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C8638" id="组合 21618" o:spid="_x0000_s1026" style="position:absolute;left:0;text-align:left;margin-left:-11.6pt;margin-top:-114.05pt;width:960.1pt;height:95.55pt;z-index:251684864;mso-position-horizontal-relative:page" coordsize="121920,1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">
                <v:rect id="矩形 21619" o:spid="_x0000_s1027" style="position:absolute;width:121920;height:10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y9YscA&#10;AADeAAAADwAAAGRycy9kb3ducmV2LnhtbESPQWvCQBSE70L/w/IK3nQTKWKjq5RCSxWMVAXx9pp9&#10;TdJm34bsqtFf7wqCx2FmvmEms9ZU4kiNKy0riPsRCOLM6pJzBdvNR28EwnlkjZVlUnAmB7PpU2eC&#10;ibYn/qbj2uciQNglqKDwvk6kdFlBBl3f1sTB+7WNQR9kk0vd4CnATSUHUTSUBksOCwXW9F5Q9r8+&#10;GAX8k3K6lKvd56WWafryt5jjfqFU97l9G4Pw1PpH+N7+0goG8TB+hdudcAX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svWLHAAAA3gAAAA8AAAAAAAAAAAAAAAAAmAIAAGRy&#10;cy9kb3ducmV2LnhtbFBLBQYAAAAABAAEAPUAAACMAwAAAAA=&#10;" fillcolor="#2b7fb9" stroked="f" strokeweight="1pt"/>
                <v:shape id="等腰三角形 21620" o:spid="_x0000_s1028" type="#_x0000_t5" style="position:absolute;left:341;top:7744;width:18113;height: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HT4cYA&#10;AADeAAAADwAAAGRycy9kb3ducmV2LnhtbESPzWrCQBSF90LfYbiFbqROkoKUNBMpFYvLGoXi7pq5&#10;zYRm7oTMqNGndxaCy8P54ysWo+3EiQbfOlaQzhIQxLXTLTcKdtvV6zsIH5A1do5JwYU8LMqnSYG5&#10;dmfe0KkKjYgj7HNUYELocyl9bciin7meOHp/brAYohwaqQc8x3HbySxJ5tJiy/HBYE9fhur/6mgV&#10;uJ++qn7fluZ7mu6vY7c8rO3+oNTL8/j5ASLQGB7he3utFWTpPIsAESeigC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HT4cYAAADeAAAADwAAAAAAAAAAAAAAAACYAgAAZHJz&#10;L2Rvd25yZXYueG1sUEsFBgAAAAAEAAQA9QAAAIsDAAAAAA==&#10;" fillcolor="white [3212]" strokecolor="white [3212]" strokeweight="1pt"/>
                <w10:wrap anchorx="page"/>
              </v:group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r>
        <w:rPr>
          <w:rFonts w:ascii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399D42" wp14:editId="0552DDF9">
                <wp:simplePos x="0" y="0"/>
                <wp:positionH relativeFrom="margin">
                  <wp:align>center</wp:align>
                </wp:positionH>
                <wp:positionV relativeFrom="paragraph">
                  <wp:posOffset>128158</wp:posOffset>
                </wp:positionV>
                <wp:extent cx="6609229" cy="8027894"/>
                <wp:effectExtent l="0" t="0" r="0" b="0"/>
                <wp:wrapNone/>
                <wp:docPr id="21544" name="文本框 21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9229" cy="8027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1369" w:rsidRDefault="00E81369" w:rsidP="00E81369"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  <w:t>有丰富的临床护理知识基础，各项基础护理措施熟练掌握，如打针、输液、无菌技术的应用，呼吸机和心电图等的使用也基本掌握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  <w:t>；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  <w:t>认真执行各项规章制度、岗位职责和护理技术操作规程，准确及时完成各项护理工作，杜绝差错事故的发生。参加护理教学和科研工作，工作中不断总结经验，提高护理水平。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  <w:t>尽职尽责，搞好护理工作。严格遵守医德规范和操作规程，认真书写护理记录，千方百计减少病人的痛苦，安安全全做好自己的工作。无论是职工家属，还是地方患者，我都坚持视病人如亲人，做到态度好、话语亲、动作柔，受到病人及其家属的一致好评。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  <w:t>不断学习，提高思想业务水平。认真学习党的方针路线政策，学习上级的各项指示精神和规章制度，通过学习，提高了自己的政治理论水平，进一步端正了服务态度，增强了做好本职工作、自觉维护医院良好形象的积极性。并坚持自学了相关的业务书籍，通过不断地学习新知识，更新自己的知识积累，较好地提高了自己的专业修养和业务能力，适应了不断提高的医疗专业发展的需要。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  <w:t>本人性格开朗，思维严谨、乐观豁达、容易相处，团队荣誉感强；立志于医疗行业，崇敬医疗职业精神。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E81369" w:rsidRDefault="00E81369" w:rsidP="00E81369"/>
                          <w:p w:rsidR="00E81369" w:rsidRDefault="00E81369" w:rsidP="00E81369"/>
                          <w:p w:rsidR="00E81369" w:rsidRDefault="00E81369" w:rsidP="00E81369"/>
                          <w:p w:rsidR="00E81369" w:rsidRDefault="00E81369" w:rsidP="00E81369">
                            <w:pP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                                         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  <w:t>自荐人：</w:t>
                            </w:r>
                            <w:r w:rsidR="0017645C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  <w:t>幸运日</w:t>
                            </w:r>
                          </w:p>
                          <w:p w:rsidR="00E81369" w:rsidRDefault="00E81369" w:rsidP="00E81369"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  <w:t xml:space="preserve">                                                                20</w:t>
                            </w:r>
                            <w:r w:rsidR="00E66354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  <w:t>xx</w:t>
                            </w:r>
                            <w:bookmarkStart w:id="10" w:name="_GoBack"/>
                            <w:bookmarkEnd w:id="10"/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  <w:t>年03月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ind w:left="42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snapToGrid w:val="0"/>
                              <w:ind w:firstLineChars="3700" w:firstLine="888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  <w:t>自荐人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  <w:t xml:space="preserve"> ：李飞扬</w:t>
                            </w:r>
                          </w:p>
                          <w:p w:rsidR="00E81369" w:rsidRDefault="00E81369" w:rsidP="00E81369">
                            <w:pPr>
                              <w:snapToGrid w:val="0"/>
                              <w:ind w:firstLineChars="3700" w:firstLine="888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E81369" w:rsidRDefault="00E81369" w:rsidP="00E81369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hd w:val="clear" w:color="auto" w:fill="FFFFFF"/>
                              </w:rPr>
                              <w:t xml:space="preserve">                                                                   申请时间： 2017年02月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99D42" id="文本框 21544" o:spid="_x0000_s1062" type="#_x0000_t202" style="position:absolute;left:0;text-align:left;margin-left:0;margin-top:10.1pt;width:520.4pt;height:632.1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" filled="f" stroked="f" strokeweight=".5pt">
                <v:textbox>
                  <w:txbxContent>
                    <w:p w:rsidR="00E81369" w:rsidRDefault="00E81369" w:rsidP="00E81369"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auto"/>
                        <w:ind w:firstLineChars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  <w:t>有丰富的临床护理知识基础，各项基础护理措施熟练掌握，如打针、输液、无菌技术的应用，呼吸机和心电图等的使用也基本掌握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  <w:t>；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  <w:t>认真执行各项规章制度、岗位职责和护理技术操作规程，准确及时完成各项护理工作，杜绝差错事故的发生。参加护理教学和科研工作，工作中不断总结经验，提高护理水平。</w:t>
                      </w:r>
                    </w:p>
                    <w:p w:rsidR="00E81369" w:rsidRDefault="00E81369" w:rsidP="00E81369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auto"/>
                        <w:ind w:firstLineChars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  <w:t>尽职尽责，搞好护理工作。严格遵守医德规范和操作规程，认真书写护理记录，千方百计减少病人的痛苦，安安全全做好自己的工作。无论是职工家属，还是地方患者，我都坚持视病人如亲人，做到态度好、话语亲、动作柔，受到病人及其家属的一致好评。</w:t>
                      </w:r>
                    </w:p>
                    <w:p w:rsidR="00E81369" w:rsidRDefault="00E81369" w:rsidP="00E81369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auto"/>
                        <w:ind w:firstLineChars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  <w:t>不断学习，提高思想业务水平。认真学习党的方针路线政策，学习上级的各项指示精神和规章制度，通过学习，提高了自己的政治理论水平，进一步端正了服务态度，增强了做好本职工作、自觉维护医院良好形象的积极性。并坚持自学了相关的业务书籍，通过不断地学习新知识，更新自己的知识积累，较好地提高了自己的专业修养和业务能力，适应了不断提高的医疗专业发展的需要。</w:t>
                      </w:r>
                    </w:p>
                    <w:p w:rsidR="00E81369" w:rsidRDefault="00E81369" w:rsidP="00E81369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auto"/>
                        <w:ind w:firstLineChars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  <w:t>本人性格开朗，思维严谨、乐观豁达、容易相处，团队荣誉感强；立志于医疗行业，崇敬医疗职业精神。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</w:p>
                    <w:p w:rsidR="00E81369" w:rsidRDefault="00E81369" w:rsidP="00E81369"/>
                    <w:p w:rsidR="00E81369" w:rsidRDefault="00E81369" w:rsidP="00E81369"/>
                    <w:p w:rsidR="00E81369" w:rsidRDefault="00E81369" w:rsidP="00E81369"/>
                    <w:p w:rsidR="00E81369" w:rsidRDefault="00E81369" w:rsidP="00E81369">
                      <w:pP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                                                        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hd w:val="clear" w:color="auto" w:fill="FFFFFF"/>
                        </w:rPr>
                        <w:t>自荐人：</w:t>
                      </w:r>
                      <w:r w:rsidR="0017645C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hd w:val="clear" w:color="auto" w:fill="FFFFFF"/>
                        </w:rPr>
                        <w:t>幸运日</w:t>
                      </w:r>
                    </w:p>
                    <w:p w:rsidR="00E81369" w:rsidRDefault="00E81369" w:rsidP="00E81369"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hd w:val="clear" w:color="auto" w:fill="FFFFFF"/>
                        </w:rPr>
                        <w:t xml:space="preserve">                                                                20</w:t>
                      </w:r>
                      <w:r w:rsidR="00E66354"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  <w:t>xx</w:t>
                      </w:r>
                      <w:bookmarkStart w:id="11" w:name="_GoBack"/>
                      <w:bookmarkEnd w:id="11"/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hd w:val="clear" w:color="auto" w:fill="FFFFFF"/>
                        </w:rPr>
                        <w:t>年03月</w:t>
                      </w:r>
                    </w:p>
                    <w:p w:rsidR="00E81369" w:rsidRDefault="00E81369" w:rsidP="00E81369">
                      <w:pPr>
                        <w:snapToGrid w:val="0"/>
                        <w:ind w:left="42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snapToGrid w:val="0"/>
                        <w:ind w:firstLineChars="3700" w:firstLine="888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hd w:val="clear" w:color="auto" w:fill="FFFFFF"/>
                        </w:rPr>
                        <w:t>自荐人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  <w:t xml:space="preserve"> ：李飞扬</w:t>
                      </w:r>
                    </w:p>
                    <w:p w:rsidR="00E81369" w:rsidRDefault="00E81369" w:rsidP="00E81369">
                      <w:pPr>
                        <w:snapToGrid w:val="0"/>
                        <w:ind w:firstLineChars="3700" w:firstLine="888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</w:p>
                    <w:p w:rsidR="00E81369" w:rsidRDefault="00E81369" w:rsidP="00E81369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hd w:val="clear" w:color="auto" w:fill="FFFFFF"/>
                        </w:rPr>
                        <w:t xml:space="preserve">                                                                   申请时间： 2017年02月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>
      <w:r>
        <w:rPr>
          <w:rFonts w:asciiTheme="minorHAnsi" w:eastAsiaTheme="minorEastAsia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71A49A3" wp14:editId="2687C430">
                <wp:simplePos x="0" y="0"/>
                <wp:positionH relativeFrom="page">
                  <wp:posOffset>-1583055</wp:posOffset>
                </wp:positionH>
                <wp:positionV relativeFrom="paragraph">
                  <wp:posOffset>3166110</wp:posOffset>
                </wp:positionV>
                <wp:extent cx="12192000" cy="1214120"/>
                <wp:effectExtent l="0" t="0" r="0" b="24130"/>
                <wp:wrapNone/>
                <wp:docPr id="21615" name="组合 21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0" cy="1214120"/>
                          <a:chOff x="0" y="0"/>
                          <a:chExt cx="12192000" cy="1214437"/>
                        </a:xfrm>
                      </wpg:grpSpPr>
                      <wps:wsp>
                        <wps:cNvPr id="21616" name="矩形 21616"/>
                        <wps:cNvSpPr/>
                        <wps:spPr>
                          <a:xfrm>
                            <a:off x="0" y="0"/>
                            <a:ext cx="12192000" cy="1009650"/>
                          </a:xfrm>
                          <a:prstGeom prst="rect">
                            <a:avLst/>
                          </a:prstGeom>
                          <a:solidFill>
                            <a:srgbClr val="2B7FB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17" name="等腰三角形 21617"/>
                        <wps:cNvSpPr/>
                        <wps:spPr>
                          <a:xfrm>
                            <a:off x="34132" y="774445"/>
                            <a:ext cx="1811337" cy="439992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BCA20" id="组合 21615" o:spid="_x0000_s1026" style="position:absolute;left:0;text-align:left;margin-left:-124.65pt;margin-top:249.3pt;width:960pt;height:95.6pt;z-index:251683840;mso-position-horizontal-relative:page" coordsize="121920,1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">
                <v:rect id="矩形 21616" o:spid="_x0000_s1027" style="position:absolute;width:121920;height:10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pEMcA&#10;AADeAAAADwAAAGRycy9kb3ducmV2LnhtbESPQWvCQBSE70L/w/KE3nQTKUFSVxFBaYVG1IJ4e82+&#10;JrHZtyG71bS/3hUEj8PMfMNMZp2pxZlaV1lWEA8jEMS51RUXCj73y8EYhPPIGmvLpOCPHMymT70J&#10;ptpeeEvnnS9EgLBLUUHpfZNK6fKSDLqhbYiD921bgz7ItpC6xUuAm1qOoiiRBisOCyU2tCgp/9n9&#10;GgX8lXH2ITeH1X8js+zltH7H41qp5343fwXhqfOP8L39phWM4iRO4HYnXAE5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zKRDHAAAA3gAAAA8AAAAAAAAAAAAAAAAAmAIAAGRy&#10;cy9kb3ducmV2LnhtbFBLBQYAAAAABAAEAPUAAACMAwAAAAA=&#10;" fillcolor="#2b7fb9" stroked="f" strokeweight="1pt"/>
                <v:shape id="等腰三角形 21617" o:spid="_x0000_s1028" type="#_x0000_t5" style="position:absolute;left:341;top:7744;width:18113;height: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BKMcA&#10;AADeAAAADwAAAGRycy9kb3ducmV2LnhtbESPQWvCQBSE70L/w/IKvUjdRMGW1E0oFYvHGgvF2zP7&#10;mg3Nvg3ZVaO/3i0IHoeZ+YZZFINtxZF63zhWkE4SEMSV0w3XCr63q+dXED4ga2wdk4IzeSjyh9EC&#10;M+1OvKFjGWoRIewzVGBC6DIpfWXIop+4jjh6v663GKLsa6l7PEW4beU0SebSYsNxwWBHH4aqv/Jg&#10;Fbivrix/ZkvzOU53l6Fd7td2t1fq6XF4fwMRaAj38K291gqm6Tx9gf878QrI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EgSjHAAAA3gAAAA8AAAAAAAAAAAAAAAAAmAIAAGRy&#10;cy9kb3ducmV2LnhtbFBLBQYAAAAABAAEAPUAAACMAwAAAAA=&#10;" fillcolor="white [3212]" strokecolor="white [3212]" strokeweight="1pt"/>
                <w10:wrap anchorx="page"/>
              </v:group>
            </w:pict>
          </mc:Fallback>
        </mc:AlternateContent>
      </w:r>
    </w:p>
    <w:p w:rsidR="00E81369" w:rsidRDefault="00E81369" w:rsidP="00E81369"/>
    <w:p w:rsidR="00E81369" w:rsidRDefault="00E81369">
      <w:pPr>
        <w:widowControl/>
        <w:jc w:val="left"/>
      </w:pPr>
      <w:r>
        <w:br w:type="page"/>
      </w:r>
    </w:p>
    <w:p w:rsidR="00E053F1" w:rsidRPr="00E81369" w:rsidRDefault="00AB652B" w:rsidP="00E81369">
      <w:r w:rsidRPr="00AB652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5CEA94" wp14:editId="349FF154">
                <wp:simplePos x="0" y="0"/>
                <wp:positionH relativeFrom="column">
                  <wp:posOffset>-34290</wp:posOffset>
                </wp:positionH>
                <wp:positionV relativeFrom="paragraph">
                  <wp:posOffset>4297680</wp:posOffset>
                </wp:positionV>
                <wp:extent cx="5116195" cy="793115"/>
                <wp:effectExtent l="0" t="0" r="0" b="0"/>
                <wp:wrapNone/>
                <wp:docPr id="57" name="文本框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6195" cy="793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 w:rsidR="00AB652B" w:rsidRPr="00AB652B" w:rsidRDefault="00AB652B" w:rsidP="00AB652B">
                            <w:pPr>
                              <w:jc w:val="center"/>
                              <w:rPr>
                                <w:rFonts w:ascii="Microsoft PhagsPa" w:eastAsia="微软雅黑" w:hAnsi="Microsoft PhagsPa" w:cs="Microsoft PhagsPa"/>
                                <w:color w:val="2B7FB9"/>
                                <w:sz w:val="52"/>
                                <w:szCs w:val="40"/>
                              </w:rPr>
                            </w:pPr>
                            <w:r w:rsidRPr="00AB652B">
                              <w:rPr>
                                <w:rFonts w:ascii="Microsoft PhagsPa" w:hAnsi="Microsoft PhagsPa" w:cs="Microsoft PhagsPa"/>
                                <w:color w:val="2B7FB9"/>
                                <w:sz w:val="48"/>
                                <w:szCs w:val="36"/>
                                <w:shd w:val="clear" w:color="auto" w:fill="FFFFFF"/>
                              </w:rPr>
                              <w:t>Looking Forward To Your Reply</w:t>
                            </w:r>
                          </w:p>
                        </w:txbxContent>
                      </wps:txbx>
                      <wps:bodyPr vert="horz" wrap="square" lIns="91439" tIns="45719" rIns="91439" bIns="45719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CEA94" id="文本框 292" o:spid="_x0000_s1063" type="#_x0000_t202" style="position:absolute;left:0;text-align:left;margin-left:-2.7pt;margin-top:338.4pt;width:402.85pt;height:62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" filled="f" stroked="f">
                <v:textbox inset="2.53997mm,1.27mm,2.53997mm,1.27mm">
                  <w:txbxContent>
                    <w:p w:rsidR="00AB652B" w:rsidRPr="00AB652B" w:rsidRDefault="00AB652B" w:rsidP="00AB652B">
                      <w:pPr>
                        <w:jc w:val="center"/>
                        <w:rPr>
                          <w:rFonts w:ascii="Microsoft PhagsPa" w:eastAsia="微软雅黑" w:hAnsi="Microsoft PhagsPa" w:cs="Microsoft PhagsPa"/>
                          <w:color w:val="2B7FB9"/>
                          <w:sz w:val="52"/>
                          <w:szCs w:val="40"/>
                        </w:rPr>
                      </w:pPr>
                      <w:r w:rsidRPr="00AB652B">
                        <w:rPr>
                          <w:rFonts w:ascii="Microsoft PhagsPa" w:hAnsi="Microsoft PhagsPa" w:cs="Microsoft PhagsPa"/>
                          <w:color w:val="2B7FB9"/>
                          <w:sz w:val="48"/>
                          <w:szCs w:val="36"/>
                          <w:shd w:val="clear" w:color="auto" w:fill="FFFFFF"/>
                        </w:rPr>
                        <w:t>Looking Forward To Your Reply</w:t>
                      </w:r>
                    </w:p>
                  </w:txbxContent>
                </v:textbox>
              </v:shape>
            </w:pict>
          </mc:Fallback>
        </mc:AlternateContent>
      </w:r>
      <w:r w:rsidRPr="00AB652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1F0DEB" wp14:editId="3065D706">
                <wp:simplePos x="0" y="0"/>
                <wp:positionH relativeFrom="margin">
                  <wp:posOffset>865505</wp:posOffset>
                </wp:positionH>
                <wp:positionV relativeFrom="paragraph">
                  <wp:posOffset>3283548</wp:posOffset>
                </wp:positionV>
                <wp:extent cx="3543300" cy="813435"/>
                <wp:effectExtent l="0" t="0" r="0" b="5715"/>
                <wp:wrapNone/>
                <wp:docPr id="70" name="文本框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813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 w:rsidR="00AB652B" w:rsidRPr="00AB652B" w:rsidRDefault="00AB652B" w:rsidP="00AB652B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B7FB9"/>
                                <w:sz w:val="72"/>
                                <w:szCs w:val="44"/>
                              </w:rPr>
                            </w:pPr>
                            <w:r w:rsidRPr="00AB652B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B7FB9"/>
                                <w:sz w:val="72"/>
                                <w:szCs w:val="44"/>
                              </w:rPr>
                              <w:t>期待您的回复</w:t>
                            </w:r>
                          </w:p>
                        </w:txbxContent>
                      </wps:txbx>
                      <wps:bodyPr vert="horz" wrap="square" lIns="91439" tIns="45719" rIns="91439" bIns="45719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F0DEB" id="_x0000_s1064" type="#_x0000_t202" style="position:absolute;left:0;text-align:left;margin-left:68.15pt;margin-top:258.55pt;width:279pt;height:64.0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" filled="f" stroked="f">
                <v:textbox inset="2.53997mm,1.27mm,2.53997mm,1.27mm">
                  <w:txbxContent>
                    <w:p w:rsidR="00AB652B" w:rsidRPr="00AB652B" w:rsidRDefault="00AB652B" w:rsidP="00AB652B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2B7FB9"/>
                          <w:sz w:val="72"/>
                          <w:szCs w:val="44"/>
                        </w:rPr>
                      </w:pPr>
                      <w:r w:rsidRPr="00AB652B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B7FB9"/>
                          <w:sz w:val="72"/>
                          <w:szCs w:val="44"/>
                        </w:rPr>
                        <w:t>期待您的回复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1369" w:rsidRPr="00E81369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78B4977" wp14:editId="158E2ED4">
                <wp:simplePos x="0" y="0"/>
                <wp:positionH relativeFrom="margin">
                  <wp:posOffset>-4725670</wp:posOffset>
                </wp:positionH>
                <wp:positionV relativeFrom="paragraph">
                  <wp:posOffset>7877175</wp:posOffset>
                </wp:positionV>
                <wp:extent cx="14716125" cy="1887855"/>
                <wp:effectExtent l="0" t="0" r="9525" b="0"/>
                <wp:wrapNone/>
                <wp:docPr id="41" name="组合 2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16125" cy="1887855"/>
                          <a:chOff x="0" y="0"/>
                          <a:chExt cx="14716433" cy="1888392"/>
                        </a:xfrm>
                      </wpg:grpSpPr>
                      <wps:wsp>
                        <wps:cNvPr id="42" name="等腰三角形 42"/>
                        <wps:cNvSpPr/>
                        <wps:spPr>
                          <a:xfrm>
                            <a:off x="3383069" y="2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" name="等腰三角形 43"/>
                        <wps:cNvSpPr/>
                        <wps:spPr>
                          <a:xfrm>
                            <a:off x="5018407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" name="等腰三角形 44"/>
                        <wps:cNvSpPr/>
                        <wps:spPr>
                          <a:xfrm>
                            <a:off x="7061295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" name="等腰三角形 45"/>
                        <wps:cNvSpPr/>
                        <wps:spPr>
                          <a:xfrm>
                            <a:off x="8825925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" name="等腰三角形 46"/>
                        <wps:cNvSpPr/>
                        <wps:spPr>
                          <a:xfrm>
                            <a:off x="10291869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等腰三角形 47"/>
                        <wps:cNvSpPr/>
                        <wps:spPr>
                          <a:xfrm>
                            <a:off x="2534171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等腰三角形 48"/>
                        <wps:cNvSpPr/>
                        <wps:spPr>
                          <a:xfrm>
                            <a:off x="1108386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" name="等腰三角形 49"/>
                        <wps:cNvSpPr/>
                        <wps:spPr>
                          <a:xfrm>
                            <a:off x="1841358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" name="等腰三角形 50"/>
                        <wps:cNvSpPr/>
                        <wps:spPr>
                          <a:xfrm>
                            <a:off x="491283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等腰三角形 51"/>
                        <wps:cNvSpPr/>
                        <wps:spPr>
                          <a:xfrm>
                            <a:off x="0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等腰三角形 52"/>
                        <wps:cNvSpPr/>
                        <wps:spPr>
                          <a:xfrm>
                            <a:off x="548769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" name="等腰三角形 53"/>
                        <wps:cNvSpPr/>
                        <wps:spPr>
                          <a:xfrm>
                            <a:off x="788850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" name="等腰三角形 54"/>
                        <wps:cNvSpPr/>
                        <wps:spPr>
                          <a:xfrm>
                            <a:off x="6202793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" name="等腰三角形 55"/>
                        <wps:cNvSpPr/>
                        <wps:spPr>
                          <a:xfrm>
                            <a:off x="935249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6" name="等腰三角形 56"/>
                        <wps:cNvSpPr/>
                        <wps:spPr>
                          <a:xfrm>
                            <a:off x="422708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DCBAA9" id="组合 2178" o:spid="_x0000_s1026" style="position:absolute;left:0;text-align:left;margin-left:-372.1pt;margin-top:620.25pt;width:1158.75pt;height:148.65pt;z-index:251687936;mso-position-horizontal-relative:margin" coordsize="147164,1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">
                <v:shape id="等腰三角形 42" o:spid="_x0000_s1027" type="#_x0000_t5" style="position:absolute;left:33830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fWDcQA&#10;AADbAAAADwAAAGRycy9kb3ducmV2LnhtbESP3YrCMBSE7wXfIRxh7zS1aJVqFFlW2AVB/AHx7tAc&#10;22pzUpqs1rc3CwteDjPzDTNftqYSd2pcaVnBcBCBIM6sLjlXcDys+1MQziNrrCyTgic5WC66nTmm&#10;2j54R/e9z0WAsEtRQeF9nUrpsoIMuoGtiYN3sY1BH2STS93gI8BNJeMoSqTBksNCgTV9FpTd9r9G&#10;QXLh7XYTm1N7PeuvXZX83PxkrNRHr13NQHhq/Tv83/7WCkYx/H0JP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n1g3EAAAA2wAAAA8AAAAAAAAAAAAAAAAAmAIAAGRycy9k&#10;b3ducmV2LnhtbFBLBQYAAAAABAAEAPUAAACJAwAAAAA=&#10;" fillcolor="#59a5d9" stroked="f" strokeweight="1pt">
                  <v:fill opacity="22102f"/>
                </v:shape>
                <v:shape id="等腰三角形 43" o:spid="_x0000_s1028" type="#_x0000_t5" style="position:absolute;left:50184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tzlsUA&#10;AADbAAAADwAAAGRycy9kb3ducmV2LnhtbESPQWvCQBSE7wX/w/KE3urGtE1LdBURCy0UJKkgvT2y&#10;zySafRuy25j+e1cQPA4z8w0zXw6mET11rrasYDqJQBAXVtdcKtj9fDy9g3AeWWNjmRT8k4PlYvQw&#10;x1TbM2fU574UAcIuRQWV920qpSsqMugmtiUO3sF2Bn2QXSl1h+cAN42MoyiRBmsOCxW2tK6oOOV/&#10;RkFy4O32Ozb74firN1mTfJ3826tSj+NhNQPhafD38K39qRW8PMP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63OWxQAAANsAAAAPAAAAAAAAAAAAAAAAAJgCAABkcnMv&#10;ZG93bnJldi54bWxQSwUGAAAAAAQABAD1AAAAigMAAAAA&#10;" fillcolor="#59a5d9" stroked="f" strokeweight="1pt">
                  <v:fill opacity="22102f"/>
                </v:shape>
                <v:shape id="等腰三角形 44" o:spid="_x0000_s1029" type="#_x0000_t5" style="position:absolute;left:70612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Lr4sUA&#10;AADbAAAADwAAAGRycy9kb3ducmV2LnhtbESPQWvCQBSE7wX/w/IEb3Wj2FRS1yDSgoIg2oL09sg+&#10;k5js25Bdk/Tfu4VCj8PMfMOs0sHUoqPWlZYVzKYRCOLM6pJzBV+fH89LEM4ja6wtk4IfcpCuR08r&#10;TLTt+UTd2eciQNglqKDwvkmkdFlBBt3UNsTBu9rWoA+yzaVusQ9wU8t5FMXSYMlhocCGtgVl1flu&#10;FMRXPh4Pc3MZbt/6/VTH+8q/vig1GQ+bNxCeBv8f/mvvtILFAn6/hB8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AuvixQAAANsAAAAPAAAAAAAAAAAAAAAAAJgCAABkcnMv&#10;ZG93bnJldi54bWxQSwUGAAAAAAQABAD1AAAAigMAAAAA&#10;" fillcolor="#59a5d9" stroked="f" strokeweight="1pt">
                  <v:fill opacity="22102f"/>
                </v:shape>
                <v:shape id="等腰三角形 45" o:spid="_x0000_s1030" type="#_x0000_t5" style="position:absolute;left:88259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5OecMA&#10;AADbAAAADwAAAGRycy9kb3ducmV2LnhtbESP3YrCMBSE7xd8h3AE79ZU0SrVKCIKKwjiD4h3h+bY&#10;VpuT0mS1vr1ZWPBymJlvmOm8MaV4UO0Kywp63QgEcWp1wZmC03H9PQbhPLLG0jIpeJGD+az1NcVE&#10;2yfv6XHwmQgQdgkqyL2vEildmpNB17UVcfCutjbog6wzqWt8BrgpZT+KYmmw4LCQY0XLnNL74dco&#10;iK+822375tzcLnq1L+PN3Y+GSnXazWICwlPjP+H/9o9WMBjC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5OecMAAADbAAAADwAAAAAAAAAAAAAAAACYAgAAZHJzL2Rv&#10;d25yZXYueG1sUEsFBgAAAAAEAAQA9QAAAIgDAAAAAA==&#10;" fillcolor="#59a5d9" stroked="f" strokeweight="1pt">
                  <v:fill opacity="22102f"/>
                </v:shape>
                <v:shape id="等腰三角形 46" o:spid="_x0000_s1031" type="#_x0000_t5" style="position:absolute;left:102918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zQDsUA&#10;AADbAAAADwAAAGRycy9kb3ducmV2LnhtbESPQWvCQBSE74X+h+UJ3upGqbGkrqGIhRYKklgQb4/s&#10;M0mTfRuyq4n/vlsoeBxm5htmnY6mFVfqXW1ZwXwWgSAurK65VPB9eH96AeE8ssbWMim4kYN08/iw&#10;xkTbgTO65r4UAcIuQQWV910ipSsqMuhmtiMO3tn2Bn2QfSl1j0OAm1YuoiiWBmsOCxV2tK2oaPKL&#10;URCfeb//Wpjj+HPSu6yNPxu/Wio1nYxvryA8jf4e/m9/aAXPMfx9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NAOxQAAANsAAAAPAAAAAAAAAAAAAAAAAJgCAABkcnMv&#10;ZG93bnJldi54bWxQSwUGAAAAAAQABAD1AAAAigMAAAAA&#10;" fillcolor="#59a5d9" stroked="f" strokeweight="1pt">
                  <v:fill opacity="22102f"/>
                </v:shape>
                <v:shape id="等腰三角形 47" o:spid="_x0000_s1032" type="#_x0000_t5" style="position:absolute;left:25341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B1lcUA&#10;AADbAAAADwAAAGRycy9kb3ducmV2LnhtbESPQWvCQBSE74L/YXlCb2ZTaaOkWYNICxYKYlqQ3h7Z&#10;Z5Im+zZkV03/fbcgeBxm5hsmy0fTiQsNrrGs4DGKQRCXVjdcKfj6fJuvQDiPrLGzTAp+yUG+nk4y&#10;TLW98oEuha9EgLBLUUHtfZ9K6cqaDLrI9sTBO9nBoA9yqKQe8BrgppOLOE6kwYbDQo09bWsq2+Js&#10;FCQn3u8/FuY4/nzr10OXvLd++azUw2zcvIDwNPp7+NbeaQVPS/j/En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0HWVxQAAANsAAAAPAAAAAAAAAAAAAAAAAJgCAABkcnMv&#10;ZG93bnJldi54bWxQSwUGAAAAAAQABAD1AAAAigMAAAAA&#10;" fillcolor="#59a5d9" stroked="f" strokeweight="1pt">
                  <v:fill opacity="22102f"/>
                </v:shape>
                <v:shape id="等腰三角形 48" o:spid="_x0000_s1033" type="#_x0000_t5" style="position:absolute;left:11083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/h58EA&#10;AADbAAAADwAAAGRycy9kb3ducmV2LnhtbERPy4rCMBTdC/MP4Q6403REq3QaZRgUFATxATK7S3P7&#10;GJub0kStf28WgsvDeaeLztTiRq2rLCv4GkYgiDOrKy4UnI6rwQyE88gaa8uk4EEOFvOPXoqJtnfe&#10;0+3gCxFC2CWooPS+SaR0WUkG3dA2xIHLbWvQB9gWUrd4D+GmlqMoiqXBikNDiQ39lpRdDlejIM55&#10;t9uOzLn7/9PLfR1vLn46Uar/2f18g/DU+bf45V5rBeMwN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P4efBAAAA2wAAAA8AAAAAAAAAAAAAAAAAmAIAAGRycy9kb3du&#10;cmV2LnhtbFBLBQYAAAAABAAEAPUAAACGAwAAAAA=&#10;" fillcolor="#59a5d9" stroked="f" strokeweight="1pt">
                  <v:fill opacity="22102f"/>
                </v:shape>
                <v:shape id="等腰三角形 49" o:spid="_x0000_s1034" type="#_x0000_t5" style="position:absolute;left:18413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NEfMQA&#10;AADbAAAADwAAAGRycy9kb3ducmV2LnhtbESP3YrCMBSE7xd8h3CEvVtTRatWo4i4sMKC+APi3aE5&#10;ttXmpDRZrW+/EQQvh5n5hpnOG1OKG9WusKyg24lAEKdWF5wpOOy/v0YgnEfWWFomBQ9yMJ+1PqaY&#10;aHvnLd12PhMBwi5BBbn3VSKlS3My6Dq2Ig7e2dYGfZB1JnWN9wA3pexFUSwNFhwWcqxomVN63f0Z&#10;BfGZN5vfnjk2l5Nebct4ffXDgVKf7WYxAeGp8e/wq/2jFfTH8Pw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DRHzEAAAA2wAAAA8AAAAAAAAAAAAAAAAAmAIAAGRycy9k&#10;b3ducmV2LnhtbFBLBQYAAAAABAAEAPUAAACJAwAAAAA=&#10;" fillcolor="#59a5d9" stroked="f" strokeweight="1pt">
                  <v:fill opacity="22102f"/>
                </v:shape>
                <v:shape id="等腰三角形 50" o:spid="_x0000_s1035" type="#_x0000_t5" style="position:absolute;left:4912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B7PMEA&#10;AADbAAAADwAAAGRycy9kb3ducmV2LnhtbERPy4rCMBTdC/MP4Q6403QEq1RTkUFBQRDrwODu0tw+&#10;tLkpTdT695PFgMvDeS9XvWnEgzpXW1bwNY5AEOdW11wq+DlvR3MQziNrbCyTghc5WKUfgyUm2j75&#10;RI/MlyKEsEtQQeV9m0jp8ooMurFtiQNX2M6gD7Arpe7wGcJNIydRFEuDNYeGClv6rii/ZXejIC74&#10;eDxMzG9/vejNqYn3Nz+bKjX87NcLEJ56/xb/u3dawTSsD1/CD5Dp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gezzBAAAA2wAAAA8AAAAAAAAAAAAAAAAAmAIAAGRycy9kb3du&#10;cmV2LnhtbFBLBQYAAAAABAAEAPUAAACGAwAAAAA=&#10;" fillcolor="#59a5d9" stroked="f" strokeweight="1pt">
                  <v:fill opacity="22102f"/>
                </v:shape>
                <v:shape id="等腰三角形 51" o:spid="_x0000_s1036" type="#_x0000_t5" style="position:absolute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zep8UA&#10;AADbAAAADwAAAGRycy9kb3ducmV2LnhtbESP3WrCQBSE7wXfYTmF3pmNgqnEbKRICy0IQSuU3h2y&#10;Jz+aPRuyWxPfvlso9HKYmW+YbDeZTtxocK1lBcsoBkFcWt1yreD88brYgHAeWWNnmRTcycEun88y&#10;TLUd+Ui3k69FgLBLUUHjfZ9K6cqGDLrI9sTBq+xg0Ac51FIPOAa46eQqjhNpsOWw0GBP+4bK6+nb&#10;KEgqLorDynxOly/9cuyS96t/Wiv1+DA9b0F4mvx/+K/9phWsl/D7Jfw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N6nxQAAANsAAAAPAAAAAAAAAAAAAAAAAJgCAABkcnMv&#10;ZG93bnJldi54bWxQSwUGAAAAAAQABAD1AAAAigMAAAAA&#10;" fillcolor="#59a5d9" stroked="f" strokeweight="1pt">
                  <v:fill opacity="22102f"/>
                </v:shape>
                <v:shape id="等腰三角形 52" o:spid="_x0000_s1037" type="#_x0000_t5" style="position:absolute;left:54876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A0MQA&#10;AADbAAAADwAAAGRycy9kb3ducmV2LnhtbESPQWvCQBSE7wX/w/IEb3VjwFhSVynSQoVCMBWkt0f2&#10;maRm34bsNkn/vSsIHoeZ+YZZb0fTiJ46V1tWsJhHIIgLq2suFRy/P55fQDiPrLGxTAr+ycF2M3la&#10;Y6rtwAfqc1+KAGGXooLK+zaV0hUVGXRz2xIH72w7gz7IrpS6wyHATSPjKEqkwZrDQoUt7SoqLvmf&#10;UZCcOcu+YnMaf3/0+6FJ9he/Wio1m45vryA8jf4Rvrc/tYJlDLcv4Qf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+QNDEAAAA2wAAAA8AAAAAAAAAAAAAAAAAmAIAAGRycy9k&#10;b3ducmV2LnhtbFBLBQYAAAAABAAEAPUAAACJAwAAAAA=&#10;" fillcolor="#59a5d9" stroked="f" strokeweight="1pt">
                  <v:fill opacity="22102f"/>
                </v:shape>
                <v:shape id="等腰三角形 53" o:spid="_x0000_s1038" type="#_x0000_t5" style="position:absolute;left:78885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lS8MA&#10;AADbAAAADwAAAGRycy9kb3ducmV2LnhtbESP3YrCMBSE7xd8h3AE79ZUxSrVKCIKKwjiD4h3h+bY&#10;VpuT0mS1vr1ZWPBymJlvmOm8MaV4UO0Kywp63QgEcWp1wZmC03H9PQbhPLLG0jIpeJGD+az1NcVE&#10;2yfv6XHwmQgQdgkqyL2vEildmpNB17UVcfCutjbog6wzqWt8BrgpZT+KYmmw4LCQY0XLnNL74dco&#10;iK+822375tzcLnq1L+PN3Y+GSnXazWICwlPjP+H/9o9WMBzA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LlS8MAAADbAAAADwAAAAAAAAAAAAAAAACYAgAAZHJzL2Rv&#10;d25yZXYueG1sUEsFBgAAAAAEAAQA9QAAAIgDAAAAAA==&#10;" fillcolor="#59a5d9" stroked="f" strokeweight="1pt">
                  <v:fill opacity="22102f"/>
                </v:shape>
                <v:shape id="等腰三角形 54" o:spid="_x0000_s1039" type="#_x0000_t5" style="position:absolute;left:62027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t9P8MA&#10;AADbAAAADwAAAGRycy9kb3ducmV2LnhtbESP3YrCMBSE7xd8h3AE79ZU0SrVKCIKKwjiD4h3h+bY&#10;VpuT0mS1vr1ZWPBymJlvmOm8MaV4UO0Kywp63QgEcWp1wZmC03H9PQbhPLLG0jIpeJGD+az1NcVE&#10;2yfv6XHwmQgQdgkqyL2vEildmpNB17UVcfCutjbog6wzqWt8BrgpZT+KYmmw4LCQY0XLnNL74dco&#10;iK+822375tzcLnq1L+PN3Y+GSnXazWICwlPjP+H/9o9WMBzA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t9P8MAAADbAAAADwAAAAAAAAAAAAAAAACYAgAAZHJzL2Rv&#10;d25yZXYueG1sUEsFBgAAAAAEAAQA9QAAAIgDAAAAAA==&#10;" fillcolor="#59a5d9" stroked="f" strokeweight="1pt">
                  <v:fill opacity="22102f"/>
                </v:shape>
                <v:shape id="等腰三角形 55" o:spid="_x0000_s1040" type="#_x0000_t5" style="position:absolute;left:93524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YpMUA&#10;AADbAAAADwAAAGRycy9kb3ducmV2LnhtbESP3WrCQBSE7wt9h+UI3tWNQmKJWUVKCxUKoi0U7w7Z&#10;kx/Nng3ZbZK+vSsIXg4z8w2TbUbTiJ46V1tWMJ9FIIhzq2suFfx8f7y8gnAeWWNjmRT8k4PN+vkp&#10;w1TbgQ/UH30pAoRdigoq79tUSpdXZNDNbEscvMJ2Bn2QXSl1h0OAm0YuoiiRBmsOCxW29FZRfjn+&#10;GQVJwfv918L8jueTfj80ye7il7FS08m4XYHwNPpH+N7+1AriGG5fwg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9ikxQAAANsAAAAPAAAAAAAAAAAAAAAAAJgCAABkcnMv&#10;ZG93bnJldi54bWxQSwUGAAAAAAQABAD1AAAAigMAAAAA&#10;" fillcolor="#59a5d9" stroked="f" strokeweight="1pt">
                  <v:fill opacity="22102f"/>
                </v:shape>
                <v:shape id="等腰三角形 56" o:spid="_x0000_s1041" type="#_x0000_t5" style="position:absolute;left:42270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G08IA&#10;AADbAAAADwAAAGRycy9kb3ducmV2LnhtbESP3YrCMBSE7wXfIRxh7zRVsEo1ioiCCwviD4h3h+bY&#10;VpuT0kTtvr0RBC+HmfmGmc4bU4oH1a6wrKDfi0AQp1YXnCk4HtbdMQjnkTWWlknBPzmYz9qtKSba&#10;PnlHj73PRICwS1BB7n2VSOnSnAy6nq2Ig3extUEfZJ1JXeMzwE0pB1EUS4MFh4UcK1rmlN72d6Mg&#10;vvB2+zcwp+Z61qtdGf/e/Gio1E+nWUxAeGr8N/xpb7SCYQzv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UbTwgAAANsAAAAPAAAAAAAAAAAAAAAAAJgCAABkcnMvZG93&#10;bnJldi54bWxQSwUGAAAAAAQABAD1AAAAhwMAAAAA&#10;" fillcolor="#59a5d9" stroked="f" strokeweight="1pt">
                  <v:fill opacity="22102f"/>
                </v:shape>
                <w10:wrap anchorx="margin"/>
              </v:group>
            </w:pict>
          </mc:Fallback>
        </mc:AlternateContent>
      </w:r>
      <w:r w:rsidR="00E81369" w:rsidRPr="00E81369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4A48564" wp14:editId="669E4FA0">
                <wp:simplePos x="0" y="0"/>
                <wp:positionH relativeFrom="margin">
                  <wp:posOffset>-4726305</wp:posOffset>
                </wp:positionH>
                <wp:positionV relativeFrom="paragraph">
                  <wp:posOffset>-1021790</wp:posOffset>
                </wp:positionV>
                <wp:extent cx="14716125" cy="1888490"/>
                <wp:effectExtent l="0" t="0" r="9525" b="0"/>
                <wp:wrapNone/>
                <wp:docPr id="1" name="组合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4716125" cy="1888490"/>
                          <a:chOff x="0" y="0"/>
                          <a:chExt cx="14716433" cy="1888392"/>
                        </a:xfrm>
                      </wpg:grpSpPr>
                      <wps:wsp>
                        <wps:cNvPr id="2" name="等腰三角形 2"/>
                        <wps:cNvSpPr/>
                        <wps:spPr>
                          <a:xfrm>
                            <a:off x="3383069" y="2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等腰三角形 3"/>
                        <wps:cNvSpPr/>
                        <wps:spPr>
                          <a:xfrm>
                            <a:off x="5018407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等腰三角形 4"/>
                        <wps:cNvSpPr/>
                        <wps:spPr>
                          <a:xfrm>
                            <a:off x="7061295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等腰三角形 6"/>
                        <wps:cNvSpPr/>
                        <wps:spPr>
                          <a:xfrm>
                            <a:off x="8825925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等腰三角形 7"/>
                        <wps:cNvSpPr/>
                        <wps:spPr>
                          <a:xfrm>
                            <a:off x="10291869" y="1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等腰三角形 8"/>
                        <wps:cNvSpPr/>
                        <wps:spPr>
                          <a:xfrm>
                            <a:off x="2534171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等腰三角形 17"/>
                        <wps:cNvSpPr/>
                        <wps:spPr>
                          <a:xfrm>
                            <a:off x="1108386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等腰三角形 32"/>
                        <wps:cNvSpPr/>
                        <wps:spPr>
                          <a:xfrm>
                            <a:off x="1841358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等腰三角形 33"/>
                        <wps:cNvSpPr/>
                        <wps:spPr>
                          <a:xfrm>
                            <a:off x="491283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等腰三角形 34"/>
                        <wps:cNvSpPr/>
                        <wps:spPr>
                          <a:xfrm>
                            <a:off x="0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等腰三角形 35"/>
                        <wps:cNvSpPr/>
                        <wps:spPr>
                          <a:xfrm>
                            <a:off x="548769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等腰三角形 36"/>
                        <wps:cNvSpPr/>
                        <wps:spPr>
                          <a:xfrm>
                            <a:off x="788850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等腰三角形 37"/>
                        <wps:cNvSpPr/>
                        <wps:spPr>
                          <a:xfrm>
                            <a:off x="6202793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等腰三角形 39"/>
                        <wps:cNvSpPr/>
                        <wps:spPr>
                          <a:xfrm>
                            <a:off x="935249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等腰三角形 40"/>
                        <wps:cNvSpPr/>
                        <wps:spPr>
                          <a:xfrm>
                            <a:off x="4227085" y="0"/>
                            <a:ext cx="4424564" cy="1888390"/>
                          </a:xfrm>
                          <a:prstGeom prst="triangle">
                            <a:avLst/>
                          </a:prstGeom>
                          <a:solidFill>
                            <a:srgbClr val="59A5D9">
                              <a:alpha val="33725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5BD0F" id="组合 181" o:spid="_x0000_s1026" style="position:absolute;left:0;text-align:left;margin-left:-372.15pt;margin-top:-80.45pt;width:1158.75pt;height:148.7pt;flip:y;z-index:251686912;mso-position-horizontal-relative:margin" coordsize="147164,1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">
                <v:shape id="等腰三角形 2" o:spid="_x0000_s1027" type="#_x0000_t5" style="position:absolute;left:33830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wP8IA&#10;AADaAAAADwAAAGRycy9kb3ducmV2LnhtbESPQYvCMBSE7wv+h/AEb2tqwSrVKCIKCguiK4i3R/Ns&#10;q81LaaJ2/70RhD0OM/MNM523phIPalxpWcGgH4EgzqwuOVdw/F1/j0E4j6yxskwK/sjBfNb5mmKq&#10;7ZP39Dj4XAQIuxQVFN7XqZQuK8ig69uaOHgX2xj0QTa51A0+A9xUMo6iRBosOSwUWNOyoOx2uBsF&#10;yYV3u5/YnNrrWa/2VbK9+dFQqV63XUxAeGr9f/jT3mgFMbyvhBs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hPA/wgAAANoAAAAPAAAAAAAAAAAAAAAAAJgCAABkcnMvZG93&#10;bnJldi54bWxQSwUGAAAAAAQABAD1AAAAhwMAAAAA&#10;" fillcolor="#59a5d9" stroked="f" strokeweight="1pt">
                  <v:fill opacity="22102f"/>
                </v:shape>
                <v:shape id="等腰三角形 3" o:spid="_x0000_s1028" type="#_x0000_t5" style="position:absolute;left:50184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VpMQA&#10;AADaAAAADwAAAGRycy9kb3ducmV2LnhtbESPQWvCQBSE7wX/w/KE3upGS6NE1yClhRYEiQri7ZF9&#10;JjHZtyG7Nem/dwsFj8PMfMOs0sE04kadqywrmE4iEMS51RUXCo6Hz5cFCOeRNTaWScEvOUjXo6cV&#10;Jtr2nNFt7wsRIOwSVFB63yZSurwkg25iW+LgXWxn0AfZFVJ32Ae4aeQsimJpsOKwUGJL7yXl9f7H&#10;KIgvvNttZ+Y0XM/6I2vi79rP35R6Hg+bJQhPg3+E/9tfWsEr/F0JN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IVaTEAAAA2gAAAA8AAAAAAAAAAAAAAAAAmAIAAGRycy9k&#10;b3ducmV2LnhtbFBLBQYAAAAABAAEAPUAAACJAwAAAAA=&#10;" fillcolor="#59a5d9" stroked="f" strokeweight="1pt">
                  <v:fill opacity="22102f"/>
                </v:shape>
                <v:shape id="等腰三角形 4" o:spid="_x0000_s1029" type="#_x0000_t5" style="position:absolute;left:70612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N0MQA&#10;AADaAAAADwAAAGRycy9kb3ducmV2LnhtbESPQWvCQBSE7wX/w/KE3upGaaNE1yClhRYEiQri7ZF9&#10;JjHZtyG7Nem/dwsFj8PMfMOs0sE04kadqywrmE4iEMS51RUXCo6Hz5cFCOeRNTaWScEvOUjXo6cV&#10;Jtr2nNFt7wsRIOwSVFB63yZSurwkg25iW+LgXWxn0AfZFVJ32Ae4aeQsimJpsOKwUGJL7yXl9f7H&#10;KIgvvNttZ+Y0XM/6I2vi79rP35R6Hg+bJQhPg3+E/9tfWsEr/F0JN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hzdDEAAAA2gAAAA8AAAAAAAAAAAAAAAAAmAIAAGRycy9k&#10;b3ducmV2LnhtbFBLBQYAAAAABAAEAPUAAACJAwAAAAA=&#10;" fillcolor="#59a5d9" stroked="f" strokeweight="1pt">
                  <v:fill opacity="22102f"/>
                </v:shape>
                <v:shape id="等腰三角形 6" o:spid="_x0000_s1030" type="#_x0000_t5" style="position:absolute;left:88259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2PMIA&#10;AADaAAAADwAAAGRycy9kb3ducmV2LnhtbESPQYvCMBSE7wv+h/AEb2uqYFeqsYgoKCyIriDeHs2z&#10;rW1eShO1+++NsLDHYeabYeZpZ2rxoNaVlhWMhhEI4szqknMFp5/N5xSE88gaa8uk4JccpIvexxwT&#10;bZ98oMfR5yKUsEtQQeF9k0jpsoIMuqFtiIN3ta1BH2SbS93iM5SbWo6jKJYGSw4LBTa0Kiirjnej&#10;IL7yfv89NufudtHrQx3vKv81UWrQ75YzEJ46/x/+o7c6cPC+Em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v/Y8wgAAANoAAAAPAAAAAAAAAAAAAAAAAJgCAABkcnMvZG93&#10;bnJldi54bWxQSwUGAAAAAAQABAD1AAAAhwMAAAAA&#10;" fillcolor="#59a5d9" stroked="f" strokeweight="1pt">
                  <v:fill opacity="22102f"/>
                </v:shape>
                <v:shape id="等腰三角形 7" o:spid="_x0000_s1031" type="#_x0000_t5" style="position:absolute;left:102918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Tp8IA&#10;AADaAAAADwAAAGRycy9kb3ducmV2LnhtbESP3YrCMBSE7wXfIRxh7zRV2CrVKCIKLgjiD4h3h+bY&#10;VpuT0kTtvr0RBC+HmfmGmcwaU4oH1a6wrKDfi0AQp1YXnCk4HlbdEQjnkTWWlknBPzmYTdutCSba&#10;PnlHj73PRICwS1BB7n2VSOnSnAy6nq2Ig3extUEfZJ1JXeMzwE0pB1EUS4MFh4UcK1rklN72d6Mg&#10;vvB2uxmYU3M96+WujP9ufvir1E+nmY9BeGr8N/xpr7WCIbyvhBs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81OnwgAAANoAAAAPAAAAAAAAAAAAAAAAAJgCAABkcnMvZG93&#10;bnJldi54bWxQSwUGAAAAAAQABAD1AAAAhwMAAAAA&#10;" fillcolor="#59a5d9" stroked="f" strokeweight="1pt">
                  <v:fill opacity="22102f"/>
                </v:shape>
                <v:shape id="等腰三角形 8" o:spid="_x0000_s1032" type="#_x0000_t5" style="position:absolute;left:25341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zH1cAA&#10;AADaAAAADwAAAGRycy9kb3ducmV2LnhtbERPTYvCMBC9C/sfwix403QF61KNZVlWUBDEuiDehmZs&#10;a5tJaaLWf28OgsfH+16kvWnEjTpXWVbwNY5AEOdWV1wo+D+sRt8gnEfW2FgmBQ9ykC4/BgtMtL3z&#10;nm6ZL0QIYZeggtL7NpHS5SUZdGPbEgfubDuDPsCukLrDewg3jZxEUSwNVhwaSmzpt6S8zq5GQXzm&#10;3W47Mcf+ctJ/+ybe1H42VWr42f/MQXjq/Vv8cq+1grA1XAk3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zH1cAAAADaAAAADwAAAAAAAAAAAAAAAACYAgAAZHJzL2Rvd25y&#10;ZXYueG1sUEsFBgAAAAAEAAQA9QAAAIUDAAAAAA==&#10;" fillcolor="#59a5d9" stroked="f" strokeweight="1pt">
                  <v:fill opacity="22102f"/>
                </v:shape>
                <v:shape id="等腰三角形 17" o:spid="_x0000_s1033" type="#_x0000_t5" style="position:absolute;left:11083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NaiMMA&#10;AADbAAAADwAAAGRycy9kb3ducmV2LnhtbERPTWvCQBC9F/oflil4q5sKJiW6BiktVCiIqSDehuyY&#10;xGRnQ3abxH/fLRS8zeN9zjqbTCsG6l1tWcHLPAJBXFhdc6ng+P3x/ArCeWSNrWVScCMH2ebxYY2p&#10;tiMfaMh9KUIIuxQVVN53qZSuqMigm9uOOHAX2xv0Afal1D2OIdy0chFFsTRYc2iosKO3ioom/zEK&#10;4gvv918Lc5quZ/1+aONd45OlUrOnabsC4Wnyd/G/+1OH+Qn8/RIO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NaiMMAAADbAAAADwAAAAAAAAAAAAAAAACYAgAAZHJzL2Rv&#10;d25yZXYueG1sUEsFBgAAAAAEAAQA9QAAAIgDAAAAAA==&#10;" fillcolor="#59a5d9" stroked="f" strokeweight="1pt">
                  <v:fill opacity="22102f"/>
                </v:shape>
                <v:shape id="等腰三角形 32" o:spid="_x0000_s1034" type="#_x0000_t5" style="position:absolute;left:18413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lcMQA&#10;AADbAAAADwAAAGRycy9kb3ducmV2LnhtbESP3YrCMBSE7wXfIRxh7zS1YpVqFFlW2AVB/AHx7tAc&#10;22pzUpqs1rc3CwteDjPzDTNftqYSd2pcaVnBcBCBIM6sLjlXcDys+1MQziNrrCyTgic5WC66nTmm&#10;2j54R/e9z0WAsEtRQeF9nUrpsoIMuoGtiYN3sY1BH2STS93gI8BNJeMoSqTBksNCgTV9FpTd9r9G&#10;QXLh7XYTm1N7PeuvXZX83PxkrNRHr13NQHhq/Tv83/7WCkYx/H0JP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hpXDEAAAA2wAAAA8AAAAAAAAAAAAAAAAAmAIAAGRycy9k&#10;b3ducmV2LnhtbFBLBQYAAAAABAAEAPUAAACJAwAAAAA=&#10;" fillcolor="#59a5d9" stroked="f" strokeweight="1pt">
                  <v:fill opacity="22102f"/>
                </v:shape>
                <v:shape id="等腰三角形 33" o:spid="_x0000_s1035" type="#_x0000_t5" style="position:absolute;left:4912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0A68UA&#10;AADbAAAADwAAAGRycy9kb3ducmV2LnhtbESPQWvCQBSE7wX/w/IEb3Wj0lRS1yDSgoIg2oL09sg+&#10;k5js25Bdk/Tfu4VCj8PMfMOs0sHUoqPWlZYVzKYRCOLM6pJzBV+fH89LEM4ja6wtk4IfcpCuR08r&#10;TLTt+UTd2eciQNglqKDwvkmkdFlBBt3UNsTBu9rWoA+yzaVusQ9wU8t5FMXSYMlhocCGtgVl1flu&#10;FMRXPh4Pc3MZbt/6/VTH+8q/vig1GQ+bNxCeBv8f/mvvtILFAn6/hB8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QDrxQAAANsAAAAPAAAAAAAAAAAAAAAAAJgCAABkcnMv&#10;ZG93bnJldi54bWxQSwUGAAAAAAQABAD1AAAAigMAAAAA&#10;" fillcolor="#59a5d9" stroked="f" strokeweight="1pt">
                  <v:fill opacity="22102f"/>
                </v:shape>
                <v:shape id="等腰三角形 34" o:spid="_x0000_s1036" type="#_x0000_t5" style="position:absolute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SYn8UA&#10;AADbAAAADwAAAGRycy9kb3ducmV2LnhtbESPQWvCQBSE7wX/w/KE3urGtE1LdBURCy0UJKkgvT2y&#10;zySafRuy25j+e1cQPA4z8w0zXw6mET11rrasYDqJQBAXVtdcKtj9fDy9g3AeWWNjmRT8k4PlYvQw&#10;x1TbM2fU574UAcIuRQWV920qpSsqMugmtiUO3sF2Bn2QXSl1h+cAN42MoyiRBmsOCxW2tK6oOOV/&#10;RkFy4O32Ozb74firN1mTfJ3826tSj+NhNQPhafD38K39qRU8v8D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JifxQAAANsAAAAPAAAAAAAAAAAAAAAAAJgCAABkcnMv&#10;ZG93bnJldi54bWxQSwUGAAAAAAQABAD1AAAAigMAAAAA&#10;" fillcolor="#59a5d9" stroked="f" strokeweight="1pt">
                  <v:fill opacity="22102f"/>
                </v:shape>
                <v:shape id="等腰三角形 35" o:spid="_x0000_s1037" type="#_x0000_t5" style="position:absolute;left:54876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g9BMMA&#10;AADbAAAADwAAAGRycy9kb3ducmV2LnhtbESP3YrCMBSE7xd8h3AE79ZUxSrVKCIKKwjiD4h3h+bY&#10;VpuT0mS1vr1ZWPBymJlvmOm8MaV4UO0Kywp63QgEcWp1wZmC03H9PQbhPLLG0jIpeJGD+az1NcVE&#10;2yfv6XHwmQgQdgkqyL2vEildmpNB17UVcfCutjbog6wzqWt8BrgpZT+KYmmw4LCQY0XLnNL74dco&#10;iK+822375tzcLnq1L+PN3Y+GSnXazWICwlPjP+H/9o9WMBjC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g9BMMAAADbAAAADwAAAAAAAAAAAAAAAACYAgAAZHJzL2Rv&#10;d25yZXYueG1sUEsFBgAAAAAEAAQA9QAAAIgDAAAAAA==&#10;" fillcolor="#59a5d9" stroked="f" strokeweight="1pt">
                  <v:fill opacity="22102f"/>
                </v:shape>
                <v:shape id="等腰三角形 36" o:spid="_x0000_s1038" type="#_x0000_t5" style="position:absolute;left:78885;width:44245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qjc8UA&#10;AADbAAAADwAAAGRycy9kb3ducmV2LnhtbESPQWvCQBSE74X+h+UJ3upGi7GkrqGIhRYKklgQb4/s&#10;M0mTfRuyq4n/vlsoeBxm5htmnY6mFVfqXW1ZwXwWgSAurK65VPB9eH96AeE8ssbWMim4kYN08/iw&#10;xkTbgTO65r4UAcIuQQWV910ipSsqMuhmtiMO3tn2Bn2QfSl1j0OAm1YuoiiWBmsOCxV2tK2oaPKL&#10;URCfeb//Wpjj+HPSu6yNPxu/Wio1nYxvryA8jf4e/m9/aAXPMfx9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qNzxQAAANsAAAAPAAAAAAAAAAAAAAAAAJgCAABkcnMv&#10;ZG93bnJldi54bWxQSwUGAAAAAAQABAD1AAAAigMAAAAA&#10;" fillcolor="#59a5d9" stroked="f" strokeweight="1pt">
                  <v:fill opacity="22102f"/>
                </v:shape>
                <v:shape id="等腰三角形 37" o:spid="_x0000_s1039" type="#_x0000_t5" style="position:absolute;left:62027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YG6MUA&#10;AADbAAAADwAAAGRycy9kb3ducmV2LnhtbESPQWvCQBSE74L/YXlCb2ZTS6OkWYNICxYKYlqQ3h7Z&#10;Z5Im+zZkV03/fbcgeBxm5hsmy0fTiQsNrrGs4DGKQRCXVjdcKfj6fJuvQDiPrLGzTAp+yUG+nk4y&#10;TLW98oEuha9EgLBLUUHtfZ9K6cqaDLrI9sTBO9nBoA9yqKQe8BrgppOLOE6kwYbDQo09bWsq2+Js&#10;FCQn3u8/FuY4/nzr10OXvLd++azUw2zcvIDwNPp7+NbeaQVPS/j/En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1gboxQAAANsAAAAPAAAAAAAAAAAAAAAAAJgCAABkcnMv&#10;ZG93bnJldi54bWxQSwUGAAAAAAQABAD1AAAAigMAAAAA&#10;" fillcolor="#59a5d9" stroked="f" strokeweight="1pt">
                  <v:fill opacity="22102f"/>
                </v:shape>
                <v:shape id="等腰三角形 39" o:spid="_x0000_s1040" type="#_x0000_t5" style="position:absolute;left:93524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3AcQA&#10;AADbAAAADwAAAGRycy9kb3ducmV2LnhtbESP3YrCMBSE7xd8h3CEvVtTFatWo4i4sMKC+APi3aE5&#10;ttXmpDRZrW+/EQQvh5n5hpnOG1OKG9WusKyg24lAEKdWF5wpOOy/v0YgnEfWWFomBQ9yMJ+1PqaY&#10;aHvnLd12PhMBwi5BBbn3VSKlS3My6Dq2Ig7e2dYGfZB1JnWN9wA3pexFUSwNFhwWcqxomVN63f0Z&#10;BfGZN5vfnjk2l5Nebct4ffXDgVKf7WYxAeGp8e/wq/2jFfTH8Pw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FNwHEAAAA2wAAAA8AAAAAAAAAAAAAAAAAmAIAAGRycy9k&#10;b3ducmV2LnhtbFBLBQYAAAAABAAEAPUAAACJAwAAAAA=&#10;" fillcolor="#59a5d9" stroked="f" strokeweight="1pt">
                  <v:fill opacity="22102f"/>
                </v:shape>
                <v:shape id="等腰三角形 40" o:spid="_x0000_s1041" type="#_x0000_t5" style="position:absolute;left:42270;width:44246;height:1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nt4cEA&#10;AADbAAAADwAAAGRycy9kb3ducmV2LnhtbERPy4rCMBTdC/MP4Q6403REq3QaZRgUFATxATK7S3P7&#10;GJub0kStf28WgsvDeaeLztTiRq2rLCv4GkYgiDOrKy4UnI6rwQyE88gaa8uk4EEOFvOPXoqJtnfe&#10;0+3gCxFC2CWooPS+SaR0WUkG3dA2xIHLbWvQB9gWUrd4D+GmlqMoiqXBikNDiQ39lpRdDlejIM55&#10;t9uOzLn7/9PLfR1vLn46Uar/2f18g/DU+bf45V5rBeOwP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57eHBAAAA2wAAAA8AAAAAAAAAAAAAAAAAmAIAAGRycy9kb3du&#10;cmV2LnhtbFBLBQYAAAAABAAEAPUAAACGAwAAAAA=&#10;" fillcolor="#59a5d9" stroked="f" strokeweight="1pt">
                  <v:fill opacity="22102f"/>
                </v:shape>
                <w10:wrap anchorx="margin"/>
              </v:group>
            </w:pict>
          </mc:Fallback>
        </mc:AlternateContent>
      </w:r>
    </w:p>
    <w:sectPr w:rsidR="00E053F1" w:rsidRPr="00E8136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944" w:rsidRDefault="00A00944" w:rsidP="006D2B5B">
      <w:r>
        <w:separator/>
      </w:r>
    </w:p>
  </w:endnote>
  <w:endnote w:type="continuationSeparator" w:id="0">
    <w:p w:rsidR="00A00944" w:rsidRDefault="00A00944" w:rsidP="006D2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+mn-cs">
    <w:altName w:val="Segoe Print"/>
    <w:charset w:val="00"/>
    <w:family w:val="roman"/>
    <w:pitch w:val="default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944" w:rsidRDefault="00A00944" w:rsidP="006D2B5B">
      <w:r>
        <w:separator/>
      </w:r>
    </w:p>
  </w:footnote>
  <w:footnote w:type="continuationSeparator" w:id="0">
    <w:p w:rsidR="00A00944" w:rsidRDefault="00A00944" w:rsidP="006D2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105D0"/>
    <w:multiLevelType w:val="multilevel"/>
    <w:tmpl w:val="172105D0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7B42D3"/>
    <w:multiLevelType w:val="multilevel"/>
    <w:tmpl w:val="627B42D3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F5DBE"/>
    <w:rsid w:val="000575E6"/>
    <w:rsid w:val="00094F0B"/>
    <w:rsid w:val="0017645C"/>
    <w:rsid w:val="00220FF3"/>
    <w:rsid w:val="002E0196"/>
    <w:rsid w:val="002E1732"/>
    <w:rsid w:val="00333433"/>
    <w:rsid w:val="004823EC"/>
    <w:rsid w:val="00533789"/>
    <w:rsid w:val="005B7073"/>
    <w:rsid w:val="0061323D"/>
    <w:rsid w:val="006D2B5B"/>
    <w:rsid w:val="006F773B"/>
    <w:rsid w:val="007A733F"/>
    <w:rsid w:val="007C69C7"/>
    <w:rsid w:val="007F60BD"/>
    <w:rsid w:val="00826B35"/>
    <w:rsid w:val="00865FCC"/>
    <w:rsid w:val="008A56AD"/>
    <w:rsid w:val="00910C2E"/>
    <w:rsid w:val="0098717D"/>
    <w:rsid w:val="009B0C03"/>
    <w:rsid w:val="00A00944"/>
    <w:rsid w:val="00A1004A"/>
    <w:rsid w:val="00AB652B"/>
    <w:rsid w:val="00B531DD"/>
    <w:rsid w:val="00BB04EA"/>
    <w:rsid w:val="00CE0ECD"/>
    <w:rsid w:val="00E053F1"/>
    <w:rsid w:val="00E44615"/>
    <w:rsid w:val="00E60483"/>
    <w:rsid w:val="00E66354"/>
    <w:rsid w:val="00E81369"/>
    <w:rsid w:val="00E83547"/>
    <w:rsid w:val="00F512A8"/>
    <w:rsid w:val="00F709E8"/>
    <w:rsid w:val="00F823B0"/>
    <w:rsid w:val="00F97F37"/>
    <w:rsid w:val="102A0862"/>
    <w:rsid w:val="11C4200B"/>
    <w:rsid w:val="1E9F5DBE"/>
    <w:rsid w:val="1F814598"/>
    <w:rsid w:val="2AC850A8"/>
    <w:rsid w:val="42E66629"/>
    <w:rsid w:val="5F4B3300"/>
    <w:rsid w:val="794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950B009-9473-4ECD-921D-A0D1A747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next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2">
    <w:name w:val="列出段落2"/>
    <w:basedOn w:val="a"/>
    <w:uiPriority w:val="99"/>
    <w:qFormat/>
    <w:pPr>
      <w:ind w:firstLineChars="200" w:firstLine="420"/>
    </w:pPr>
    <w:rPr>
      <w:rFonts w:ascii="Arial Unicode MS" w:eastAsia="微软雅黑" w:hAnsi="Arial Unicode MS"/>
      <w:szCs w:val="22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PS&#31616;&#21382;&#27169;&#26495;\&#40664;&#35748;\&#12304;&#21307;&#25252;&#31616;&#21382;&#12305;&#31616;&#21382;&#22871;&#35013;&#24212;&#23626;&#29983;&#31616;&#21382;&#36890;&#29992;&#31616;&#21382;&#31616;&#32422;&#31616;&#21382;&#23553;&#3875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【医护简历】简历套装应届生简历通用简历简约简历封面</Template>
  <TotalTime>20</TotalTime>
  <Pages>4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yuhua</dc:creator>
  <cp:lastModifiedBy>Administrator</cp:lastModifiedBy>
  <cp:revision>22</cp:revision>
  <dcterms:created xsi:type="dcterms:W3CDTF">2017-07-07T01:38:00Z</dcterms:created>
  <dcterms:modified xsi:type="dcterms:W3CDTF">2018-03-13T08:19:00Z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